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DC" w:rsidRPr="005D50DC" w:rsidRDefault="005D50DC" w:rsidP="005D50DC">
      <w:pPr>
        <w:autoSpaceDE w:val="0"/>
        <w:autoSpaceDN w:val="0"/>
        <w:adjustRightInd w:val="0"/>
        <w:spacing w:before="120" w:after="12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5D50DC">
        <w:rPr>
          <w:rFonts w:asciiTheme="minorHAnsi" w:hAnsiTheme="minorHAnsi" w:cstheme="minorHAnsi"/>
          <w:sz w:val="20"/>
          <w:szCs w:val="20"/>
        </w:rPr>
        <w:t>Příloha č. 2</w:t>
      </w:r>
    </w:p>
    <w:p w:rsidR="00007105" w:rsidRPr="007232C2" w:rsidRDefault="00007105" w:rsidP="00007105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Část 1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Strážný</w:t>
      </w:r>
      <w:r w:rsidRPr="007232C2">
        <w:rPr>
          <w:rFonts w:asciiTheme="minorHAnsi" w:hAnsiTheme="minorHAnsi" w:cstheme="minorHAnsi"/>
          <w:b/>
          <w:sz w:val="28"/>
          <w:szCs w:val="28"/>
        </w:rPr>
        <w:t>, oblast Ostrava</w:t>
      </w:r>
    </w:p>
    <w:p w:rsidR="00007105" w:rsidRPr="007232C2" w:rsidRDefault="00007105" w:rsidP="00007105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007105" w:rsidRPr="007232C2" w:rsidRDefault="00007105" w:rsidP="00007105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007105" w:rsidRPr="007232C2" w:rsidTr="00007105">
        <w:tc>
          <w:tcPr>
            <w:tcW w:w="717" w:type="dxa"/>
            <w:vAlign w:val="center"/>
          </w:tcPr>
          <w:p w:rsidR="00007105" w:rsidRPr="007232C2" w:rsidRDefault="00007105" w:rsidP="00007105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007105" w:rsidRPr="007232C2" w:rsidRDefault="00007105" w:rsidP="00007105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007105" w:rsidRPr="007232C2" w:rsidRDefault="00007105" w:rsidP="00007105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007105" w:rsidRPr="007232C2" w:rsidRDefault="00007105" w:rsidP="00007105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007105" w:rsidRPr="007232C2" w:rsidTr="00007105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105" w:rsidRPr="007232C2" w:rsidRDefault="00D91CD4" w:rsidP="00007105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</w:t>
            </w:r>
            <w:r w:rsidR="00007105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105" w:rsidRPr="007232C2" w:rsidRDefault="00007105" w:rsidP="00007105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Strážný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105" w:rsidRPr="007232C2" w:rsidRDefault="00007105" w:rsidP="00007105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105" w:rsidRPr="007232C2" w:rsidRDefault="00007105" w:rsidP="00FD1A5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5</w:t>
            </w:r>
            <w:r w:rsidR="00FD1A5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</w:t>
            </w:r>
            <w:r w:rsidR="007C0F9D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</w:t>
            </w:r>
          </w:p>
        </w:tc>
      </w:tr>
    </w:tbl>
    <w:p w:rsidR="00007105" w:rsidRPr="007232C2" w:rsidRDefault="00007105" w:rsidP="00007105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007105" w:rsidRPr="007232C2" w:rsidRDefault="00007105" w:rsidP="00007105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007105" w:rsidRPr="007232C2" w:rsidRDefault="00007105" w:rsidP="00007105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007105" w:rsidRPr="00065710" w:rsidRDefault="00007105" w:rsidP="00E6308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2 </w:t>
      </w:r>
      <w:r w:rsidR="007C0F9D">
        <w:rPr>
          <w:rFonts w:asciiTheme="minorHAnsi" w:hAnsiTheme="minorHAnsi" w:cstheme="minorHAnsi"/>
          <w:b/>
          <w:sz w:val="20"/>
          <w:szCs w:val="20"/>
        </w:rPr>
        <w:t>367 0</w:t>
      </w:r>
      <w:r w:rsidRPr="007232C2">
        <w:rPr>
          <w:rFonts w:asciiTheme="minorHAnsi" w:hAnsiTheme="minorHAnsi" w:cstheme="minorHAnsi"/>
          <w:b/>
          <w:sz w:val="20"/>
          <w:szCs w:val="20"/>
        </w:rPr>
        <w:t>00,- Kč.</w:t>
      </w:r>
    </w:p>
    <w:p w:rsidR="00007105" w:rsidRPr="007232C2" w:rsidRDefault="00007105" w:rsidP="00E6308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9A4553" w:rsidRDefault="009A4553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007105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</w:t>
      </w:r>
      <w:r w:rsidR="00007105" w:rsidRPr="007232C2">
        <w:rPr>
          <w:rFonts w:asciiTheme="minorHAnsi" w:hAnsiTheme="minorHAnsi" w:cstheme="minorHAnsi"/>
          <w:sz w:val="20"/>
          <w:szCs w:val="20"/>
        </w:rPr>
        <w:t>, nebo</w:t>
      </w:r>
    </w:p>
    <w:p w:rsidR="00007105" w:rsidRPr="007232C2" w:rsidRDefault="00007105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007105" w:rsidRPr="007232C2" w:rsidRDefault="00007105" w:rsidP="00E6308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007105" w:rsidRPr="007232C2" w:rsidRDefault="002B7EA6" w:rsidP="00E6308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007105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Strážný (kód: 68-008-E), viz </w:t>
      </w:r>
      <w:hyperlink r:id="rId9" w:history="1">
        <w:r w:rsidR="00007105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007105" w:rsidRPr="007232C2">
        <w:rPr>
          <w:rFonts w:asciiTheme="minorHAnsi" w:hAnsiTheme="minorHAnsi" w:cstheme="minorHAnsi"/>
          <w:sz w:val="20"/>
          <w:szCs w:val="20"/>
        </w:rPr>
        <w:t>.</w:t>
      </w:r>
    </w:p>
    <w:p w:rsidR="00007105" w:rsidRPr="007232C2" w:rsidRDefault="00007105" w:rsidP="00E6308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007105" w:rsidRDefault="00007105" w:rsidP="00E6308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Výuka nepře</w:t>
      </w:r>
      <w:r w:rsidR="00A20039">
        <w:rPr>
          <w:rFonts w:asciiTheme="minorHAnsi" w:hAnsiTheme="minorHAnsi" w:cstheme="minorHAnsi"/>
          <w:sz w:val="20"/>
          <w:szCs w:val="20"/>
        </w:rPr>
        <w:t>sáhne 8 vyučovacích hodin denně</w:t>
      </w:r>
      <w:r w:rsidR="002B7EA6">
        <w:rPr>
          <w:rFonts w:asciiTheme="minorHAnsi" w:hAnsiTheme="minorHAnsi" w:cstheme="minorHAnsi"/>
          <w:sz w:val="20"/>
          <w:szCs w:val="20"/>
        </w:rPr>
        <w:t>.</w:t>
      </w:r>
      <w:r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91CD4" w:rsidRPr="00D91CD4" w:rsidRDefault="00D91CD4" w:rsidP="00E6308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91CD4">
        <w:rPr>
          <w:rFonts w:asciiTheme="minorHAnsi" w:hAnsiTheme="minorHAnsi" w:cstheme="minorHAnsi"/>
          <w:sz w:val="20"/>
          <w:szCs w:val="20"/>
        </w:rPr>
        <w:t>Celková délka kurzu nepřesáhne 10 pracovních dnů.</w:t>
      </w:r>
    </w:p>
    <w:p w:rsidR="00007105" w:rsidRPr="007232C2" w:rsidRDefault="00007105" w:rsidP="00E6308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8 osob </w:t>
      </w:r>
    </w:p>
    <w:p w:rsidR="00007105" w:rsidRPr="007232C2" w:rsidRDefault="00007105" w:rsidP="00007105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maximální počet účastníků v rekvalifikačním kurzu: 12 osob</w:t>
      </w:r>
    </w:p>
    <w:p w:rsidR="00007105" w:rsidRPr="007232C2" w:rsidRDefault="00007105" w:rsidP="00E6308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 ve městě Ostrava.</w:t>
      </w:r>
    </w:p>
    <w:p w:rsidR="00D91CD4" w:rsidRDefault="00007105" w:rsidP="00E6308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 rekvalifikací budou zařazování uchazeči především z okresů Ostrava, Frýdek-Místek, Nový Jičín a Opava.</w:t>
      </w:r>
    </w:p>
    <w:p w:rsidR="00007105" w:rsidRPr="00D91CD4" w:rsidRDefault="00D91CD4" w:rsidP="00D91CD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EC1B15" w:rsidRPr="007232C2" w:rsidRDefault="00D91CD4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Část 2</w:t>
      </w:r>
      <w:r w:rsidR="00EC1B15" w:rsidRPr="007232C2">
        <w:rPr>
          <w:rFonts w:asciiTheme="minorHAnsi" w:hAnsiTheme="minorHAnsi" w:cstheme="minorHAnsi"/>
          <w:b/>
          <w:sz w:val="28"/>
          <w:szCs w:val="28"/>
        </w:rPr>
        <w:t xml:space="preserve">.: Rekvalifikační kurz </w:t>
      </w:r>
      <w:r w:rsidR="00EC1B15" w:rsidRPr="00007105">
        <w:rPr>
          <w:rFonts w:asciiTheme="minorHAnsi" w:hAnsiTheme="minorHAnsi" w:cstheme="minorHAnsi"/>
          <w:b/>
          <w:sz w:val="28"/>
          <w:szCs w:val="28"/>
        </w:rPr>
        <w:t>Strážný</w:t>
      </w:r>
      <w:r w:rsidR="00EC1B15" w:rsidRPr="007232C2">
        <w:rPr>
          <w:rFonts w:asciiTheme="minorHAnsi" w:hAnsiTheme="minorHAnsi" w:cstheme="minorHAnsi"/>
          <w:b/>
          <w:sz w:val="28"/>
          <w:szCs w:val="28"/>
        </w:rPr>
        <w:t>, oblast Bruntál</w:t>
      </w:r>
    </w:p>
    <w:p w:rsidR="00EC1B15" w:rsidRPr="007232C2" w:rsidRDefault="00EC1B1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EC1B15" w:rsidRPr="007232C2" w:rsidRDefault="00EC1B15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EC1B15" w:rsidRPr="007232C2" w:rsidTr="00B540CC">
        <w:tc>
          <w:tcPr>
            <w:tcW w:w="717" w:type="dxa"/>
            <w:vAlign w:val="center"/>
          </w:tcPr>
          <w:p w:rsidR="00EC1B15" w:rsidRPr="007232C2" w:rsidRDefault="00EC1B1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EC1B15" w:rsidRPr="007232C2" w:rsidRDefault="00EC1B1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EC1B15" w:rsidRPr="007232C2" w:rsidRDefault="00EC1B1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EC1B15" w:rsidRPr="007232C2" w:rsidRDefault="00EC1B1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EC1B15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15" w:rsidRPr="007232C2" w:rsidRDefault="00D91CD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</w:t>
            </w:r>
            <w:r w:rsidR="00EC1B15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15" w:rsidRPr="007232C2" w:rsidRDefault="00EC1B1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Strážný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15" w:rsidRPr="007232C2" w:rsidRDefault="00EC1B1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15" w:rsidRPr="007232C2" w:rsidRDefault="00EC1B1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</w:tr>
    </w:tbl>
    <w:p w:rsidR="00EC1B15" w:rsidRPr="007232C2" w:rsidRDefault="00EC1B15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EC1B15" w:rsidRPr="007232C2" w:rsidRDefault="00EC1B1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EC1B15" w:rsidRPr="007232C2" w:rsidRDefault="00EC1B1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EC1B15" w:rsidRDefault="00EC1B15" w:rsidP="0006571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240" w:line="240" w:lineRule="auto"/>
        <w:ind w:left="714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D91CD4">
        <w:rPr>
          <w:rFonts w:asciiTheme="minorHAnsi" w:hAnsiTheme="minorHAnsi" w:cstheme="minorHAnsi"/>
          <w:b/>
          <w:sz w:val="20"/>
          <w:szCs w:val="20"/>
        </w:rPr>
        <w:t>900 000,- Kč.</w:t>
      </w:r>
    </w:p>
    <w:p w:rsidR="00EC1B15" w:rsidRPr="007232C2" w:rsidRDefault="00EC1B15" w:rsidP="0006571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BD02AF" w:rsidRDefault="00BD02AF" w:rsidP="00BD02AF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936599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936599" w:rsidRPr="007232C2" w:rsidRDefault="00936599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EC1B15" w:rsidRPr="007232C2" w:rsidRDefault="00EC1B15" w:rsidP="0006571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EC1B15" w:rsidRPr="007232C2" w:rsidRDefault="002B7EA6" w:rsidP="0006571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EC1B15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</w:t>
      </w:r>
      <w:r w:rsidR="00DA6F9B" w:rsidRPr="007232C2">
        <w:rPr>
          <w:rFonts w:asciiTheme="minorHAnsi" w:hAnsiTheme="minorHAnsi" w:cstheme="minorHAnsi"/>
          <w:sz w:val="20"/>
          <w:szCs w:val="20"/>
        </w:rPr>
        <w:t xml:space="preserve"> Strážný (kód: 68-008-E)</w:t>
      </w:r>
      <w:r w:rsidR="00EC1B15" w:rsidRPr="007232C2">
        <w:rPr>
          <w:rFonts w:asciiTheme="minorHAnsi" w:hAnsiTheme="minorHAnsi" w:cstheme="minorHAnsi"/>
          <w:sz w:val="20"/>
          <w:szCs w:val="20"/>
        </w:rPr>
        <w:t xml:space="preserve">, viz </w:t>
      </w:r>
      <w:hyperlink r:id="rId10" w:history="1">
        <w:r w:rsidR="00EC1B15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EC1B15" w:rsidRPr="007232C2">
        <w:rPr>
          <w:rFonts w:asciiTheme="minorHAnsi" w:hAnsiTheme="minorHAnsi" w:cstheme="minorHAnsi"/>
          <w:sz w:val="20"/>
          <w:szCs w:val="20"/>
        </w:rPr>
        <w:t>.</w:t>
      </w:r>
    </w:p>
    <w:p w:rsidR="00DA6F9B" w:rsidRPr="007232C2" w:rsidRDefault="00DA6F9B" w:rsidP="0006571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Závěrečnou zkoušku </w:t>
      </w:r>
      <w:r w:rsidR="0022639A" w:rsidRPr="007232C2">
        <w:rPr>
          <w:rFonts w:asciiTheme="minorHAnsi" w:hAnsiTheme="minorHAnsi" w:cstheme="minorHAnsi"/>
          <w:sz w:val="20"/>
          <w:szCs w:val="20"/>
        </w:rPr>
        <w:t xml:space="preserve">dle hodnotícího standardu </w:t>
      </w:r>
      <w:r w:rsidRPr="007232C2">
        <w:rPr>
          <w:rFonts w:asciiTheme="minorHAnsi" w:hAnsiTheme="minorHAnsi" w:cstheme="minorHAnsi"/>
          <w:sz w:val="20"/>
          <w:szCs w:val="20"/>
        </w:rPr>
        <w:t>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>Náklady na tuto zkoušku budou součástí ceny za rekvalifikaci.</w:t>
      </w:r>
      <w:r w:rsidR="00DB58F3"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A6F9B" w:rsidRDefault="00DA6F9B" w:rsidP="0006571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Výuka nepřesáhn</w:t>
      </w:r>
      <w:r w:rsidR="00A20039">
        <w:rPr>
          <w:rFonts w:asciiTheme="minorHAnsi" w:hAnsiTheme="minorHAnsi" w:cstheme="minorHAnsi"/>
          <w:sz w:val="20"/>
          <w:szCs w:val="20"/>
        </w:rPr>
        <w:t>e 8 vyučovacích hodin denně,</w:t>
      </w:r>
      <w:r w:rsidR="00A20039" w:rsidRPr="00A20039">
        <w:rPr>
          <w:rFonts w:asciiTheme="minorHAnsi" w:hAnsiTheme="minorHAnsi" w:cstheme="minorHAnsi"/>
          <w:sz w:val="20"/>
          <w:szCs w:val="20"/>
        </w:rPr>
        <w:t xml:space="preserve"> </w:t>
      </w:r>
      <w:r w:rsidR="00A20039">
        <w:rPr>
          <w:rFonts w:asciiTheme="minorHAnsi" w:hAnsiTheme="minorHAnsi" w:cstheme="minorHAnsi"/>
          <w:sz w:val="20"/>
          <w:szCs w:val="20"/>
        </w:rPr>
        <w:t>přičemž výuka bude ukončena nejpozději v 15 hodin.</w:t>
      </w:r>
    </w:p>
    <w:p w:rsidR="00D91CD4" w:rsidRPr="00D91CD4" w:rsidRDefault="00D91CD4" w:rsidP="00D91CD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91CD4">
        <w:rPr>
          <w:rFonts w:asciiTheme="minorHAnsi" w:hAnsiTheme="minorHAnsi" w:cstheme="minorHAnsi"/>
          <w:sz w:val="20"/>
          <w:szCs w:val="20"/>
        </w:rPr>
        <w:t>Celková délka kurzu nepřesáhne 10 pracovních dnů.</w:t>
      </w:r>
    </w:p>
    <w:p w:rsidR="000A4F25" w:rsidRPr="007232C2" w:rsidRDefault="00DA6F9B" w:rsidP="0006571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22639A" w:rsidRPr="007232C2">
        <w:rPr>
          <w:rFonts w:asciiTheme="minorHAnsi" w:hAnsiTheme="minorHAnsi" w:cstheme="minorHAnsi"/>
          <w:sz w:val="20"/>
          <w:szCs w:val="20"/>
        </w:rPr>
        <w:t>8</w:t>
      </w:r>
      <w:r w:rsidR="000A4F25" w:rsidRPr="007232C2">
        <w:rPr>
          <w:rFonts w:asciiTheme="minorHAnsi" w:hAnsiTheme="minorHAnsi" w:cstheme="minorHAnsi"/>
          <w:sz w:val="20"/>
          <w:szCs w:val="20"/>
        </w:rPr>
        <w:t xml:space="preserve"> osob</w:t>
      </w:r>
    </w:p>
    <w:p w:rsidR="00EC1B15" w:rsidRPr="007232C2" w:rsidRDefault="000A4F25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</w:t>
      </w:r>
      <w:r w:rsidR="00DA6F9B" w:rsidRPr="007232C2">
        <w:rPr>
          <w:rFonts w:asciiTheme="minorHAnsi" w:hAnsiTheme="minorHAnsi" w:cstheme="minorHAnsi"/>
          <w:sz w:val="20"/>
          <w:szCs w:val="20"/>
        </w:rPr>
        <w:t xml:space="preserve">aximální počet účastníků v rekvalifikačním kurzu: </w:t>
      </w:r>
      <w:r w:rsidR="0022639A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="00DA6F9B"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DA6F9B" w:rsidRPr="007232C2" w:rsidRDefault="00DA6F9B" w:rsidP="0006571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0A182E" w:rsidRPr="007232C2">
        <w:rPr>
          <w:rFonts w:asciiTheme="minorHAnsi" w:hAnsiTheme="minorHAnsi" w:cstheme="minorHAnsi"/>
          <w:sz w:val="20"/>
          <w:szCs w:val="20"/>
        </w:rPr>
        <w:t xml:space="preserve"> </w:t>
      </w:r>
      <w:r w:rsidR="0022639A" w:rsidRPr="007232C2">
        <w:rPr>
          <w:rFonts w:asciiTheme="minorHAnsi" w:hAnsiTheme="minorHAnsi" w:cstheme="minorHAnsi"/>
          <w:sz w:val="20"/>
          <w:szCs w:val="20"/>
        </w:rPr>
        <w:t>v okrese Bruntál.</w:t>
      </w:r>
    </w:p>
    <w:p w:rsidR="007232C2" w:rsidRDefault="007232C2" w:rsidP="0006571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:rsidR="00DA6F9B" w:rsidRPr="007232C2" w:rsidRDefault="00D91CD4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Část 3</w:t>
      </w:r>
      <w:r w:rsidR="00DA6F9B" w:rsidRPr="007232C2">
        <w:rPr>
          <w:rFonts w:asciiTheme="minorHAnsi" w:hAnsiTheme="minorHAnsi" w:cstheme="minorHAnsi"/>
          <w:b/>
          <w:sz w:val="28"/>
          <w:szCs w:val="28"/>
        </w:rPr>
        <w:t xml:space="preserve">.: Rekvalifikační kurz </w:t>
      </w:r>
      <w:r w:rsidR="00DA6F9B" w:rsidRPr="00007105">
        <w:rPr>
          <w:rFonts w:asciiTheme="minorHAnsi" w:hAnsiTheme="minorHAnsi" w:cstheme="minorHAnsi"/>
          <w:b/>
          <w:sz w:val="28"/>
          <w:szCs w:val="28"/>
        </w:rPr>
        <w:t>Strážný</w:t>
      </w:r>
      <w:r w:rsidR="00DA6F9B" w:rsidRPr="007232C2">
        <w:rPr>
          <w:rFonts w:asciiTheme="minorHAnsi" w:hAnsiTheme="minorHAnsi" w:cstheme="minorHAnsi"/>
          <w:b/>
          <w:sz w:val="28"/>
          <w:szCs w:val="28"/>
        </w:rPr>
        <w:t>, oblast Karviná</w:t>
      </w:r>
    </w:p>
    <w:p w:rsidR="00DA6F9B" w:rsidRPr="007232C2" w:rsidRDefault="00DA6F9B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A6F9B" w:rsidRPr="007232C2" w:rsidRDefault="00DA6F9B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A6F9B" w:rsidRPr="007232C2" w:rsidTr="00B540CC">
        <w:tc>
          <w:tcPr>
            <w:tcW w:w="717" w:type="dxa"/>
            <w:vAlign w:val="center"/>
          </w:tcPr>
          <w:p w:rsidR="00DA6F9B" w:rsidRPr="007232C2" w:rsidRDefault="00DA6F9B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A6F9B" w:rsidRPr="007232C2" w:rsidRDefault="00DA6F9B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A6F9B" w:rsidRPr="007232C2" w:rsidRDefault="00DA6F9B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A6F9B" w:rsidRPr="007232C2" w:rsidRDefault="00DA6F9B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A6F9B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9B" w:rsidRPr="007232C2" w:rsidRDefault="00D91CD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</w:t>
            </w:r>
            <w:r w:rsidR="00DA6F9B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9B" w:rsidRPr="007232C2" w:rsidRDefault="00DA6F9B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Strážný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9B" w:rsidRPr="007232C2" w:rsidRDefault="00DA6F9B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9B" w:rsidRPr="007232C2" w:rsidRDefault="00DA6F9B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160</w:t>
            </w:r>
          </w:p>
        </w:tc>
      </w:tr>
    </w:tbl>
    <w:p w:rsidR="00DA6F9B" w:rsidRPr="007232C2" w:rsidRDefault="00DA6F9B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A6F9B" w:rsidRPr="007232C2" w:rsidRDefault="00DA6F9B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A6F9B" w:rsidRPr="007232C2" w:rsidRDefault="00DA6F9B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A6F9B" w:rsidRPr="00065710" w:rsidRDefault="00DA6F9B" w:rsidP="00E630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800 000,- Kč.</w:t>
      </w:r>
    </w:p>
    <w:p w:rsidR="00DA6F9B" w:rsidRPr="007232C2" w:rsidRDefault="00DA6F9B" w:rsidP="00E630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BD02AF" w:rsidRDefault="00BD02AF" w:rsidP="00BD02AF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22639A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22639A" w:rsidRPr="007232C2" w:rsidRDefault="0022639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DA6F9B" w:rsidRPr="007232C2" w:rsidRDefault="00DA6F9B" w:rsidP="00E630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DA6F9B" w:rsidRPr="007232C2" w:rsidRDefault="002B7EA6" w:rsidP="00E630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DA6F9B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Strážný (kód: 68-008-E), viz </w:t>
      </w:r>
      <w:hyperlink r:id="rId11" w:history="1">
        <w:r w:rsidR="00DA6F9B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DA6F9B" w:rsidRPr="007232C2">
        <w:rPr>
          <w:rFonts w:asciiTheme="minorHAnsi" w:hAnsiTheme="minorHAnsi" w:cstheme="minorHAnsi"/>
          <w:sz w:val="20"/>
          <w:szCs w:val="20"/>
        </w:rPr>
        <w:t>.</w:t>
      </w:r>
    </w:p>
    <w:p w:rsidR="00DA6F9B" w:rsidRPr="007232C2" w:rsidRDefault="007D14D5" w:rsidP="00E630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DA6F9B" w:rsidRDefault="00DA6F9B" w:rsidP="00E630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310835" w:rsidRPr="00D91CD4" w:rsidRDefault="00310835" w:rsidP="00E630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91CD4">
        <w:rPr>
          <w:rFonts w:asciiTheme="minorHAnsi" w:hAnsiTheme="minorHAnsi" w:cstheme="minorHAnsi"/>
          <w:sz w:val="20"/>
          <w:szCs w:val="20"/>
        </w:rPr>
        <w:t>Celková délka kurzu nepřesáhne 10 pracovních dnů.</w:t>
      </w:r>
    </w:p>
    <w:p w:rsidR="00DA6F9B" w:rsidRPr="007232C2" w:rsidRDefault="00DA6F9B" w:rsidP="00E630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8 osob </w:t>
      </w:r>
    </w:p>
    <w:p w:rsidR="00DA6F9B" w:rsidRPr="007232C2" w:rsidRDefault="00DA6F9B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22639A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DA6F9B" w:rsidRPr="007232C2" w:rsidRDefault="00DA6F9B" w:rsidP="00E630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 ve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městě Karviná</w:t>
      </w:r>
      <w:r w:rsidR="008314CC">
        <w:rPr>
          <w:rFonts w:asciiTheme="minorHAnsi" w:hAnsiTheme="minorHAnsi" w:cstheme="minorHAnsi"/>
          <w:sz w:val="20"/>
          <w:szCs w:val="20"/>
        </w:rPr>
        <w:t>.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7232C2" w:rsidRDefault="007232C2" w:rsidP="0006571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:rsidR="00D91CD4" w:rsidRPr="007232C2" w:rsidRDefault="00D91CD4" w:rsidP="00D91CD4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Část 4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Ošetřovatel</w:t>
      </w:r>
      <w:r w:rsidRPr="007232C2">
        <w:rPr>
          <w:rFonts w:asciiTheme="minorHAnsi" w:hAnsiTheme="minorHAnsi" w:cstheme="minorHAnsi"/>
          <w:b/>
          <w:sz w:val="28"/>
          <w:szCs w:val="28"/>
        </w:rPr>
        <w:t>, oblast Ostrava</w:t>
      </w:r>
    </w:p>
    <w:p w:rsidR="00D91CD4" w:rsidRPr="007232C2" w:rsidRDefault="00D91CD4" w:rsidP="00D91CD4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91CD4" w:rsidRPr="007232C2" w:rsidRDefault="00D91CD4" w:rsidP="00D91CD4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91CD4" w:rsidRPr="007232C2" w:rsidTr="00F339C8">
        <w:tc>
          <w:tcPr>
            <w:tcW w:w="717" w:type="dxa"/>
            <w:vAlign w:val="center"/>
          </w:tcPr>
          <w:p w:rsidR="00D91CD4" w:rsidRPr="007232C2" w:rsidRDefault="00D91CD4" w:rsidP="00F339C8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91CD4" w:rsidRPr="007232C2" w:rsidRDefault="00D91CD4" w:rsidP="00F339C8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91CD4" w:rsidRPr="007232C2" w:rsidRDefault="00D91CD4" w:rsidP="00F339C8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91CD4" w:rsidRPr="007232C2" w:rsidRDefault="00D91CD4" w:rsidP="00F339C8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91CD4" w:rsidRPr="007232C2" w:rsidTr="00F339C8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CD4" w:rsidRPr="007232C2" w:rsidRDefault="00D91CD4" w:rsidP="00F339C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</w:t>
            </w: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CD4" w:rsidRPr="007232C2" w:rsidRDefault="00D91CD4" w:rsidP="00F339C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Ošetřovatel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CD4" w:rsidRPr="007232C2" w:rsidRDefault="00D91CD4" w:rsidP="00F339C8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CD4" w:rsidRPr="007232C2" w:rsidRDefault="00D91CD4" w:rsidP="00F339C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28</w:t>
            </w: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0</w:t>
            </w:r>
          </w:p>
        </w:tc>
      </w:tr>
    </w:tbl>
    <w:p w:rsidR="00D91CD4" w:rsidRPr="007232C2" w:rsidRDefault="00D91CD4" w:rsidP="00D91CD4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91CD4" w:rsidRPr="007232C2" w:rsidRDefault="00D91CD4" w:rsidP="00D91CD4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91CD4" w:rsidRPr="007232C2" w:rsidRDefault="00D91CD4" w:rsidP="00D91CD4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91CD4" w:rsidRPr="00065710" w:rsidRDefault="00D91CD4" w:rsidP="00E6308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>
        <w:rPr>
          <w:rFonts w:asciiTheme="minorHAnsi" w:hAnsiTheme="minorHAnsi" w:cstheme="minorHAnsi"/>
          <w:b/>
          <w:sz w:val="20"/>
          <w:szCs w:val="20"/>
        </w:rPr>
        <w:t>4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2</w:t>
      </w:r>
      <w:r w:rsidRPr="007232C2">
        <w:rPr>
          <w:rFonts w:asciiTheme="minorHAnsi" w:hAnsiTheme="minorHAnsi" w:cstheme="minorHAnsi"/>
          <w:b/>
          <w:sz w:val="20"/>
          <w:szCs w:val="20"/>
        </w:rPr>
        <w:t>00 000,- Kč.</w:t>
      </w:r>
    </w:p>
    <w:p w:rsidR="00D91CD4" w:rsidRPr="007232C2" w:rsidRDefault="00D91CD4" w:rsidP="00E6308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D91CD4" w:rsidRDefault="002B7EA6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ind w:left="1077" w:hanging="357"/>
        <w:contextualSpacing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</w:t>
      </w:r>
      <w:r w:rsidR="00D91CD4" w:rsidRPr="007232C2">
        <w:rPr>
          <w:rFonts w:asciiTheme="minorHAnsi" w:hAnsiTheme="minorHAnsi" w:cstheme="minorHAnsi"/>
          <w:sz w:val="20"/>
          <w:szCs w:val="20"/>
        </w:rPr>
        <w:t xml:space="preserve">inisterstva zdravotnictví dle zákona č. 96/2004, </w:t>
      </w:r>
      <w:r w:rsidR="00D91CD4" w:rsidRPr="007232C2">
        <w:rPr>
          <w:rFonts w:asciiTheme="minorHAnsi" w:eastAsiaTheme="minorHAnsi" w:hAnsiTheme="minorHAnsi" w:cstheme="minorHAnsi"/>
          <w:sz w:val="20"/>
          <w:szCs w:val="20"/>
        </w:rPr>
        <w:t>o podmínkách získávání a uznávání způsobilosti k výkonu nelékařských zdravotnických povolání a k výkonu činností souvisejících s poskytováním zdravotní péče a o změně některých souvisejících zákonů (zákon o nelékařských zdravotnických povoláních), ve znění pozdějších předpisů</w:t>
      </w:r>
    </w:p>
    <w:p w:rsidR="00D91CD4" w:rsidRPr="007232C2" w:rsidRDefault="00D91CD4" w:rsidP="00E6308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D91CD4" w:rsidRPr="007232C2" w:rsidRDefault="002B7EA6" w:rsidP="00E6308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D91CD4" w:rsidRPr="007232C2">
        <w:rPr>
          <w:rFonts w:asciiTheme="minorHAnsi" w:hAnsiTheme="minorHAnsi" w:cstheme="minorHAnsi"/>
          <w:sz w:val="20"/>
          <w:szCs w:val="20"/>
        </w:rPr>
        <w:t xml:space="preserve"> je dán vzdělávacím programem uveřejněným ve Věstníku Ministerstva zdravotnictví, viz internetové stránky Ministerstva zdravotnictví ČR</w:t>
      </w:r>
    </w:p>
    <w:p w:rsidR="00D91CD4" w:rsidRPr="007232C2" w:rsidRDefault="00D91CD4" w:rsidP="00D91CD4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(</w:t>
      </w:r>
      <w:hyperlink r:id="rId12" w:history="1">
        <w:r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http://www.mzcr.cz/Odbornik/obsah/akreditovany-kvalifikacni-kurz_3080_3.html</w:t>
        </w:r>
      </w:hyperlink>
      <w:r w:rsidRPr="007232C2">
        <w:rPr>
          <w:rFonts w:asciiTheme="minorHAnsi" w:hAnsiTheme="minorHAnsi" w:cstheme="minorHAnsi"/>
          <w:sz w:val="20"/>
          <w:szCs w:val="20"/>
        </w:rPr>
        <w:t>).</w:t>
      </w:r>
    </w:p>
    <w:p w:rsidR="00D91CD4" w:rsidRPr="007232C2" w:rsidRDefault="00D91CD4" w:rsidP="00E6308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D91CD4" w:rsidRPr="007232C2" w:rsidRDefault="00D91CD4" w:rsidP="00E6308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 6 měsíců.</w:t>
      </w:r>
    </w:p>
    <w:p w:rsidR="00D91CD4" w:rsidRPr="007232C2" w:rsidRDefault="00D91CD4" w:rsidP="00E6308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10 osob </w:t>
      </w:r>
    </w:p>
    <w:p w:rsidR="00D91CD4" w:rsidRPr="007232C2" w:rsidRDefault="00D91CD4" w:rsidP="00D91CD4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maximální počet účastníků v rekvalifikačním kurzu: 15 osob</w:t>
      </w:r>
    </w:p>
    <w:p w:rsidR="00D91CD4" w:rsidRPr="007232C2" w:rsidRDefault="00D91CD4" w:rsidP="00E6308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 ve městě Ostrava.</w:t>
      </w:r>
    </w:p>
    <w:p w:rsidR="00D91CD4" w:rsidRDefault="00D91CD4" w:rsidP="00E6308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 rekvalifikací budou zařazování uchazeči především z okresů Ostrava, Frýdek-Místek, Nový Jičín a Opava.</w:t>
      </w:r>
    </w:p>
    <w:p w:rsidR="00D91CD4" w:rsidRDefault="00D91CD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9E5A8F" w:rsidRPr="007232C2" w:rsidRDefault="00F339C8" w:rsidP="00D91CD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Část 5</w:t>
      </w:r>
      <w:r w:rsidR="009E5A8F" w:rsidRPr="007232C2">
        <w:rPr>
          <w:rFonts w:asciiTheme="minorHAnsi" w:hAnsiTheme="minorHAnsi" w:cstheme="minorHAnsi"/>
          <w:b/>
          <w:sz w:val="28"/>
          <w:szCs w:val="28"/>
        </w:rPr>
        <w:t xml:space="preserve">.: Rekvalifikační kurz </w:t>
      </w:r>
      <w:r w:rsidR="009E5A8F" w:rsidRPr="00007105">
        <w:rPr>
          <w:rFonts w:asciiTheme="minorHAnsi" w:hAnsiTheme="minorHAnsi" w:cstheme="minorHAnsi"/>
          <w:b/>
          <w:sz w:val="28"/>
          <w:szCs w:val="28"/>
        </w:rPr>
        <w:t>Ošetřovatel</w:t>
      </w:r>
      <w:r w:rsidR="009E5A8F" w:rsidRPr="007232C2">
        <w:rPr>
          <w:rFonts w:asciiTheme="minorHAnsi" w:hAnsiTheme="minorHAnsi" w:cstheme="minorHAnsi"/>
          <w:b/>
          <w:sz w:val="28"/>
          <w:szCs w:val="28"/>
        </w:rPr>
        <w:t>, oblast Bruntál</w:t>
      </w:r>
    </w:p>
    <w:p w:rsidR="009E5A8F" w:rsidRPr="007232C2" w:rsidRDefault="009E5A8F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9E5A8F" w:rsidRPr="007232C2" w:rsidRDefault="009E5A8F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9E5A8F" w:rsidRPr="007232C2" w:rsidTr="00B540CC">
        <w:tc>
          <w:tcPr>
            <w:tcW w:w="717" w:type="dxa"/>
            <w:vAlign w:val="center"/>
          </w:tcPr>
          <w:p w:rsidR="009E5A8F" w:rsidRPr="007232C2" w:rsidRDefault="009E5A8F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9E5A8F" w:rsidRPr="007232C2" w:rsidRDefault="009E5A8F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9E5A8F" w:rsidRPr="007232C2" w:rsidRDefault="009E5A8F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9E5A8F" w:rsidRPr="007232C2" w:rsidRDefault="009E5A8F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9E5A8F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8F" w:rsidRPr="007232C2" w:rsidRDefault="00F339C8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5</w:t>
            </w:r>
            <w:r w:rsidR="009E5A8F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8F" w:rsidRPr="007232C2" w:rsidRDefault="009E5A8F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Ošetřovatel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8F" w:rsidRPr="007232C2" w:rsidRDefault="009E5A8F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A8F" w:rsidRPr="007232C2" w:rsidRDefault="009E5A8F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145</w:t>
            </w:r>
          </w:p>
        </w:tc>
      </w:tr>
    </w:tbl>
    <w:p w:rsidR="009E5A8F" w:rsidRPr="007232C2" w:rsidRDefault="009E5A8F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9E5A8F" w:rsidRPr="007232C2" w:rsidRDefault="009E5A8F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9E5A8F" w:rsidRPr="007232C2" w:rsidRDefault="009E5A8F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9E5A8F" w:rsidRPr="00065710" w:rsidRDefault="009E5A8F" w:rsidP="00E6308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2 900 000,- Kč.</w:t>
      </w:r>
    </w:p>
    <w:p w:rsidR="009E5A8F" w:rsidRPr="007232C2" w:rsidRDefault="009E5A8F" w:rsidP="00E6308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DB58F3" w:rsidRPr="007232C2" w:rsidRDefault="002B7EA6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ind w:left="1077" w:hanging="357"/>
        <w:contextualSpacing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</w:t>
      </w:r>
      <w:r w:rsidR="00DB58F3" w:rsidRPr="007232C2">
        <w:rPr>
          <w:rFonts w:asciiTheme="minorHAnsi" w:hAnsiTheme="minorHAnsi" w:cstheme="minorHAnsi"/>
          <w:sz w:val="20"/>
          <w:szCs w:val="20"/>
        </w:rPr>
        <w:t xml:space="preserve">inisterstva zdravotnictví dle zákona č. 96/2004, </w:t>
      </w:r>
      <w:r w:rsidR="00940087" w:rsidRPr="007232C2">
        <w:rPr>
          <w:rFonts w:asciiTheme="minorHAnsi" w:eastAsiaTheme="minorHAnsi" w:hAnsiTheme="minorHAnsi" w:cstheme="minorHAnsi"/>
          <w:sz w:val="20"/>
          <w:szCs w:val="20"/>
        </w:rPr>
        <w:t>o podmínkách získávání a uznávání způsobilosti k výkonu nelékařských zdravotnických povolání a k výkonu činností souvisejících s poskytováním zdravotní péče a o změně některých souvisejících zákonů (zákon o nelékařských zdravotnických povoláních), ve znění pozdějších předpisů</w:t>
      </w:r>
    </w:p>
    <w:p w:rsidR="009E5A8F" w:rsidRPr="007232C2" w:rsidRDefault="009E5A8F" w:rsidP="00E6308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Vstupní vzdělání účastníků rekvalifikací se předpokládá minimálně </w:t>
      </w:r>
      <w:r w:rsidR="00705D95" w:rsidRPr="007232C2">
        <w:rPr>
          <w:rFonts w:asciiTheme="minorHAnsi" w:hAnsiTheme="minorHAnsi" w:cstheme="minorHAnsi"/>
          <w:sz w:val="20"/>
          <w:szCs w:val="20"/>
        </w:rPr>
        <w:t>střední</w:t>
      </w:r>
      <w:r w:rsidRPr="007232C2">
        <w:rPr>
          <w:rFonts w:asciiTheme="minorHAnsi" w:hAnsiTheme="minorHAnsi" w:cstheme="minorHAnsi"/>
          <w:sz w:val="20"/>
          <w:szCs w:val="20"/>
        </w:rPr>
        <w:t>.</w:t>
      </w:r>
    </w:p>
    <w:p w:rsidR="007232C2" w:rsidRDefault="002B7EA6" w:rsidP="00E6308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9E5A8F" w:rsidRPr="007232C2">
        <w:rPr>
          <w:rFonts w:asciiTheme="minorHAnsi" w:hAnsiTheme="minorHAnsi" w:cstheme="minorHAnsi"/>
          <w:sz w:val="20"/>
          <w:szCs w:val="20"/>
        </w:rPr>
        <w:t xml:space="preserve"> </w:t>
      </w:r>
      <w:r w:rsidR="00940087" w:rsidRPr="007232C2">
        <w:rPr>
          <w:rFonts w:asciiTheme="minorHAnsi" w:hAnsiTheme="minorHAnsi" w:cstheme="minorHAnsi"/>
          <w:sz w:val="20"/>
          <w:szCs w:val="20"/>
        </w:rPr>
        <w:t>je dán vzdělávacím programem uveřejněným ve Věstn</w:t>
      </w:r>
      <w:r w:rsidR="00F303D4" w:rsidRPr="007232C2">
        <w:rPr>
          <w:rFonts w:asciiTheme="minorHAnsi" w:hAnsiTheme="minorHAnsi" w:cstheme="minorHAnsi"/>
          <w:sz w:val="20"/>
          <w:szCs w:val="20"/>
        </w:rPr>
        <w:t>íku Ministerstva zdravotnictví, viz internetové stránky Ministerstva zdravotnictví ČR</w:t>
      </w:r>
      <w:r w:rsid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E5A8F" w:rsidRPr="007232C2" w:rsidRDefault="00F303D4" w:rsidP="00065710">
      <w:pPr>
        <w:pStyle w:val="Odstavecseseznamem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(</w:t>
      </w:r>
      <w:hyperlink r:id="rId13" w:history="1">
        <w:r w:rsidR="002363B5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http://www.mzcr.cz/Odbornik/obsah/akreditovany-kvalifikacni-kurz_3080_3.html</w:t>
        </w:r>
      </w:hyperlink>
      <w:r w:rsidRPr="007232C2">
        <w:rPr>
          <w:rFonts w:asciiTheme="minorHAnsi" w:hAnsiTheme="minorHAnsi" w:cstheme="minorHAnsi"/>
          <w:sz w:val="20"/>
          <w:szCs w:val="20"/>
        </w:rPr>
        <w:t>)</w:t>
      </w:r>
      <w:r w:rsidR="002363B5" w:rsidRPr="007232C2">
        <w:rPr>
          <w:rFonts w:asciiTheme="minorHAnsi" w:hAnsiTheme="minorHAnsi" w:cstheme="minorHAnsi"/>
          <w:sz w:val="20"/>
          <w:szCs w:val="20"/>
        </w:rPr>
        <w:t>.</w:t>
      </w:r>
    </w:p>
    <w:p w:rsidR="009E5A8F" w:rsidRPr="007232C2" w:rsidRDefault="009E5A8F" w:rsidP="00E6308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705D95" w:rsidRPr="007232C2" w:rsidRDefault="00063B84" w:rsidP="00E6308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 6 měsíců.</w:t>
      </w:r>
    </w:p>
    <w:p w:rsidR="009E5A8F" w:rsidRPr="007232C2" w:rsidRDefault="009E5A8F" w:rsidP="00E6308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063B84" w:rsidRPr="007232C2">
        <w:rPr>
          <w:rFonts w:asciiTheme="minorHAnsi" w:hAnsiTheme="minorHAnsi" w:cstheme="minorHAnsi"/>
          <w:sz w:val="20"/>
          <w:szCs w:val="20"/>
        </w:rPr>
        <w:t>10</w:t>
      </w:r>
      <w:r w:rsidRPr="007232C2">
        <w:rPr>
          <w:rFonts w:asciiTheme="minorHAnsi" w:hAnsiTheme="minorHAnsi" w:cstheme="minorHAnsi"/>
          <w:sz w:val="20"/>
          <w:szCs w:val="20"/>
        </w:rPr>
        <w:t xml:space="preserve"> osob </w:t>
      </w:r>
    </w:p>
    <w:p w:rsidR="009E5A8F" w:rsidRPr="007232C2" w:rsidRDefault="009E5A8F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15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9E5A8F" w:rsidRPr="007232C2" w:rsidRDefault="009E5A8F" w:rsidP="00E6308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v okrese Bruntál.</w:t>
      </w:r>
    </w:p>
    <w:p w:rsidR="007232C2" w:rsidRDefault="007232C2" w:rsidP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705D95" w:rsidRPr="007232C2" w:rsidRDefault="00F339C8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Část 6</w:t>
      </w:r>
      <w:r w:rsidR="00705D95" w:rsidRPr="007232C2">
        <w:rPr>
          <w:rFonts w:asciiTheme="minorHAnsi" w:hAnsiTheme="minorHAnsi" w:cstheme="minorHAnsi"/>
          <w:b/>
          <w:sz w:val="28"/>
          <w:szCs w:val="28"/>
        </w:rPr>
        <w:t xml:space="preserve">.: Rekvalifikační kurz </w:t>
      </w:r>
      <w:r w:rsidR="00705D95" w:rsidRPr="00007105">
        <w:rPr>
          <w:rFonts w:asciiTheme="minorHAnsi" w:hAnsiTheme="minorHAnsi" w:cstheme="minorHAnsi"/>
          <w:b/>
          <w:sz w:val="28"/>
          <w:szCs w:val="28"/>
        </w:rPr>
        <w:t>Ošetřovatel</w:t>
      </w:r>
      <w:r w:rsidR="00705D95" w:rsidRPr="007232C2">
        <w:rPr>
          <w:rFonts w:asciiTheme="minorHAnsi" w:hAnsiTheme="minorHAnsi" w:cstheme="minorHAnsi"/>
          <w:b/>
          <w:sz w:val="28"/>
          <w:szCs w:val="28"/>
        </w:rPr>
        <w:t>, oblast Karviná</w:t>
      </w:r>
    </w:p>
    <w:p w:rsidR="00705D95" w:rsidRPr="007232C2" w:rsidRDefault="00705D9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705D95" w:rsidRPr="007232C2" w:rsidRDefault="00705D95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705D95" w:rsidRPr="007232C2" w:rsidTr="00B540CC">
        <w:tc>
          <w:tcPr>
            <w:tcW w:w="717" w:type="dxa"/>
            <w:vAlign w:val="center"/>
          </w:tcPr>
          <w:p w:rsidR="00705D95" w:rsidRPr="007232C2" w:rsidRDefault="00705D9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705D95" w:rsidRPr="007232C2" w:rsidRDefault="00705D9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705D95" w:rsidRPr="007232C2" w:rsidRDefault="00705D9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705D95" w:rsidRPr="007232C2" w:rsidRDefault="00705D9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705D95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95" w:rsidRPr="007232C2" w:rsidRDefault="00C34F5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</w:t>
            </w:r>
            <w:r w:rsidR="00705D95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95" w:rsidRPr="007232C2" w:rsidRDefault="00705D9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Ošetřovatel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95" w:rsidRPr="007232C2" w:rsidRDefault="00705D9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95" w:rsidRPr="007232C2" w:rsidRDefault="00705D9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64</w:t>
            </w:r>
          </w:p>
        </w:tc>
      </w:tr>
    </w:tbl>
    <w:p w:rsidR="00705D95" w:rsidRPr="007232C2" w:rsidRDefault="00705D95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705D95" w:rsidRPr="007232C2" w:rsidRDefault="00705D9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705D95" w:rsidRPr="007232C2" w:rsidRDefault="00705D9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705D95" w:rsidRPr="007232C2" w:rsidRDefault="00705D95" w:rsidP="00E6308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960 000,- Kč.</w:t>
      </w:r>
    </w:p>
    <w:p w:rsidR="00705D95" w:rsidRPr="007232C2" w:rsidRDefault="00705D95" w:rsidP="00E6308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940087" w:rsidRDefault="002B7EA6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ind w:left="1077" w:hanging="357"/>
        <w:contextualSpacing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</w:t>
      </w:r>
      <w:r w:rsidR="00940087" w:rsidRPr="007232C2">
        <w:rPr>
          <w:rFonts w:asciiTheme="minorHAnsi" w:hAnsiTheme="minorHAnsi" w:cstheme="minorHAnsi"/>
          <w:sz w:val="20"/>
          <w:szCs w:val="20"/>
        </w:rPr>
        <w:t xml:space="preserve">inisterstva zdravotnictví dle zákona č. 96/2004, </w:t>
      </w:r>
      <w:r w:rsidR="00940087" w:rsidRPr="007232C2">
        <w:rPr>
          <w:rFonts w:asciiTheme="minorHAnsi" w:eastAsiaTheme="minorHAnsi" w:hAnsiTheme="minorHAnsi" w:cstheme="minorHAnsi"/>
          <w:sz w:val="20"/>
          <w:szCs w:val="20"/>
        </w:rPr>
        <w:t>o podmínkách získávání a uznávání způsobilosti k výkonu nelékařských zdravotnických povolání a k výkonu činností souvisejících s poskytováním zdravotní péče a o změně některých souvisejících zákonů (zákon o nelékařských zdravotnických povoláních), ve znění pozdějších předpisů</w:t>
      </w:r>
    </w:p>
    <w:p w:rsidR="00705D95" w:rsidRPr="007232C2" w:rsidRDefault="00705D95" w:rsidP="00E6308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2363B5" w:rsidRPr="007232C2" w:rsidRDefault="002B7EA6" w:rsidP="00E6308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2363B5" w:rsidRPr="007232C2">
        <w:rPr>
          <w:rFonts w:asciiTheme="minorHAnsi" w:hAnsiTheme="minorHAnsi" w:cstheme="minorHAnsi"/>
          <w:sz w:val="20"/>
          <w:szCs w:val="20"/>
        </w:rPr>
        <w:t xml:space="preserve"> je dán vzdělávacím programem uveřejněným ve Věstníku Ministerstva zdravotnictví, viz internetové stránky Ministerstva zdravotnictví ČR</w:t>
      </w:r>
    </w:p>
    <w:p w:rsidR="002363B5" w:rsidRPr="007232C2" w:rsidRDefault="002363B5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(</w:t>
      </w:r>
      <w:hyperlink r:id="rId14" w:history="1">
        <w:r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http://www.mzcr.cz/Odbornik/obsah/akreditovany-kvalifikacni-kurz_3080_3.html</w:t>
        </w:r>
      </w:hyperlink>
      <w:r w:rsidRPr="007232C2">
        <w:rPr>
          <w:rFonts w:asciiTheme="minorHAnsi" w:hAnsiTheme="minorHAnsi" w:cstheme="minorHAnsi"/>
          <w:sz w:val="20"/>
          <w:szCs w:val="20"/>
        </w:rPr>
        <w:t>).</w:t>
      </w:r>
    </w:p>
    <w:p w:rsidR="00705D95" w:rsidRPr="007232C2" w:rsidRDefault="00705D95" w:rsidP="00E6308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705D95" w:rsidRPr="007232C2" w:rsidRDefault="00705D95" w:rsidP="00E6308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6 měsíců.</w:t>
      </w:r>
    </w:p>
    <w:p w:rsidR="00F339C8" w:rsidRPr="007232C2" w:rsidRDefault="00F339C8" w:rsidP="00E6308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10 osob </w:t>
      </w:r>
    </w:p>
    <w:p w:rsidR="00F339C8" w:rsidRPr="007232C2" w:rsidRDefault="00F339C8" w:rsidP="00F339C8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maximální počet účastníků v rekvalifikačním kurzu:  15 osob</w:t>
      </w:r>
    </w:p>
    <w:p w:rsidR="00C46BED" w:rsidRPr="00F339C8" w:rsidRDefault="00F339C8" w:rsidP="00E6308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Místo konání</w:t>
      </w:r>
      <w:r w:rsidR="00C46BED" w:rsidRPr="00F339C8">
        <w:rPr>
          <w:rFonts w:asciiTheme="minorHAnsi" w:hAnsiTheme="minorHAnsi" w:cstheme="minorHAnsi"/>
          <w:sz w:val="20"/>
          <w:szCs w:val="20"/>
        </w:rPr>
        <w:t xml:space="preserve"> teoretické části rekvalifikace </w:t>
      </w:r>
      <w:r w:rsidR="00705D95" w:rsidRPr="00F339C8">
        <w:rPr>
          <w:rFonts w:asciiTheme="minorHAnsi" w:hAnsiTheme="minorHAnsi" w:cstheme="minorHAnsi"/>
          <w:sz w:val="20"/>
          <w:szCs w:val="20"/>
        </w:rPr>
        <w:t>bude</w:t>
      </w:r>
      <w:r w:rsidR="000D6C4C" w:rsidRPr="00F339C8">
        <w:rPr>
          <w:rFonts w:asciiTheme="minorHAnsi" w:hAnsiTheme="minorHAnsi" w:cstheme="minorHAnsi"/>
          <w:sz w:val="20"/>
          <w:szCs w:val="20"/>
        </w:rPr>
        <w:t xml:space="preserve"> v</w:t>
      </w:r>
      <w:r w:rsidR="00DD0FAF" w:rsidRPr="00F339C8">
        <w:rPr>
          <w:rFonts w:asciiTheme="minorHAnsi" w:hAnsiTheme="minorHAnsi" w:cstheme="minorHAnsi"/>
          <w:sz w:val="20"/>
          <w:szCs w:val="20"/>
        </w:rPr>
        <w:t>e</w:t>
      </w:r>
      <w:r w:rsidR="000D6C4C" w:rsidRPr="00F339C8">
        <w:rPr>
          <w:rFonts w:asciiTheme="minorHAnsi" w:hAnsiTheme="minorHAnsi" w:cstheme="minorHAnsi"/>
          <w:sz w:val="20"/>
          <w:szCs w:val="20"/>
        </w:rPr>
        <w:t xml:space="preserve"> městě Karviná nebo v</w:t>
      </w:r>
      <w:r w:rsidR="00DD0FAF" w:rsidRPr="00F339C8">
        <w:rPr>
          <w:rFonts w:asciiTheme="minorHAnsi" w:hAnsiTheme="minorHAnsi" w:cstheme="minorHAnsi"/>
          <w:sz w:val="20"/>
          <w:szCs w:val="20"/>
        </w:rPr>
        <w:t>e</w:t>
      </w:r>
      <w:r w:rsidR="00063B84" w:rsidRPr="00F339C8">
        <w:rPr>
          <w:rFonts w:asciiTheme="minorHAnsi" w:hAnsiTheme="minorHAnsi" w:cstheme="minorHAnsi"/>
          <w:sz w:val="20"/>
          <w:szCs w:val="20"/>
        </w:rPr>
        <w:t xml:space="preserve"> městě Havířov.</w:t>
      </w:r>
      <w:r w:rsidR="00C46BED" w:rsidRPr="00F339C8">
        <w:rPr>
          <w:rFonts w:asciiTheme="minorHAnsi" w:hAnsiTheme="minorHAnsi" w:cstheme="minorHAnsi"/>
          <w:sz w:val="20"/>
          <w:szCs w:val="20"/>
        </w:rPr>
        <w:t xml:space="preserve"> Praktická část se bude konat</w:t>
      </w:r>
      <w:r>
        <w:rPr>
          <w:rFonts w:asciiTheme="minorHAnsi" w:hAnsiTheme="minorHAnsi" w:cstheme="minorHAnsi"/>
          <w:sz w:val="20"/>
          <w:szCs w:val="20"/>
        </w:rPr>
        <w:t xml:space="preserve"> v okrese Karviná, přičemž bude</w:t>
      </w:r>
      <w:r w:rsidR="00C46BED" w:rsidRPr="00F339C8">
        <w:rPr>
          <w:rFonts w:asciiTheme="minorHAnsi" w:hAnsiTheme="minorHAnsi" w:cstheme="minorHAnsi"/>
          <w:sz w:val="20"/>
          <w:szCs w:val="20"/>
        </w:rPr>
        <w:t xml:space="preserve"> přihlíženo k místu bydliště účastníka rekvalifikace.</w:t>
      </w:r>
      <w:r w:rsidR="00C46BED" w:rsidRPr="00F339C8">
        <w:rPr>
          <w:color w:val="FF0000"/>
        </w:rPr>
        <w:t xml:space="preserve"> </w:t>
      </w:r>
    </w:p>
    <w:p w:rsidR="00705D95" w:rsidRPr="00C46BED" w:rsidRDefault="00705D95" w:rsidP="00C46BED">
      <w:pPr>
        <w:autoSpaceDE w:val="0"/>
        <w:autoSpaceDN w:val="0"/>
        <w:adjustRightInd w:val="0"/>
        <w:spacing w:before="120" w:after="120" w:line="240" w:lineRule="auto"/>
        <w:ind w:left="360"/>
        <w:rPr>
          <w:rFonts w:asciiTheme="minorHAnsi" w:hAnsiTheme="minorHAnsi" w:cstheme="minorHAnsi"/>
          <w:bCs/>
          <w:sz w:val="20"/>
          <w:szCs w:val="20"/>
        </w:rPr>
      </w:pPr>
    </w:p>
    <w:p w:rsidR="00065710" w:rsidRDefault="00065710" w:rsidP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4D4A79" w:rsidRPr="007232C2" w:rsidRDefault="004D4A79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7.: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Sanitář</w:t>
      </w:r>
    </w:p>
    <w:p w:rsidR="004D4A79" w:rsidRPr="007232C2" w:rsidRDefault="004D4A79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4D4A79" w:rsidRPr="007232C2" w:rsidRDefault="004D4A79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4D4A79" w:rsidRPr="007232C2" w:rsidTr="00B540CC">
        <w:tc>
          <w:tcPr>
            <w:tcW w:w="717" w:type="dxa"/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4D4A79" w:rsidRPr="007232C2" w:rsidRDefault="004D4A79" w:rsidP="00C34F54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  <w:r w:rsidR="00F8360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4D4A79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7.1.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Sanitář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79" w:rsidRPr="007232C2" w:rsidRDefault="00C34F54" w:rsidP="00C34F5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338</w:t>
            </w:r>
          </w:p>
        </w:tc>
      </w:tr>
    </w:tbl>
    <w:p w:rsidR="004D4A79" w:rsidRPr="007232C2" w:rsidRDefault="004D4A79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4D4A79" w:rsidRPr="007232C2" w:rsidRDefault="004D4A79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4D4A79" w:rsidRPr="007232C2" w:rsidRDefault="004D4A79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4D4A79" w:rsidRPr="00065710" w:rsidRDefault="004D4A79" w:rsidP="00E6308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="00C34F54">
        <w:rPr>
          <w:rFonts w:asciiTheme="minorHAnsi" w:hAnsiTheme="minorHAnsi" w:cstheme="minorHAnsi"/>
          <w:b/>
          <w:sz w:val="20"/>
          <w:szCs w:val="20"/>
        </w:rPr>
        <w:t>6</w:t>
      </w:r>
      <w:r w:rsidRPr="007232C2">
        <w:rPr>
          <w:rFonts w:asciiTheme="minorHAnsi" w:hAnsiTheme="minorHAnsi" w:cstheme="minorHAnsi"/>
          <w:b/>
          <w:sz w:val="20"/>
          <w:szCs w:val="20"/>
        </w:rPr>
        <w:t>90 000,- Kč.</w:t>
      </w:r>
    </w:p>
    <w:p w:rsidR="00065710" w:rsidRPr="00065710" w:rsidRDefault="004D4A79" w:rsidP="00E6308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ind w:left="708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65710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065710" w:rsidRDefault="00065710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akredita</w:t>
      </w:r>
      <w:r w:rsidR="002B7EA6">
        <w:rPr>
          <w:rFonts w:asciiTheme="minorHAnsi" w:hAnsiTheme="minorHAnsi" w:cstheme="minorHAnsi"/>
          <w:sz w:val="20"/>
          <w:szCs w:val="20"/>
        </w:rPr>
        <w:t>ce M</w:t>
      </w:r>
      <w:r w:rsidRPr="007232C2">
        <w:rPr>
          <w:rFonts w:asciiTheme="minorHAnsi" w:hAnsiTheme="minorHAnsi" w:cstheme="minorHAnsi"/>
          <w:sz w:val="20"/>
          <w:szCs w:val="20"/>
        </w:rPr>
        <w:t xml:space="preserve">inisterstva zdravotnictví dle zákona č. 96/2004, </w:t>
      </w:r>
      <w:r w:rsidRPr="007232C2">
        <w:rPr>
          <w:rFonts w:asciiTheme="minorHAnsi" w:eastAsiaTheme="minorHAnsi" w:hAnsiTheme="minorHAnsi" w:cstheme="minorHAnsi"/>
          <w:sz w:val="20"/>
          <w:szCs w:val="20"/>
        </w:rPr>
        <w:t>o podmínkách získávání a uznávání způsobilosti k výkonu nelékařských zdravotnických povolání a k výkonu činností souvisejících s poskytováním zdravotní péče a o změně některých souvisejících zákonů (zákon o nelékařských zdravotnických povoláních), ve znění pozdějších předpisů</w:t>
      </w:r>
    </w:p>
    <w:p w:rsidR="00065710" w:rsidRDefault="00065710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</w:p>
    <w:p w:rsidR="004D4A79" w:rsidRPr="007232C2" w:rsidRDefault="004D4A79" w:rsidP="00E6308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2363B5" w:rsidRPr="007232C2" w:rsidRDefault="002B7EA6" w:rsidP="00E6308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2363B5" w:rsidRPr="007232C2">
        <w:rPr>
          <w:rFonts w:asciiTheme="minorHAnsi" w:hAnsiTheme="minorHAnsi" w:cstheme="minorHAnsi"/>
          <w:sz w:val="20"/>
          <w:szCs w:val="20"/>
        </w:rPr>
        <w:t xml:space="preserve"> je dán vzdělávacím programem uveřejněným ve Věstníku Ministerstva zdravotnictví, viz internetové stránky Ministerstva zdravotnictví ČR</w:t>
      </w:r>
    </w:p>
    <w:p w:rsidR="002363B5" w:rsidRPr="007232C2" w:rsidRDefault="002363B5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(</w:t>
      </w:r>
      <w:hyperlink r:id="rId15" w:history="1">
        <w:r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http://www.mzcr.cz/Odbornik/obsah/akreditovany-kvalifikacni-kurz_3080_3.html</w:t>
        </w:r>
      </w:hyperlink>
      <w:r w:rsidRPr="007232C2">
        <w:rPr>
          <w:rFonts w:asciiTheme="minorHAnsi" w:hAnsiTheme="minorHAnsi" w:cstheme="minorHAnsi"/>
          <w:sz w:val="20"/>
          <w:szCs w:val="20"/>
        </w:rPr>
        <w:t>).</w:t>
      </w:r>
    </w:p>
    <w:p w:rsidR="004D4A79" w:rsidRPr="007232C2" w:rsidRDefault="004D4A79" w:rsidP="00E6308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4D4A79" w:rsidRPr="007232C2" w:rsidRDefault="00063B84" w:rsidP="00E6308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 2 měsíce.</w:t>
      </w:r>
    </w:p>
    <w:p w:rsidR="004D4A79" w:rsidRPr="007232C2" w:rsidRDefault="004D4A79" w:rsidP="00E6308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063B84" w:rsidRPr="007232C2">
        <w:rPr>
          <w:rFonts w:asciiTheme="minorHAnsi" w:hAnsiTheme="minorHAnsi" w:cstheme="minorHAnsi"/>
          <w:sz w:val="20"/>
          <w:szCs w:val="20"/>
        </w:rPr>
        <w:t>10</w:t>
      </w:r>
      <w:r w:rsidRPr="007232C2">
        <w:rPr>
          <w:rFonts w:asciiTheme="minorHAnsi" w:hAnsiTheme="minorHAnsi" w:cstheme="minorHAnsi"/>
          <w:sz w:val="20"/>
          <w:szCs w:val="20"/>
        </w:rPr>
        <w:t xml:space="preserve"> osob </w:t>
      </w:r>
    </w:p>
    <w:p w:rsidR="004D4A79" w:rsidRPr="007232C2" w:rsidRDefault="004D4A79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15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4D4A79" w:rsidRPr="007232C2" w:rsidRDefault="004D4A79" w:rsidP="002B7EA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Místo </w:t>
      </w:r>
      <w:r w:rsidR="002B7EA6" w:rsidRPr="002B7EA6">
        <w:rPr>
          <w:rFonts w:asciiTheme="minorHAnsi" w:hAnsiTheme="minorHAnsi" w:cstheme="minorHAnsi"/>
          <w:sz w:val="20"/>
          <w:szCs w:val="20"/>
        </w:rPr>
        <w:t xml:space="preserve">konání teoretické výuky bude ve městě Ostrava. V případě praxe lze uchazeče umisťovat ve smluvních </w:t>
      </w:r>
      <w:r w:rsidR="00A20039">
        <w:rPr>
          <w:rFonts w:asciiTheme="minorHAnsi" w:hAnsiTheme="minorHAnsi" w:cstheme="minorHAnsi"/>
          <w:sz w:val="20"/>
          <w:szCs w:val="20"/>
        </w:rPr>
        <w:t>zdravotnických zařízeních</w:t>
      </w:r>
      <w:r w:rsidR="002B7EA6" w:rsidRPr="002B7EA6">
        <w:rPr>
          <w:rFonts w:asciiTheme="minorHAnsi" w:hAnsiTheme="minorHAnsi" w:cstheme="minorHAnsi"/>
          <w:sz w:val="20"/>
          <w:szCs w:val="20"/>
        </w:rPr>
        <w:t xml:space="preserve"> v celém Moravskoslezském kraji s důrazem na dodržení zásad hospodár</w:t>
      </w:r>
      <w:r w:rsidR="00A20039">
        <w:rPr>
          <w:rFonts w:asciiTheme="minorHAnsi" w:hAnsiTheme="minorHAnsi" w:cstheme="minorHAnsi"/>
          <w:sz w:val="20"/>
          <w:szCs w:val="20"/>
        </w:rPr>
        <w:t>nosti, efektivnosti a účelnosti</w:t>
      </w:r>
      <w:r w:rsidR="00063B84" w:rsidRPr="007232C2">
        <w:rPr>
          <w:rFonts w:asciiTheme="minorHAnsi" w:hAnsiTheme="minorHAnsi" w:cstheme="minorHAnsi"/>
          <w:sz w:val="20"/>
          <w:szCs w:val="20"/>
        </w:rPr>
        <w:t>.</w:t>
      </w:r>
    </w:p>
    <w:p w:rsidR="004D4A79" w:rsidRPr="007232C2" w:rsidRDefault="004D4A79" w:rsidP="00E6308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 rekvalifikací budou zařazování uchazeči z Moravskoslezského kraje.</w:t>
      </w:r>
    </w:p>
    <w:p w:rsidR="00065710" w:rsidRDefault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4D4A79" w:rsidRPr="007232C2" w:rsidRDefault="004D4A79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8.: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Zedník</w:t>
      </w:r>
    </w:p>
    <w:p w:rsidR="004D4A79" w:rsidRPr="007232C2" w:rsidRDefault="004D4A79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4D4A79" w:rsidRPr="007232C2" w:rsidRDefault="004D4A79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4D4A79" w:rsidRPr="007232C2" w:rsidTr="00B540CC">
        <w:tc>
          <w:tcPr>
            <w:tcW w:w="717" w:type="dxa"/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F83604" w:rsidRPr="007232C2" w:rsidRDefault="004D4A79" w:rsidP="00C34F54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4D4A79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8.1.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Zedník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79" w:rsidRPr="007232C2" w:rsidRDefault="004D4A79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79" w:rsidRPr="007232C2" w:rsidRDefault="00C34F5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19</w:t>
            </w:r>
            <w:r w:rsidR="002E4CEB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</w:t>
            </w:r>
          </w:p>
        </w:tc>
      </w:tr>
    </w:tbl>
    <w:p w:rsidR="004D4A79" w:rsidRPr="007232C2" w:rsidRDefault="004D4A79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4D4A79" w:rsidRPr="007232C2" w:rsidRDefault="004D4A79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4D4A79" w:rsidRPr="007232C2" w:rsidRDefault="004D4A79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4D4A79" w:rsidRPr="007232C2" w:rsidRDefault="004D4A79" w:rsidP="00E630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4 </w:t>
      </w:r>
      <w:r w:rsidR="00C34F54">
        <w:rPr>
          <w:rFonts w:asciiTheme="minorHAnsi" w:hAnsiTheme="minorHAnsi" w:cstheme="minorHAnsi"/>
          <w:b/>
          <w:sz w:val="20"/>
          <w:szCs w:val="20"/>
        </w:rPr>
        <w:t>9</w:t>
      </w:r>
      <w:r w:rsidRPr="007232C2">
        <w:rPr>
          <w:rFonts w:asciiTheme="minorHAnsi" w:hAnsiTheme="minorHAnsi" w:cstheme="minorHAnsi"/>
          <w:b/>
          <w:sz w:val="20"/>
          <w:szCs w:val="20"/>
        </w:rPr>
        <w:t>00 000,- Kč.</w:t>
      </w:r>
    </w:p>
    <w:p w:rsidR="004D4A79" w:rsidRPr="007232C2" w:rsidRDefault="004D4A79" w:rsidP="00E630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BD02AF" w:rsidRDefault="00BD02AF" w:rsidP="00BD02AF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FB7854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FB7854" w:rsidRPr="007232C2" w:rsidRDefault="00FB7854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4D4A79" w:rsidRPr="007232C2" w:rsidRDefault="004D4A79" w:rsidP="00E630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4D4A79" w:rsidRPr="007232C2" w:rsidRDefault="002B7EA6" w:rsidP="00E630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4D4A79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Zedník (kód: 36-020-H), viz </w:t>
      </w:r>
      <w:hyperlink r:id="rId16" w:history="1">
        <w:r w:rsidR="004D4A79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4D4A79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4D4A79" w:rsidRPr="007232C2" w:rsidRDefault="004D4A79" w:rsidP="00E630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1174F4" w:rsidRPr="007232C2" w:rsidRDefault="00063B84" w:rsidP="00E630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 3 měsíce.</w:t>
      </w:r>
    </w:p>
    <w:p w:rsidR="004D4A79" w:rsidRPr="007232C2" w:rsidRDefault="004D4A79" w:rsidP="00E630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4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 osoby</w:t>
      </w:r>
      <w:r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D4A79" w:rsidRPr="007232C2" w:rsidRDefault="004D4A79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8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4D4A79" w:rsidRPr="007232C2" w:rsidRDefault="004D4A79" w:rsidP="00E630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4D4A79" w:rsidRPr="007232C2" w:rsidRDefault="00A20039" w:rsidP="00E6308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 rekvalifikací budou zařazeni</w:t>
      </w:r>
      <w:r w:rsidR="004D4A79" w:rsidRPr="007232C2">
        <w:rPr>
          <w:rFonts w:asciiTheme="minorHAnsi" w:hAnsiTheme="minorHAnsi" w:cstheme="minorHAnsi"/>
          <w:sz w:val="20"/>
          <w:szCs w:val="20"/>
        </w:rPr>
        <w:t xml:space="preserve"> uchazeči z Moravskoslezského kraje.</w:t>
      </w:r>
    </w:p>
    <w:p w:rsidR="00065710" w:rsidRDefault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9.: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Montér suchých staveb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B540CC" w:rsidRPr="007232C2" w:rsidTr="00B540CC">
        <w:tc>
          <w:tcPr>
            <w:tcW w:w="717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405FF9" w:rsidRPr="007232C2" w:rsidRDefault="00B540CC" w:rsidP="00C34F54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B540CC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9.1.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Montér suchých staveb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</w:t>
            </w:r>
            <w:r w:rsidR="00C34F5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7</w:t>
            </w: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</w:t>
            </w:r>
          </w:p>
        </w:tc>
      </w:tr>
    </w:tbl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B540CC" w:rsidRPr="007232C2" w:rsidRDefault="00B540CC" w:rsidP="00E630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C34F54">
        <w:rPr>
          <w:rFonts w:asciiTheme="minorHAnsi" w:hAnsiTheme="minorHAnsi" w:cstheme="minorHAnsi"/>
          <w:b/>
          <w:sz w:val="20"/>
          <w:szCs w:val="20"/>
        </w:rPr>
        <w:t>4 300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 000,- Kč.</w:t>
      </w:r>
    </w:p>
    <w:p w:rsidR="00B540CC" w:rsidRPr="007232C2" w:rsidRDefault="00B540CC" w:rsidP="00E630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BD02AF" w:rsidRDefault="00BD02AF" w:rsidP="00BD02AF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08011A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08011A" w:rsidRPr="007232C2" w:rsidRDefault="0008011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B540CC" w:rsidRPr="007232C2" w:rsidRDefault="00B540CC" w:rsidP="00E630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B540CC" w:rsidRPr="007232C2" w:rsidRDefault="002B7EA6" w:rsidP="00E630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Montér suchých staveb (kód: 36-021-H), viz </w:t>
      </w:r>
      <w:hyperlink r:id="rId17" w:history="1">
        <w:r w:rsidR="00B540CC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B540CC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B540CC" w:rsidRPr="007232C2" w:rsidRDefault="00B540CC" w:rsidP="00E630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063B84" w:rsidRPr="007232C2" w:rsidRDefault="001174F4" w:rsidP="00E630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3 měsíce.</w:t>
      </w:r>
    </w:p>
    <w:p w:rsidR="00B540CC" w:rsidRPr="007232C2" w:rsidRDefault="00B540CC" w:rsidP="00E630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063B84" w:rsidRPr="007232C2">
        <w:rPr>
          <w:rFonts w:asciiTheme="minorHAnsi" w:hAnsiTheme="minorHAnsi" w:cstheme="minorHAnsi"/>
          <w:sz w:val="20"/>
          <w:szCs w:val="20"/>
        </w:rPr>
        <w:t>4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 osoby</w:t>
      </w:r>
      <w:r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540CC" w:rsidRPr="007232C2" w:rsidRDefault="00B540CC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8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B540CC" w:rsidRPr="007232C2" w:rsidRDefault="00B540CC" w:rsidP="00E630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B540CC" w:rsidRPr="007232C2" w:rsidRDefault="00B540CC" w:rsidP="00E63080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Moravskoslezského kraje.</w:t>
      </w:r>
    </w:p>
    <w:p w:rsidR="00065710" w:rsidRDefault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10.: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Tesař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B540CC" w:rsidRPr="007232C2" w:rsidTr="00B540CC">
        <w:tc>
          <w:tcPr>
            <w:tcW w:w="717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405FF9" w:rsidRPr="007232C2" w:rsidRDefault="00B540CC" w:rsidP="00C34F54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B540CC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10.1.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Tesař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C34F5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111</w:t>
            </w:r>
          </w:p>
        </w:tc>
      </w:tr>
    </w:tbl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B540CC" w:rsidRPr="007232C2" w:rsidRDefault="00B540CC" w:rsidP="00E6308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2 </w:t>
      </w:r>
      <w:r w:rsidR="00C34F54">
        <w:rPr>
          <w:rFonts w:asciiTheme="minorHAnsi" w:hAnsiTheme="minorHAnsi" w:cstheme="minorHAnsi"/>
          <w:b/>
          <w:sz w:val="20"/>
          <w:szCs w:val="20"/>
        </w:rPr>
        <w:t>7</w:t>
      </w:r>
      <w:r w:rsidRPr="007232C2">
        <w:rPr>
          <w:rFonts w:asciiTheme="minorHAnsi" w:hAnsiTheme="minorHAnsi" w:cstheme="minorHAnsi"/>
          <w:b/>
          <w:sz w:val="20"/>
          <w:szCs w:val="20"/>
        </w:rPr>
        <w:t>75 000,- Kč.</w:t>
      </w:r>
    </w:p>
    <w:p w:rsidR="00B540CC" w:rsidRPr="007232C2" w:rsidRDefault="00B540CC" w:rsidP="00E6308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08011A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08011A" w:rsidRPr="007232C2" w:rsidRDefault="0008011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B540CC" w:rsidRPr="007232C2" w:rsidRDefault="00B540CC" w:rsidP="00E6308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B540CC" w:rsidRPr="007232C2" w:rsidRDefault="002B7EA6" w:rsidP="00E6308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Tesař (kód: 36-051-H), viz </w:t>
      </w:r>
      <w:hyperlink r:id="rId18" w:history="1">
        <w:r w:rsidR="00B540CC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B540CC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B540CC" w:rsidRPr="007232C2" w:rsidRDefault="00B540CC" w:rsidP="00E6308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1174F4" w:rsidRPr="007232C2" w:rsidRDefault="001174F4" w:rsidP="00E6308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3 měsíce.</w:t>
      </w:r>
    </w:p>
    <w:p w:rsidR="00B540CC" w:rsidRPr="007232C2" w:rsidRDefault="00B540CC" w:rsidP="00E6308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063B84" w:rsidRPr="007232C2">
        <w:rPr>
          <w:rFonts w:asciiTheme="minorHAnsi" w:hAnsiTheme="minorHAnsi" w:cstheme="minorHAnsi"/>
          <w:sz w:val="20"/>
          <w:szCs w:val="20"/>
        </w:rPr>
        <w:t>4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 osoby</w:t>
      </w:r>
      <w:r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540CC" w:rsidRPr="007232C2" w:rsidRDefault="00B540CC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8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B540CC" w:rsidRPr="007232C2" w:rsidRDefault="00B540CC" w:rsidP="00E6308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B540CC" w:rsidRPr="007232C2" w:rsidRDefault="00B540CC" w:rsidP="00E63080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Moravskoslezského kraje.</w:t>
      </w:r>
    </w:p>
    <w:p w:rsidR="00065710" w:rsidRDefault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11.: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Truhlář nábytkář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B540CC" w:rsidRPr="007232C2" w:rsidTr="00B540CC">
        <w:tc>
          <w:tcPr>
            <w:tcW w:w="717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405FF9" w:rsidRPr="007232C2" w:rsidRDefault="00B540CC" w:rsidP="00C34F54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B540CC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11.1.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Truhlář nábytkář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</w:t>
            </w:r>
            <w:r w:rsidR="00C34F5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31</w:t>
            </w:r>
          </w:p>
        </w:tc>
      </w:tr>
    </w:tbl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B540CC" w:rsidRPr="007232C2" w:rsidRDefault="00B540CC" w:rsidP="00E6308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C34F54">
        <w:rPr>
          <w:rFonts w:asciiTheme="minorHAnsi" w:hAnsiTheme="minorHAnsi" w:cstheme="minorHAnsi"/>
          <w:b/>
          <w:sz w:val="20"/>
          <w:szCs w:val="20"/>
        </w:rPr>
        <w:t>3 275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 000,- Kč.</w:t>
      </w:r>
    </w:p>
    <w:p w:rsidR="00B540CC" w:rsidRPr="007232C2" w:rsidRDefault="00B540CC" w:rsidP="00E6308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08011A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08011A" w:rsidRPr="007232C2" w:rsidRDefault="0008011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B540CC" w:rsidRPr="007232C2" w:rsidRDefault="00B540CC" w:rsidP="00E6308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B540CC" w:rsidRPr="007232C2" w:rsidRDefault="002B7EA6" w:rsidP="00E6308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</w:t>
      </w:r>
      <w:r w:rsidR="00B540CC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Truhlář nábytkář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 (kód: 33-001-H), viz </w:t>
      </w:r>
      <w:hyperlink r:id="rId19" w:history="1">
        <w:r w:rsidR="00B540CC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B540CC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B540CC" w:rsidRPr="007232C2" w:rsidRDefault="00B540CC" w:rsidP="00E6308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1174F4" w:rsidRPr="007232C2" w:rsidRDefault="001174F4" w:rsidP="00E6308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3 měsíce.</w:t>
      </w:r>
    </w:p>
    <w:p w:rsidR="00B540CC" w:rsidRPr="007232C2" w:rsidRDefault="00B540CC" w:rsidP="00E6308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4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 osoby</w:t>
      </w:r>
      <w:r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540CC" w:rsidRPr="007232C2" w:rsidRDefault="00B540CC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8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B540CC" w:rsidRPr="007232C2" w:rsidRDefault="00B540CC" w:rsidP="00E6308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063B84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B540CC" w:rsidRPr="007232C2" w:rsidRDefault="00B540CC" w:rsidP="00E6308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Moravskoslezského kraje.</w:t>
      </w:r>
    </w:p>
    <w:p w:rsidR="00065710" w:rsidRDefault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12.: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Malíř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B540CC" w:rsidRPr="007232C2" w:rsidTr="00B540CC">
        <w:tc>
          <w:tcPr>
            <w:tcW w:w="717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B540CC" w:rsidRPr="007232C2" w:rsidRDefault="00B540CC" w:rsidP="00C34F54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  <w:r w:rsidR="00965B01" w:rsidRPr="00F83604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B540CC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12.1.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Malíř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</w:t>
            </w:r>
            <w:r w:rsidR="00C34F5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</w:t>
            </w:r>
            <w:r w:rsidR="002E4CEB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</w:t>
            </w:r>
          </w:p>
        </w:tc>
      </w:tr>
    </w:tbl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B540CC" w:rsidRPr="007232C2" w:rsidRDefault="00B540CC" w:rsidP="00E6308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C34F54">
        <w:rPr>
          <w:rFonts w:asciiTheme="minorHAnsi" w:hAnsiTheme="minorHAnsi" w:cstheme="minorHAnsi"/>
          <w:b/>
          <w:sz w:val="20"/>
          <w:szCs w:val="20"/>
        </w:rPr>
        <w:t>3 0</w:t>
      </w:r>
      <w:r w:rsidR="002E4CEB" w:rsidRPr="007232C2">
        <w:rPr>
          <w:rFonts w:asciiTheme="minorHAnsi" w:hAnsiTheme="minorHAnsi" w:cstheme="minorHAnsi"/>
          <w:b/>
          <w:sz w:val="20"/>
          <w:szCs w:val="20"/>
        </w:rPr>
        <w:t>25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 000,- Kč.</w:t>
      </w:r>
    </w:p>
    <w:p w:rsidR="00B540CC" w:rsidRPr="007232C2" w:rsidRDefault="00B540CC" w:rsidP="00E6308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08011A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08011A" w:rsidRPr="007232C2" w:rsidRDefault="0008011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B540CC" w:rsidRPr="007232C2" w:rsidRDefault="00B540CC" w:rsidP="00E6308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B540CC" w:rsidRPr="007232C2" w:rsidRDefault="002B7EA6" w:rsidP="00E6308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</w:t>
      </w:r>
      <w:r w:rsidR="00B540CC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Malíř 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(kód: 39-001-H), viz </w:t>
      </w:r>
      <w:hyperlink r:id="rId20" w:history="1">
        <w:r w:rsidR="00B540CC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B540CC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B540CC" w:rsidRPr="007232C2" w:rsidRDefault="00B540CC" w:rsidP="00E6308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1174F4" w:rsidRPr="007232C2" w:rsidRDefault="000D6C4C" w:rsidP="00E6308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 3 měsíce.</w:t>
      </w:r>
    </w:p>
    <w:p w:rsidR="00B540CC" w:rsidRPr="007232C2" w:rsidRDefault="00B540CC" w:rsidP="00E6308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0D6C4C" w:rsidRPr="007232C2">
        <w:rPr>
          <w:rFonts w:asciiTheme="minorHAnsi" w:hAnsiTheme="minorHAnsi" w:cstheme="minorHAnsi"/>
          <w:sz w:val="20"/>
          <w:szCs w:val="20"/>
        </w:rPr>
        <w:t>4 osoby</w:t>
      </w:r>
      <w:r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540CC" w:rsidRPr="007232C2" w:rsidRDefault="00B540CC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8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B540CC" w:rsidRPr="007232C2" w:rsidRDefault="00B540CC" w:rsidP="00E6308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 ve městě Ostrava</w:t>
      </w:r>
      <w:r w:rsidR="000D6C4C" w:rsidRPr="007232C2">
        <w:rPr>
          <w:rFonts w:asciiTheme="minorHAnsi" w:hAnsiTheme="minorHAnsi" w:cstheme="minorHAnsi"/>
          <w:sz w:val="20"/>
          <w:szCs w:val="20"/>
        </w:rPr>
        <w:t>.</w:t>
      </w:r>
    </w:p>
    <w:p w:rsidR="00B540CC" w:rsidRPr="007232C2" w:rsidRDefault="00B540CC" w:rsidP="00E63080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Moravskoslezského kraje.</w:t>
      </w:r>
    </w:p>
    <w:p w:rsidR="00065710" w:rsidRDefault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13.: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Zámečník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B540CC" w:rsidRPr="007232C2" w:rsidTr="00B540CC">
        <w:tc>
          <w:tcPr>
            <w:tcW w:w="717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B540CC" w:rsidRPr="007232C2" w:rsidRDefault="00B540CC" w:rsidP="00C34F54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  <w:r w:rsidR="00BB4A84" w:rsidRPr="00F83604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B540CC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13.1.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Zámečník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C34F5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180</w:t>
            </w:r>
          </w:p>
        </w:tc>
      </w:tr>
    </w:tbl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B540CC" w:rsidRPr="007232C2" w:rsidRDefault="00B540CC" w:rsidP="00E6308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C34F54">
        <w:rPr>
          <w:rFonts w:asciiTheme="minorHAnsi" w:hAnsiTheme="minorHAnsi" w:cstheme="minorHAnsi"/>
          <w:b/>
          <w:sz w:val="20"/>
          <w:szCs w:val="20"/>
        </w:rPr>
        <w:t>4 500</w:t>
      </w:r>
      <w:r w:rsidR="002E4CEB" w:rsidRPr="007232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232C2">
        <w:rPr>
          <w:rFonts w:asciiTheme="minorHAnsi" w:hAnsiTheme="minorHAnsi" w:cstheme="minorHAnsi"/>
          <w:b/>
          <w:sz w:val="20"/>
          <w:szCs w:val="20"/>
        </w:rPr>
        <w:t>000,- Kč.</w:t>
      </w:r>
    </w:p>
    <w:p w:rsidR="00B540CC" w:rsidRPr="007232C2" w:rsidRDefault="00B540CC" w:rsidP="00E6308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08011A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08011A" w:rsidRPr="007232C2" w:rsidRDefault="0008011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B540CC" w:rsidRPr="007232C2" w:rsidRDefault="00B540CC" w:rsidP="00E6308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B540CC" w:rsidRPr="007232C2" w:rsidRDefault="002B7EA6" w:rsidP="00E6308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</w:t>
      </w:r>
      <w:r w:rsidR="00B540CC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Zámečník 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(kód: 23-003-H), viz </w:t>
      </w:r>
      <w:hyperlink r:id="rId21" w:history="1">
        <w:r w:rsidR="00B540CC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B540CC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B540CC" w:rsidRPr="007232C2" w:rsidRDefault="00B540CC" w:rsidP="00E6308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1174F4" w:rsidRPr="007232C2" w:rsidRDefault="001174F4" w:rsidP="00E6308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 3 měsíce.</w:t>
      </w:r>
    </w:p>
    <w:p w:rsidR="00B540CC" w:rsidRPr="007232C2" w:rsidRDefault="00B540CC" w:rsidP="00E6308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0D6C4C" w:rsidRPr="007232C2">
        <w:rPr>
          <w:rFonts w:asciiTheme="minorHAnsi" w:hAnsiTheme="minorHAnsi" w:cstheme="minorHAnsi"/>
          <w:sz w:val="20"/>
          <w:szCs w:val="20"/>
        </w:rPr>
        <w:t>4 osoby</w:t>
      </w:r>
      <w:r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540CC" w:rsidRPr="007232C2" w:rsidRDefault="00B540CC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8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B540CC" w:rsidRPr="007232C2" w:rsidRDefault="00B540CC" w:rsidP="00E6308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B540CC" w:rsidRPr="007232C2" w:rsidRDefault="00B540CC" w:rsidP="00E6308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Moravskoslezského kraje.</w:t>
      </w:r>
    </w:p>
    <w:p w:rsidR="00065710" w:rsidRDefault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14.: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Montér vnitřního rozvodu vody a kanalizace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B540CC" w:rsidRPr="007232C2" w:rsidTr="00B540CC">
        <w:tc>
          <w:tcPr>
            <w:tcW w:w="717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B540CC" w:rsidRPr="007232C2" w:rsidRDefault="00B540CC" w:rsidP="00C34F54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  <w:r w:rsidR="008E6DE2" w:rsidRPr="00F83604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B540CC" w:rsidRPr="007232C2" w:rsidTr="00B540CC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14.1.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hAnsiTheme="minorHAnsi" w:cstheme="minorHAnsi"/>
                <w:sz w:val="20"/>
                <w:szCs w:val="20"/>
              </w:rPr>
              <w:t>Montér vnitřního rozvodu vody a kanalizace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B540CC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CC" w:rsidRPr="007232C2" w:rsidRDefault="00C34F5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14</w:t>
            </w:r>
            <w:r w:rsidR="002E4CEB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</w:t>
            </w:r>
          </w:p>
        </w:tc>
      </w:tr>
    </w:tbl>
    <w:p w:rsidR="00B540CC" w:rsidRPr="007232C2" w:rsidRDefault="00B540CC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B540CC" w:rsidRPr="007232C2" w:rsidRDefault="00B540CC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B540CC" w:rsidRPr="007232C2" w:rsidRDefault="00B540CC" w:rsidP="00E6308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C34F54">
        <w:rPr>
          <w:rFonts w:asciiTheme="minorHAnsi" w:hAnsiTheme="minorHAnsi" w:cstheme="minorHAnsi"/>
          <w:b/>
          <w:sz w:val="20"/>
          <w:szCs w:val="20"/>
        </w:rPr>
        <w:t>3 525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 000,- Kč.</w:t>
      </w:r>
    </w:p>
    <w:p w:rsidR="00B540CC" w:rsidRPr="007232C2" w:rsidRDefault="00B540CC" w:rsidP="00E6308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08011A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08011A" w:rsidRPr="007232C2" w:rsidRDefault="0008011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B540CC" w:rsidRPr="007232C2" w:rsidRDefault="00B540CC" w:rsidP="00E6308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B540CC" w:rsidRPr="007232C2" w:rsidRDefault="002B7EA6" w:rsidP="00E6308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</w:t>
      </w:r>
      <w:r w:rsidR="009701B1" w:rsidRPr="007232C2">
        <w:rPr>
          <w:rFonts w:asciiTheme="minorHAnsi" w:hAnsiTheme="minorHAnsi" w:cstheme="minorHAnsi"/>
          <w:sz w:val="20"/>
          <w:szCs w:val="20"/>
        </w:rPr>
        <w:t>Montér vnitřního rozvodu vody a kanalizace</w:t>
      </w:r>
      <w:r w:rsidR="00B540CC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(kód: </w:t>
      </w:r>
      <w:r w:rsidR="009701B1" w:rsidRPr="007232C2">
        <w:rPr>
          <w:rFonts w:asciiTheme="minorHAnsi" w:hAnsiTheme="minorHAnsi" w:cstheme="minorHAnsi"/>
          <w:sz w:val="20"/>
          <w:szCs w:val="20"/>
        </w:rPr>
        <w:t>36</w:t>
      </w:r>
      <w:r w:rsidR="00B540CC" w:rsidRPr="007232C2">
        <w:rPr>
          <w:rFonts w:asciiTheme="minorHAnsi" w:hAnsiTheme="minorHAnsi" w:cstheme="minorHAnsi"/>
          <w:sz w:val="20"/>
          <w:szCs w:val="20"/>
        </w:rPr>
        <w:t xml:space="preserve">-003-H), viz </w:t>
      </w:r>
      <w:hyperlink r:id="rId22" w:history="1">
        <w:r w:rsidR="00B540CC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B540CC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B540CC" w:rsidRPr="007232C2" w:rsidRDefault="00B540CC" w:rsidP="00E6308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1174F4" w:rsidRPr="007232C2" w:rsidRDefault="000D6C4C" w:rsidP="00E6308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 3 měsíce.</w:t>
      </w:r>
    </w:p>
    <w:p w:rsidR="00B540CC" w:rsidRPr="007232C2" w:rsidRDefault="00B540CC" w:rsidP="00E6308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0D6C4C" w:rsidRPr="007232C2">
        <w:rPr>
          <w:rFonts w:asciiTheme="minorHAnsi" w:hAnsiTheme="minorHAnsi" w:cstheme="minorHAnsi"/>
          <w:sz w:val="20"/>
          <w:szCs w:val="20"/>
        </w:rPr>
        <w:t>4 osoby</w:t>
      </w:r>
    </w:p>
    <w:p w:rsidR="00B540CC" w:rsidRPr="007232C2" w:rsidRDefault="00B540CC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8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B540CC" w:rsidRPr="007232C2" w:rsidRDefault="00B540CC" w:rsidP="00E6308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0D6C4C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B540CC" w:rsidRPr="007232C2" w:rsidRDefault="00B540CC" w:rsidP="00E6308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Moravskoslezského kraje.</w:t>
      </w:r>
    </w:p>
    <w:p w:rsidR="00065710" w:rsidRDefault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9701B1" w:rsidRPr="007232C2" w:rsidRDefault="009701B1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15.: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Klempíř stavební</w:t>
      </w:r>
    </w:p>
    <w:p w:rsidR="009701B1" w:rsidRPr="007232C2" w:rsidRDefault="009701B1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9701B1" w:rsidRPr="007232C2" w:rsidRDefault="009701B1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9701B1" w:rsidRPr="007232C2" w:rsidTr="00DD66CE">
        <w:tc>
          <w:tcPr>
            <w:tcW w:w="717" w:type="dxa"/>
            <w:vAlign w:val="center"/>
          </w:tcPr>
          <w:p w:rsidR="009701B1" w:rsidRPr="007232C2" w:rsidRDefault="009701B1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9701B1" w:rsidRPr="007232C2" w:rsidRDefault="009701B1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9701B1" w:rsidRPr="007232C2" w:rsidRDefault="009701B1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9701B1" w:rsidRPr="007232C2" w:rsidRDefault="009701B1" w:rsidP="00C34F54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  <w:r w:rsidR="00727763" w:rsidRPr="00F83604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701B1" w:rsidRPr="007232C2" w:rsidTr="00DD66CE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B1" w:rsidRPr="007232C2" w:rsidRDefault="009701B1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15.1.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B1" w:rsidRPr="007232C2" w:rsidRDefault="009701B1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hAnsiTheme="minorHAnsi" w:cstheme="minorHAnsi"/>
                <w:sz w:val="20"/>
                <w:szCs w:val="20"/>
              </w:rPr>
              <w:t>Klempíř stavební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B1" w:rsidRPr="007232C2" w:rsidRDefault="009701B1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B1" w:rsidRPr="007232C2" w:rsidRDefault="00C34F5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10</w:t>
            </w:r>
            <w:r w:rsidR="002E4CEB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</w:t>
            </w:r>
          </w:p>
        </w:tc>
      </w:tr>
    </w:tbl>
    <w:p w:rsidR="009701B1" w:rsidRPr="007232C2" w:rsidRDefault="009701B1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9701B1" w:rsidRPr="007232C2" w:rsidRDefault="009701B1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9701B1" w:rsidRPr="007232C2" w:rsidRDefault="009701B1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9701B1" w:rsidRPr="007232C2" w:rsidRDefault="009701B1" w:rsidP="00E6308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C34F54">
        <w:rPr>
          <w:rFonts w:asciiTheme="minorHAnsi" w:hAnsiTheme="minorHAnsi" w:cstheme="minorHAnsi"/>
          <w:b/>
          <w:sz w:val="20"/>
          <w:szCs w:val="20"/>
        </w:rPr>
        <w:t>2 650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 000,- Kč.</w:t>
      </w:r>
    </w:p>
    <w:p w:rsidR="009701B1" w:rsidRPr="007232C2" w:rsidRDefault="009701B1" w:rsidP="00E6308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08011A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08011A" w:rsidRPr="007232C2" w:rsidRDefault="0008011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9701B1" w:rsidRPr="007232C2" w:rsidRDefault="009701B1" w:rsidP="00E6308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9701B1" w:rsidRPr="007232C2" w:rsidRDefault="002B7EA6" w:rsidP="00E6308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9701B1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Klempíř stavební</w:t>
      </w:r>
      <w:r w:rsidR="009701B1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="009701B1" w:rsidRPr="007232C2">
        <w:rPr>
          <w:rFonts w:asciiTheme="minorHAnsi" w:hAnsiTheme="minorHAnsi" w:cstheme="minorHAnsi"/>
          <w:sz w:val="20"/>
          <w:szCs w:val="20"/>
        </w:rPr>
        <w:t xml:space="preserve">(kód: 36-053-H), viz </w:t>
      </w:r>
      <w:hyperlink r:id="rId23" w:history="1">
        <w:r w:rsidR="009701B1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9701B1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9701B1" w:rsidRPr="007232C2" w:rsidRDefault="009701B1" w:rsidP="00E6308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1174F4" w:rsidRPr="007232C2" w:rsidRDefault="001174F4" w:rsidP="00E6308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 3 měsíce.</w:t>
      </w:r>
    </w:p>
    <w:p w:rsidR="009701B1" w:rsidRPr="007232C2" w:rsidRDefault="009701B1" w:rsidP="00E6308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 4 osoby</w:t>
      </w:r>
      <w:r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701B1" w:rsidRPr="007232C2" w:rsidRDefault="009701B1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8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9701B1" w:rsidRPr="007232C2" w:rsidRDefault="009701B1" w:rsidP="00E6308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9701B1" w:rsidRPr="007232C2" w:rsidRDefault="009701B1" w:rsidP="00E6308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Moravskoslezského kraje.</w:t>
      </w:r>
    </w:p>
    <w:p w:rsidR="009701B1" w:rsidRPr="007232C2" w:rsidRDefault="009701B1" w:rsidP="00065710">
      <w:pPr>
        <w:spacing w:before="120" w:after="120" w:line="240" w:lineRule="auto"/>
        <w:rPr>
          <w:rFonts w:asciiTheme="minorHAnsi" w:hAnsiTheme="minorHAnsi" w:cstheme="minorHAnsi"/>
        </w:rPr>
      </w:pPr>
    </w:p>
    <w:p w:rsidR="00065710" w:rsidRDefault="0006571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9701B1" w:rsidRPr="007232C2" w:rsidRDefault="009701B1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16.: Rekvalifikační kurzy </w:t>
      </w:r>
      <w:r w:rsidR="00C34F54">
        <w:rPr>
          <w:rFonts w:asciiTheme="minorHAnsi" w:hAnsiTheme="minorHAnsi" w:cstheme="minorHAnsi"/>
          <w:b/>
          <w:sz w:val="28"/>
          <w:szCs w:val="28"/>
        </w:rPr>
        <w:t>P</w:t>
      </w:r>
      <w:r w:rsidR="00DD66CE" w:rsidRPr="007232C2">
        <w:rPr>
          <w:rFonts w:asciiTheme="minorHAnsi" w:hAnsiTheme="minorHAnsi" w:cstheme="minorHAnsi"/>
          <w:b/>
          <w:sz w:val="28"/>
          <w:szCs w:val="28"/>
        </w:rPr>
        <w:t>racovník grafického stud</w:t>
      </w:r>
      <w:r w:rsidR="00C34F54">
        <w:rPr>
          <w:rFonts w:asciiTheme="minorHAnsi" w:hAnsiTheme="minorHAnsi" w:cstheme="minorHAnsi"/>
          <w:b/>
          <w:sz w:val="28"/>
          <w:szCs w:val="28"/>
        </w:rPr>
        <w:t>ia a Č</w:t>
      </w:r>
      <w:r w:rsidR="00DD66CE" w:rsidRPr="007232C2">
        <w:rPr>
          <w:rFonts w:asciiTheme="minorHAnsi" w:hAnsiTheme="minorHAnsi" w:cstheme="minorHAnsi"/>
          <w:b/>
          <w:sz w:val="28"/>
          <w:szCs w:val="28"/>
        </w:rPr>
        <w:t>tení a kreslení technické dokumentace</w:t>
      </w:r>
      <w:r w:rsidR="00BF2262" w:rsidRPr="007232C2">
        <w:rPr>
          <w:rFonts w:asciiTheme="minorHAnsi" w:hAnsiTheme="minorHAnsi" w:cstheme="minorHAnsi"/>
          <w:b/>
          <w:sz w:val="28"/>
          <w:szCs w:val="28"/>
        </w:rPr>
        <w:t>, oblast Ostrava</w:t>
      </w:r>
    </w:p>
    <w:p w:rsidR="00065710" w:rsidRDefault="00065710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9701B1" w:rsidRPr="007232C2" w:rsidRDefault="009701B1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BF2262" w:rsidRPr="007232C2" w:rsidTr="00DD66CE">
        <w:tc>
          <w:tcPr>
            <w:tcW w:w="717" w:type="dxa"/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BF2262" w:rsidRPr="007232C2" w:rsidTr="00DD66CE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16.1.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Pracovník grafického studia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132</w:t>
            </w:r>
          </w:p>
        </w:tc>
      </w:tr>
      <w:tr w:rsidR="00BF2262" w:rsidRPr="007232C2" w:rsidTr="00DD66CE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16.2.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Čtení a kreslení technické dokumentace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142</w:t>
            </w:r>
          </w:p>
        </w:tc>
      </w:tr>
    </w:tbl>
    <w:p w:rsidR="009701B1" w:rsidRPr="007232C2" w:rsidRDefault="009701B1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9701B1" w:rsidRPr="007232C2" w:rsidRDefault="009701B1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9701B1" w:rsidRPr="007232C2" w:rsidRDefault="009701B1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9701B1" w:rsidRPr="007232C2" w:rsidRDefault="009701B1" w:rsidP="00E6308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BF2262" w:rsidRPr="007232C2">
        <w:rPr>
          <w:rFonts w:asciiTheme="minorHAnsi" w:hAnsiTheme="minorHAnsi" w:cstheme="minorHAnsi"/>
          <w:b/>
          <w:sz w:val="20"/>
          <w:szCs w:val="20"/>
        </w:rPr>
        <w:t>3 288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 000,- Kč.</w:t>
      </w:r>
    </w:p>
    <w:p w:rsidR="009701B1" w:rsidRPr="007232C2" w:rsidRDefault="009701B1" w:rsidP="00E6308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08011A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</w:t>
      </w:r>
      <w:r w:rsidR="002B7EA6">
        <w:rPr>
          <w:rFonts w:asciiTheme="minorHAnsi" w:hAnsiTheme="minorHAnsi" w:cstheme="minorHAnsi"/>
          <w:sz w:val="20"/>
          <w:szCs w:val="20"/>
        </w:rPr>
        <w:t xml:space="preserve"> ČR pro příslušné rekvalifikace</w:t>
      </w:r>
      <w:r>
        <w:rPr>
          <w:rFonts w:asciiTheme="minorHAnsi" w:hAnsiTheme="minorHAnsi" w:cstheme="minorHAnsi"/>
          <w:sz w:val="20"/>
          <w:szCs w:val="20"/>
        </w:rPr>
        <w:t>, nebo</w:t>
      </w:r>
    </w:p>
    <w:p w:rsidR="0008011A" w:rsidRPr="007232C2" w:rsidRDefault="0008011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2363B5" w:rsidRPr="007232C2" w:rsidRDefault="009701B1" w:rsidP="00E6308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Vstupní vzdělání účastníků rekvalifikací se předpokládá minimálně </w:t>
      </w:r>
      <w:r w:rsidR="00BF2262" w:rsidRPr="007232C2">
        <w:rPr>
          <w:rFonts w:asciiTheme="minorHAnsi" w:hAnsiTheme="minorHAnsi" w:cstheme="minorHAnsi"/>
          <w:sz w:val="20"/>
          <w:szCs w:val="20"/>
        </w:rPr>
        <w:t>středn</w:t>
      </w:r>
      <w:r w:rsidRPr="007232C2">
        <w:rPr>
          <w:rFonts w:asciiTheme="minorHAnsi" w:hAnsiTheme="minorHAnsi" w:cstheme="minorHAnsi"/>
          <w:sz w:val="20"/>
          <w:szCs w:val="20"/>
        </w:rPr>
        <w:t>í.</w:t>
      </w:r>
    </w:p>
    <w:p w:rsidR="002363B5" w:rsidRPr="007232C2" w:rsidRDefault="002363B5" w:rsidP="00E6308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Obsah rekvalifikačního kurzu </w:t>
      </w: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Pracovník grafického studia</w:t>
      </w:r>
      <w:r w:rsidRPr="007232C2">
        <w:rPr>
          <w:rFonts w:asciiTheme="minorHAnsi" w:hAnsiTheme="minorHAnsi" w:cstheme="minorHAnsi"/>
          <w:sz w:val="20"/>
          <w:szCs w:val="20"/>
        </w:rPr>
        <w:t xml:space="preserve"> bude zaměřen </w:t>
      </w:r>
      <w:proofErr w:type="gramStart"/>
      <w:r w:rsidRPr="007232C2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Pr="007232C2">
        <w:rPr>
          <w:rFonts w:asciiTheme="minorHAnsi" w:hAnsiTheme="minorHAnsi" w:cstheme="minorHAnsi"/>
          <w:sz w:val="20"/>
          <w:szCs w:val="20"/>
        </w:rPr>
        <w:t>:</w:t>
      </w:r>
    </w:p>
    <w:p w:rsidR="002363B5" w:rsidRPr="007232C2" w:rsidRDefault="002363B5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základní tvary, zobrazování projektů</w:t>
      </w:r>
    </w:p>
    <w:p w:rsidR="002363B5" w:rsidRPr="007232C2" w:rsidRDefault="002363B5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vybíraní a transformování objektů, tvarování</w:t>
      </w:r>
    </w:p>
    <w:p w:rsidR="002363B5" w:rsidRPr="007232C2" w:rsidRDefault="002363B5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vkládaní textu</w:t>
      </w:r>
    </w:p>
    <w:p w:rsidR="002363B5" w:rsidRPr="007232C2" w:rsidRDefault="002363B5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ovládaní programu Adobe </w:t>
      </w:r>
      <w:proofErr w:type="spellStart"/>
      <w:r w:rsidRPr="007232C2">
        <w:rPr>
          <w:rFonts w:asciiTheme="minorHAnsi" w:hAnsiTheme="minorHAnsi" w:cstheme="minorHAnsi"/>
          <w:sz w:val="20"/>
          <w:szCs w:val="20"/>
        </w:rPr>
        <w:t>Photoshop</w:t>
      </w:r>
      <w:proofErr w:type="spellEnd"/>
    </w:p>
    <w:p w:rsidR="002363B5" w:rsidRPr="007232C2" w:rsidRDefault="002363B5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ovládaní programu Corel </w:t>
      </w:r>
      <w:proofErr w:type="spellStart"/>
      <w:r w:rsidRPr="007232C2">
        <w:rPr>
          <w:rFonts w:asciiTheme="minorHAnsi" w:hAnsiTheme="minorHAnsi" w:cstheme="minorHAnsi"/>
          <w:sz w:val="20"/>
          <w:szCs w:val="20"/>
        </w:rPr>
        <w:t>Draw</w:t>
      </w:r>
      <w:proofErr w:type="spellEnd"/>
    </w:p>
    <w:p w:rsidR="002363B5" w:rsidRPr="007232C2" w:rsidRDefault="002363B5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práce s digitální fotografií</w:t>
      </w:r>
    </w:p>
    <w:p w:rsidR="002363B5" w:rsidRPr="007232C2" w:rsidRDefault="00BF2262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Obsah rekvalifikačního kurzu </w:t>
      </w:r>
      <w:r w:rsidR="002363B5" w:rsidRPr="007232C2">
        <w:rPr>
          <w:rFonts w:asciiTheme="minorHAnsi" w:hAnsiTheme="minorHAnsi" w:cstheme="minorHAnsi"/>
          <w:sz w:val="20"/>
          <w:szCs w:val="20"/>
        </w:rPr>
        <w:t xml:space="preserve">Čtení a kreslení technické dokumentace bude zaměřen </w:t>
      </w:r>
      <w:proofErr w:type="gramStart"/>
      <w:r w:rsidR="002363B5" w:rsidRPr="007232C2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="002363B5" w:rsidRPr="007232C2">
        <w:rPr>
          <w:rFonts w:asciiTheme="minorHAnsi" w:hAnsiTheme="minorHAnsi" w:cstheme="minorHAnsi"/>
          <w:sz w:val="20"/>
          <w:szCs w:val="20"/>
        </w:rPr>
        <w:t>:</w:t>
      </w:r>
    </w:p>
    <w:p w:rsidR="009F13EA" w:rsidRPr="009F13EA" w:rsidRDefault="009F13E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 xml:space="preserve">ovládání programu </w:t>
      </w:r>
      <w:proofErr w:type="spellStart"/>
      <w:r w:rsidRPr="009F13EA">
        <w:rPr>
          <w:rFonts w:asciiTheme="minorHAnsi" w:hAnsiTheme="minorHAnsi" w:cstheme="minorHAnsi"/>
          <w:sz w:val="20"/>
          <w:szCs w:val="20"/>
        </w:rPr>
        <w:t>AutoCAD</w:t>
      </w:r>
      <w:proofErr w:type="spellEnd"/>
    </w:p>
    <w:p w:rsidR="009F13EA" w:rsidRPr="009F13EA" w:rsidRDefault="009F13E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>technická dokumentace</w:t>
      </w:r>
    </w:p>
    <w:p w:rsidR="009F13EA" w:rsidRPr="009F13EA" w:rsidRDefault="009F13E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>základy technického kreslení a norem</w:t>
      </w:r>
    </w:p>
    <w:p w:rsidR="009F13EA" w:rsidRPr="009F13EA" w:rsidRDefault="009F13E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/>
          <w:sz w:val="20"/>
          <w:szCs w:val="20"/>
        </w:rPr>
        <w:t>technické kreslení a normy, úvod do rýsování a kótování</w:t>
      </w:r>
    </w:p>
    <w:p w:rsidR="009701B1" w:rsidRPr="007232C2" w:rsidRDefault="009F13EA" w:rsidP="00E6308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Výuka nepřesáhne 6</w:t>
      </w:r>
      <w:r w:rsidR="009701B1" w:rsidRPr="007232C2">
        <w:rPr>
          <w:rFonts w:asciiTheme="minorHAnsi" w:hAnsiTheme="minorHAnsi" w:cstheme="minorHAnsi"/>
          <w:sz w:val="20"/>
          <w:szCs w:val="20"/>
        </w:rPr>
        <w:t xml:space="preserve"> vyučovacích hodin denně. </w:t>
      </w:r>
    </w:p>
    <w:p w:rsidR="009701B1" w:rsidRPr="007232C2" w:rsidRDefault="009701B1" w:rsidP="00E6308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</w:t>
      </w:r>
      <w:r w:rsidR="00BF2262" w:rsidRPr="007232C2">
        <w:rPr>
          <w:rFonts w:asciiTheme="minorHAnsi" w:hAnsiTheme="minorHAnsi" w:cstheme="minorHAnsi"/>
          <w:sz w:val="20"/>
          <w:szCs w:val="20"/>
        </w:rPr>
        <w:t xml:space="preserve"> 8 osob</w:t>
      </w:r>
      <w:r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701B1" w:rsidRPr="007232C2" w:rsidRDefault="009701B1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9701B1" w:rsidRPr="007232C2" w:rsidRDefault="009701B1" w:rsidP="00E6308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BF2262" w:rsidRPr="00065710" w:rsidRDefault="009701B1" w:rsidP="00E6308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</w:t>
      </w:r>
      <w:r w:rsidR="00BF2262" w:rsidRPr="007232C2">
        <w:rPr>
          <w:rFonts w:asciiTheme="minorHAnsi" w:hAnsiTheme="minorHAnsi" w:cstheme="minorHAnsi"/>
          <w:sz w:val="20"/>
          <w:szCs w:val="20"/>
        </w:rPr>
        <w:t> okresů Ostrava, Frýdek Místek, Nový Jičín</w:t>
      </w:r>
      <w:r w:rsidRPr="007232C2">
        <w:rPr>
          <w:rFonts w:asciiTheme="minorHAnsi" w:hAnsiTheme="minorHAnsi" w:cstheme="minorHAnsi"/>
          <w:sz w:val="20"/>
          <w:szCs w:val="20"/>
        </w:rPr>
        <w:t>.</w:t>
      </w:r>
    </w:p>
    <w:p w:rsidR="00065710" w:rsidRDefault="0006571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BF2262" w:rsidRPr="007232C2" w:rsidRDefault="00BF226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>Část 1</w:t>
      </w:r>
      <w:r w:rsidR="006D7942" w:rsidRPr="007232C2">
        <w:rPr>
          <w:rFonts w:asciiTheme="minorHAnsi" w:hAnsiTheme="minorHAnsi" w:cstheme="minorHAnsi"/>
          <w:b/>
          <w:sz w:val="28"/>
          <w:szCs w:val="28"/>
        </w:rPr>
        <w:t>7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.: Rekvalifikační kurzy </w:t>
      </w:r>
      <w:r w:rsidR="00C34F54">
        <w:rPr>
          <w:rFonts w:asciiTheme="minorHAnsi" w:hAnsiTheme="minorHAnsi" w:cstheme="minorHAnsi"/>
          <w:b/>
          <w:sz w:val="28"/>
          <w:szCs w:val="28"/>
        </w:rPr>
        <w:t>P</w:t>
      </w:r>
      <w:r w:rsidR="00DD66CE" w:rsidRPr="007232C2">
        <w:rPr>
          <w:rFonts w:asciiTheme="minorHAnsi" w:hAnsiTheme="minorHAnsi" w:cstheme="minorHAnsi"/>
          <w:b/>
          <w:sz w:val="28"/>
          <w:szCs w:val="28"/>
        </w:rPr>
        <w:t xml:space="preserve">racovník grafického studia a </w:t>
      </w:r>
      <w:r w:rsidR="00C34F54">
        <w:rPr>
          <w:rFonts w:asciiTheme="minorHAnsi" w:hAnsiTheme="minorHAnsi" w:cstheme="minorHAnsi"/>
          <w:b/>
          <w:sz w:val="28"/>
          <w:szCs w:val="28"/>
        </w:rPr>
        <w:t>Č</w:t>
      </w:r>
      <w:r w:rsidR="00DD66CE" w:rsidRPr="007232C2">
        <w:rPr>
          <w:rFonts w:asciiTheme="minorHAnsi" w:hAnsiTheme="minorHAnsi" w:cstheme="minorHAnsi"/>
          <w:b/>
          <w:sz w:val="28"/>
          <w:szCs w:val="28"/>
        </w:rPr>
        <w:t>tení a kreslení technické dokumentace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, oblast </w:t>
      </w:r>
      <w:r w:rsidR="006D7942" w:rsidRPr="007232C2">
        <w:rPr>
          <w:rFonts w:asciiTheme="minorHAnsi" w:hAnsiTheme="minorHAnsi" w:cstheme="minorHAnsi"/>
          <w:b/>
          <w:sz w:val="28"/>
          <w:szCs w:val="28"/>
        </w:rPr>
        <w:t>Opava</w:t>
      </w:r>
    </w:p>
    <w:p w:rsidR="00065710" w:rsidRDefault="00065710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BF2262" w:rsidRPr="007232C2" w:rsidRDefault="00BF226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BF2262" w:rsidRPr="007232C2" w:rsidTr="00DD66CE">
        <w:tc>
          <w:tcPr>
            <w:tcW w:w="717" w:type="dxa"/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BF2262" w:rsidRPr="007232C2" w:rsidTr="00DD66CE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</w:t>
            </w:r>
            <w:r w:rsidR="006D7942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7</w:t>
            </w: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Pracovník grafického studia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2E4CEB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140</w:t>
            </w:r>
          </w:p>
        </w:tc>
      </w:tr>
      <w:tr w:rsidR="00BF2262" w:rsidRPr="007232C2" w:rsidTr="00DD66CE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</w:t>
            </w:r>
            <w:r w:rsidR="006D7942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7</w:t>
            </w: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.2.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Čtení a kreslení technické dokumentace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BF226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62" w:rsidRPr="007232C2" w:rsidRDefault="002E4CEB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140</w:t>
            </w:r>
          </w:p>
        </w:tc>
      </w:tr>
    </w:tbl>
    <w:p w:rsidR="00BF2262" w:rsidRPr="007232C2" w:rsidRDefault="00BF226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BF2262" w:rsidRPr="007232C2" w:rsidRDefault="00BF226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BF2262" w:rsidRPr="007232C2" w:rsidRDefault="00BF226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BF2262" w:rsidRPr="007232C2" w:rsidRDefault="00BF2262" w:rsidP="00E6308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BA6B9B" w:rsidRPr="00BA6B9B">
        <w:rPr>
          <w:rFonts w:asciiTheme="minorHAnsi" w:hAnsiTheme="minorHAnsi" w:cstheme="minorHAnsi"/>
          <w:b/>
          <w:sz w:val="20"/>
          <w:szCs w:val="20"/>
        </w:rPr>
        <w:t>4 440 000</w:t>
      </w:r>
      <w:r w:rsidR="00BA6B9B">
        <w:rPr>
          <w:rFonts w:asciiTheme="minorHAnsi" w:hAnsiTheme="minorHAnsi" w:cstheme="minorHAnsi"/>
          <w:b/>
          <w:sz w:val="20"/>
          <w:szCs w:val="20"/>
        </w:rPr>
        <w:t>,-</w:t>
      </w:r>
      <w:r w:rsidR="00BA6B9B" w:rsidRPr="007232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232C2">
        <w:rPr>
          <w:rFonts w:asciiTheme="minorHAnsi" w:hAnsiTheme="minorHAnsi" w:cstheme="minorHAnsi"/>
          <w:b/>
          <w:sz w:val="20"/>
          <w:szCs w:val="20"/>
        </w:rPr>
        <w:t>Kč.</w:t>
      </w:r>
    </w:p>
    <w:p w:rsidR="00BF2262" w:rsidRPr="007232C2" w:rsidRDefault="00BF2262" w:rsidP="00E6308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143F92" w:rsidRPr="002B7EA6" w:rsidRDefault="002B7EA6" w:rsidP="002B7EA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příslušné rekvalifikace, nebo</w:t>
      </w:r>
    </w:p>
    <w:p w:rsidR="00143F92" w:rsidRPr="007232C2" w:rsidRDefault="00143F92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065710" w:rsidRDefault="00BF2262" w:rsidP="00E6308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013A6C" w:rsidRPr="00065710" w:rsidRDefault="00013A6C" w:rsidP="00E6308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65710">
        <w:rPr>
          <w:rFonts w:asciiTheme="minorHAnsi" w:hAnsiTheme="minorHAnsi" w:cstheme="minorHAnsi"/>
          <w:sz w:val="20"/>
          <w:szCs w:val="20"/>
        </w:rPr>
        <w:t xml:space="preserve">Obsah rekvalifikačního kurzu </w:t>
      </w:r>
      <w:r w:rsidRPr="00065710">
        <w:rPr>
          <w:rFonts w:asciiTheme="minorHAnsi" w:eastAsia="Times New Roman" w:hAnsiTheme="minorHAnsi" w:cstheme="minorHAnsi"/>
          <w:sz w:val="20"/>
          <w:szCs w:val="20"/>
          <w:lang w:eastAsia="cs-CZ"/>
        </w:rPr>
        <w:t>Pracovník grafického studia</w:t>
      </w:r>
      <w:r w:rsidRPr="00065710">
        <w:rPr>
          <w:rFonts w:asciiTheme="minorHAnsi" w:hAnsiTheme="minorHAnsi" w:cstheme="minorHAnsi"/>
          <w:sz w:val="20"/>
          <w:szCs w:val="20"/>
        </w:rPr>
        <w:t xml:space="preserve"> bude zaměřen </w:t>
      </w:r>
      <w:proofErr w:type="gramStart"/>
      <w:r w:rsidRPr="00065710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Pr="00065710">
        <w:rPr>
          <w:rFonts w:asciiTheme="minorHAnsi" w:hAnsiTheme="minorHAnsi" w:cstheme="minorHAnsi"/>
          <w:sz w:val="20"/>
          <w:szCs w:val="20"/>
        </w:rPr>
        <w:t>:</w:t>
      </w:r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základní tvary, zobrazování projektů</w:t>
      </w:r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vybíraní a transformování objektů, tvarování</w:t>
      </w:r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vkládaní textu</w:t>
      </w:r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ovládaní programu Adobe </w:t>
      </w:r>
      <w:proofErr w:type="spellStart"/>
      <w:r w:rsidRPr="007232C2">
        <w:rPr>
          <w:rFonts w:asciiTheme="minorHAnsi" w:hAnsiTheme="minorHAnsi" w:cstheme="minorHAnsi"/>
          <w:sz w:val="20"/>
          <w:szCs w:val="20"/>
        </w:rPr>
        <w:t>Photoshop</w:t>
      </w:r>
      <w:proofErr w:type="spellEnd"/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ovládaní programu Corel </w:t>
      </w:r>
      <w:proofErr w:type="spellStart"/>
      <w:r w:rsidRPr="007232C2">
        <w:rPr>
          <w:rFonts w:asciiTheme="minorHAnsi" w:hAnsiTheme="minorHAnsi" w:cstheme="minorHAnsi"/>
          <w:sz w:val="20"/>
          <w:szCs w:val="20"/>
        </w:rPr>
        <w:t>Draw</w:t>
      </w:r>
      <w:proofErr w:type="spellEnd"/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práce s digitální fotografií</w:t>
      </w:r>
    </w:p>
    <w:p w:rsidR="00013A6C" w:rsidRPr="007232C2" w:rsidRDefault="00013A6C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Obsah rekvalifikačního kurzu Čtení a kreslení technické dokumentace bude zaměřen </w:t>
      </w:r>
      <w:proofErr w:type="gramStart"/>
      <w:r w:rsidRPr="007232C2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Pr="007232C2">
        <w:rPr>
          <w:rFonts w:asciiTheme="minorHAnsi" w:hAnsiTheme="minorHAnsi" w:cstheme="minorHAnsi"/>
          <w:sz w:val="20"/>
          <w:szCs w:val="20"/>
        </w:rPr>
        <w:t>:</w:t>
      </w:r>
    </w:p>
    <w:p w:rsidR="009F13EA" w:rsidRPr="009F13EA" w:rsidRDefault="009F13E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 xml:space="preserve">ovládání programu </w:t>
      </w:r>
      <w:proofErr w:type="spellStart"/>
      <w:r w:rsidRPr="009F13EA">
        <w:rPr>
          <w:rFonts w:asciiTheme="minorHAnsi" w:hAnsiTheme="minorHAnsi" w:cstheme="minorHAnsi"/>
          <w:sz w:val="20"/>
          <w:szCs w:val="20"/>
        </w:rPr>
        <w:t>AutoCAD</w:t>
      </w:r>
      <w:proofErr w:type="spellEnd"/>
    </w:p>
    <w:p w:rsidR="009F13EA" w:rsidRPr="009F13EA" w:rsidRDefault="009F13E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>technická dokumentace</w:t>
      </w:r>
    </w:p>
    <w:p w:rsidR="009F13EA" w:rsidRPr="009F13EA" w:rsidRDefault="009F13E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>základy technického kreslení a norem</w:t>
      </w:r>
    </w:p>
    <w:p w:rsidR="009F13EA" w:rsidRPr="009F13EA" w:rsidRDefault="009F13E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/>
          <w:sz w:val="20"/>
          <w:szCs w:val="20"/>
        </w:rPr>
        <w:t>technické kreslení a normy, úvod do rýsování a kótování</w:t>
      </w:r>
    </w:p>
    <w:p w:rsidR="00BF2262" w:rsidRPr="007232C2" w:rsidRDefault="009F13EA" w:rsidP="00E6308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Výuka nepřesáhne 6</w:t>
      </w:r>
      <w:r w:rsidR="00BF2262" w:rsidRPr="007232C2">
        <w:rPr>
          <w:rFonts w:asciiTheme="minorHAnsi" w:hAnsiTheme="minorHAnsi" w:cstheme="minorHAnsi"/>
          <w:sz w:val="20"/>
          <w:szCs w:val="20"/>
        </w:rPr>
        <w:t xml:space="preserve"> vyučovacích </w:t>
      </w:r>
      <w:r w:rsidR="00A20039">
        <w:rPr>
          <w:rFonts w:asciiTheme="minorHAnsi" w:hAnsiTheme="minorHAnsi" w:cstheme="minorHAnsi"/>
          <w:sz w:val="20"/>
          <w:szCs w:val="20"/>
        </w:rPr>
        <w:t>hodin denně,</w:t>
      </w:r>
      <w:r w:rsidR="00A20039" w:rsidRPr="00A20039">
        <w:rPr>
          <w:rFonts w:asciiTheme="minorHAnsi" w:hAnsiTheme="minorHAnsi" w:cstheme="minorHAnsi"/>
          <w:sz w:val="20"/>
          <w:szCs w:val="20"/>
        </w:rPr>
        <w:t xml:space="preserve"> </w:t>
      </w:r>
      <w:r w:rsidR="00A20039">
        <w:rPr>
          <w:rFonts w:asciiTheme="minorHAnsi" w:hAnsiTheme="minorHAnsi" w:cstheme="minorHAnsi"/>
          <w:sz w:val="20"/>
          <w:szCs w:val="20"/>
        </w:rPr>
        <w:t>přičemž výuka bude ukončena nejpozději v 15 hodin.</w:t>
      </w:r>
    </w:p>
    <w:p w:rsidR="00BF2262" w:rsidRPr="007232C2" w:rsidRDefault="00BF2262" w:rsidP="00E6308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8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 osob</w:t>
      </w:r>
      <w:r w:rsidRPr="007232C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F2262" w:rsidRPr="007232C2" w:rsidRDefault="00BF2262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BF2262" w:rsidRPr="007232C2" w:rsidRDefault="00BF2262" w:rsidP="00E63080">
      <w:pPr>
        <w:pStyle w:val="Default"/>
        <w:numPr>
          <w:ilvl w:val="0"/>
          <w:numId w:val="17"/>
        </w:numPr>
        <w:spacing w:before="120" w:after="120"/>
        <w:ind w:left="714" w:hanging="357"/>
        <w:rPr>
          <w:rFonts w:asciiTheme="minorHAnsi" w:hAnsiTheme="minorHAnsi" w:cstheme="minorHAnsi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DD0FAF" w:rsidRPr="007232C2">
        <w:rPr>
          <w:rFonts w:asciiTheme="minorHAnsi" w:hAnsiTheme="minorHAnsi" w:cstheme="minorHAnsi"/>
        </w:rPr>
        <w:t xml:space="preserve"> 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v jedné z městských částí Opavy. Městské části Opavy jsou </w:t>
      </w:r>
      <w:proofErr w:type="spellStart"/>
      <w:r w:rsidR="00DD0FAF" w:rsidRPr="007232C2">
        <w:rPr>
          <w:rFonts w:asciiTheme="minorHAnsi" w:hAnsiTheme="minorHAnsi" w:cstheme="minorHAnsi"/>
          <w:sz w:val="20"/>
          <w:szCs w:val="20"/>
        </w:rPr>
        <w:t>Jaktař</w:t>
      </w:r>
      <w:proofErr w:type="spellEnd"/>
      <w:r w:rsidR="00DD0FAF" w:rsidRPr="007232C2">
        <w:rPr>
          <w:rFonts w:asciiTheme="minorHAnsi" w:hAnsiTheme="minorHAnsi" w:cstheme="minorHAnsi"/>
          <w:sz w:val="20"/>
          <w:szCs w:val="20"/>
        </w:rPr>
        <w:t>, Kateřinky, Kylešovice, Město a Předměstí.</w:t>
      </w:r>
    </w:p>
    <w:p w:rsidR="00BF2262" w:rsidRDefault="00BF2262" w:rsidP="00E6308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okresů </w:t>
      </w:r>
      <w:r w:rsidR="006D7942" w:rsidRPr="007232C2">
        <w:rPr>
          <w:rFonts w:asciiTheme="minorHAnsi" w:hAnsiTheme="minorHAnsi" w:cstheme="minorHAnsi"/>
          <w:sz w:val="20"/>
          <w:szCs w:val="20"/>
        </w:rPr>
        <w:t>Bruntál a Opava</w:t>
      </w:r>
      <w:r w:rsidRPr="007232C2">
        <w:rPr>
          <w:rFonts w:asciiTheme="minorHAnsi" w:hAnsiTheme="minorHAnsi" w:cstheme="minorHAnsi"/>
          <w:sz w:val="20"/>
          <w:szCs w:val="20"/>
        </w:rPr>
        <w:t>.</w:t>
      </w:r>
    </w:p>
    <w:p w:rsidR="00065710" w:rsidRDefault="0006571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18.: Rekvalifikační kurzy </w:t>
      </w:r>
      <w:r w:rsidR="000E14D7">
        <w:rPr>
          <w:rFonts w:asciiTheme="minorHAnsi" w:hAnsiTheme="minorHAnsi" w:cstheme="minorHAnsi"/>
          <w:b/>
          <w:sz w:val="28"/>
          <w:szCs w:val="28"/>
        </w:rPr>
        <w:t>Pracovník grafického studia a Č</w:t>
      </w:r>
      <w:r w:rsidR="00DD66CE" w:rsidRPr="007232C2">
        <w:rPr>
          <w:rFonts w:asciiTheme="minorHAnsi" w:hAnsiTheme="minorHAnsi" w:cstheme="minorHAnsi"/>
          <w:b/>
          <w:sz w:val="28"/>
          <w:szCs w:val="28"/>
        </w:rPr>
        <w:t>tení a kreslení technické dokumentace</w:t>
      </w:r>
      <w:r w:rsidRPr="007232C2">
        <w:rPr>
          <w:rFonts w:asciiTheme="minorHAnsi" w:hAnsiTheme="minorHAnsi" w:cstheme="minorHAnsi"/>
          <w:b/>
          <w:sz w:val="28"/>
          <w:szCs w:val="28"/>
        </w:rPr>
        <w:t>, oblast Karviná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6D7942" w:rsidRPr="007232C2" w:rsidTr="00DD66CE">
        <w:tc>
          <w:tcPr>
            <w:tcW w:w="717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6D7942" w:rsidRPr="007232C2" w:rsidTr="00DD66CE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18.1.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Pracovník grafického studia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96</w:t>
            </w:r>
          </w:p>
        </w:tc>
      </w:tr>
      <w:tr w:rsidR="006D7942" w:rsidRPr="007232C2" w:rsidTr="00DD66CE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18.2.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Čtení a kreslení technické dokumentace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96</w:t>
            </w:r>
          </w:p>
        </w:tc>
      </w:tr>
    </w:tbl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6D7942" w:rsidRPr="007232C2" w:rsidRDefault="006D7942" w:rsidP="00E630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2 304 000,- Kč.</w:t>
      </w:r>
    </w:p>
    <w:p w:rsidR="006D7942" w:rsidRPr="007232C2" w:rsidRDefault="006D7942" w:rsidP="00E630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2B7EA6" w:rsidRPr="007232C2" w:rsidRDefault="002B7EA6" w:rsidP="002B7EA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příslušné rekvalifikace, nebo</w:t>
      </w:r>
    </w:p>
    <w:p w:rsidR="00143F92" w:rsidRPr="007232C2" w:rsidRDefault="00143F92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6D7942" w:rsidRPr="007232C2" w:rsidRDefault="006D7942" w:rsidP="00E630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013A6C" w:rsidRPr="007232C2" w:rsidRDefault="00013A6C" w:rsidP="00E630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Obsah rekvalifikačního kurzu </w:t>
      </w: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Pracovník grafického studia</w:t>
      </w:r>
      <w:r w:rsidRPr="007232C2">
        <w:rPr>
          <w:rFonts w:asciiTheme="minorHAnsi" w:hAnsiTheme="minorHAnsi" w:cstheme="minorHAnsi"/>
          <w:sz w:val="20"/>
          <w:szCs w:val="20"/>
        </w:rPr>
        <w:t xml:space="preserve"> bude zaměřen </w:t>
      </w:r>
      <w:proofErr w:type="gramStart"/>
      <w:r w:rsidRPr="007232C2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Pr="007232C2">
        <w:rPr>
          <w:rFonts w:asciiTheme="minorHAnsi" w:hAnsiTheme="minorHAnsi" w:cstheme="minorHAnsi"/>
          <w:sz w:val="20"/>
          <w:szCs w:val="20"/>
        </w:rPr>
        <w:t>:</w:t>
      </w:r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základní tvary, zobrazování projektů</w:t>
      </w:r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vybíraní a transformování objektů, tvarování</w:t>
      </w:r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vkládaní textu</w:t>
      </w:r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ovládaní programu Adobe </w:t>
      </w:r>
      <w:proofErr w:type="spellStart"/>
      <w:r w:rsidRPr="007232C2">
        <w:rPr>
          <w:rFonts w:asciiTheme="minorHAnsi" w:hAnsiTheme="minorHAnsi" w:cstheme="minorHAnsi"/>
          <w:sz w:val="20"/>
          <w:szCs w:val="20"/>
        </w:rPr>
        <w:t>Photoshop</w:t>
      </w:r>
      <w:proofErr w:type="spellEnd"/>
    </w:p>
    <w:p w:rsidR="00013A6C" w:rsidRPr="007232C2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ovládaní programu Corel </w:t>
      </w:r>
      <w:proofErr w:type="spellStart"/>
      <w:r w:rsidRPr="007232C2">
        <w:rPr>
          <w:rFonts w:asciiTheme="minorHAnsi" w:hAnsiTheme="minorHAnsi" w:cstheme="minorHAnsi"/>
          <w:sz w:val="20"/>
          <w:szCs w:val="20"/>
        </w:rPr>
        <w:t>Draw</w:t>
      </w:r>
      <w:proofErr w:type="spellEnd"/>
    </w:p>
    <w:p w:rsidR="00013A6C" w:rsidRDefault="00013A6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práce s digitální fotografií</w:t>
      </w:r>
    </w:p>
    <w:p w:rsidR="00013A6C" w:rsidRPr="007232C2" w:rsidRDefault="00013A6C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Obsah rekvalifikačního kurzu Čtení a kreslení technické dokumentace bude zaměřen </w:t>
      </w:r>
      <w:proofErr w:type="gramStart"/>
      <w:r w:rsidRPr="007232C2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Pr="007232C2">
        <w:rPr>
          <w:rFonts w:asciiTheme="minorHAnsi" w:hAnsiTheme="minorHAnsi" w:cstheme="minorHAnsi"/>
          <w:sz w:val="20"/>
          <w:szCs w:val="20"/>
        </w:rPr>
        <w:t>:</w:t>
      </w:r>
    </w:p>
    <w:p w:rsidR="009C4B1B" w:rsidRPr="009F13EA" w:rsidRDefault="009C4B1B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 xml:space="preserve">ovládání programu </w:t>
      </w:r>
      <w:proofErr w:type="spellStart"/>
      <w:r w:rsidRPr="009F13EA">
        <w:rPr>
          <w:rFonts w:asciiTheme="minorHAnsi" w:hAnsiTheme="minorHAnsi" w:cstheme="minorHAnsi"/>
          <w:sz w:val="20"/>
          <w:szCs w:val="20"/>
        </w:rPr>
        <w:t>AutoCAD</w:t>
      </w:r>
      <w:proofErr w:type="spellEnd"/>
    </w:p>
    <w:p w:rsidR="009C4B1B" w:rsidRPr="009F13EA" w:rsidRDefault="009C4B1B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>technická dokumentace</w:t>
      </w:r>
    </w:p>
    <w:p w:rsidR="006C59CB" w:rsidRPr="009F13EA" w:rsidRDefault="006C59CB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>základy technického kreslení a norem</w:t>
      </w:r>
    </w:p>
    <w:p w:rsidR="00B446F8" w:rsidRPr="009F13EA" w:rsidRDefault="006C59CB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/>
          <w:sz w:val="20"/>
          <w:szCs w:val="20"/>
        </w:rPr>
        <w:t>technické kreslení a normy, úvod do rýsování a kótování</w:t>
      </w:r>
    </w:p>
    <w:p w:rsidR="00440108" w:rsidRPr="009F13EA" w:rsidRDefault="00440108" w:rsidP="00E630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>Výuka nepřesáhne 6</w:t>
      </w:r>
      <w:r w:rsidR="006D7942" w:rsidRPr="009F13EA">
        <w:rPr>
          <w:rFonts w:asciiTheme="minorHAnsi" w:hAnsiTheme="minorHAnsi" w:cstheme="minorHAnsi"/>
          <w:sz w:val="20"/>
          <w:szCs w:val="20"/>
        </w:rPr>
        <w:t xml:space="preserve"> vyučovacích hodin denně</w:t>
      </w:r>
      <w:r w:rsidR="00055344" w:rsidRPr="009F13EA">
        <w:rPr>
          <w:rFonts w:asciiTheme="minorHAnsi" w:hAnsiTheme="minorHAnsi" w:cstheme="minorHAnsi"/>
          <w:sz w:val="20"/>
          <w:szCs w:val="20"/>
        </w:rPr>
        <w:t xml:space="preserve"> a bude probíhat převážně v dopoledních hodinách, ukončení výuky bude nejpozději v 15,00 hod</w:t>
      </w:r>
      <w:r w:rsidR="006D7942" w:rsidRPr="009F13EA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6D7942" w:rsidRPr="009F13EA" w:rsidRDefault="00440108" w:rsidP="00E630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 xml:space="preserve">Celková délka kurzu </w:t>
      </w:r>
      <w:r w:rsidRPr="009F13EA">
        <w:rPr>
          <w:rFonts w:asciiTheme="minorHAnsi" w:eastAsia="Times New Roman" w:hAnsiTheme="minorHAnsi" w:cstheme="minorHAnsi"/>
          <w:sz w:val="20"/>
          <w:szCs w:val="20"/>
          <w:lang w:eastAsia="cs-CZ"/>
        </w:rPr>
        <w:t>Pracovník grafického studia</w:t>
      </w:r>
      <w:r w:rsidRPr="009F13EA">
        <w:rPr>
          <w:rFonts w:asciiTheme="minorHAnsi" w:hAnsiTheme="minorHAnsi" w:cstheme="minorHAnsi"/>
          <w:sz w:val="20"/>
          <w:szCs w:val="20"/>
        </w:rPr>
        <w:t xml:space="preserve"> nepřesáhne čtyři </w:t>
      </w:r>
      <w:proofErr w:type="gramStart"/>
      <w:r w:rsidRPr="009F13EA">
        <w:rPr>
          <w:rFonts w:asciiTheme="minorHAnsi" w:hAnsiTheme="minorHAnsi" w:cstheme="minorHAnsi"/>
          <w:sz w:val="20"/>
          <w:szCs w:val="20"/>
        </w:rPr>
        <w:t>týdny ( 20</w:t>
      </w:r>
      <w:proofErr w:type="gramEnd"/>
      <w:r w:rsidRPr="009F13EA">
        <w:rPr>
          <w:rFonts w:asciiTheme="minorHAnsi" w:hAnsiTheme="minorHAnsi" w:cstheme="minorHAnsi"/>
          <w:sz w:val="20"/>
          <w:szCs w:val="20"/>
        </w:rPr>
        <w:t xml:space="preserve"> pracovních dnů), celková délka kurzu </w:t>
      </w:r>
      <w:r w:rsidRPr="009F13EA">
        <w:rPr>
          <w:rFonts w:asciiTheme="minorHAnsi" w:eastAsia="Times New Roman" w:hAnsiTheme="minorHAnsi" w:cstheme="minorHAnsi"/>
          <w:sz w:val="20"/>
          <w:szCs w:val="20"/>
          <w:lang w:eastAsia="cs-CZ"/>
        </w:rPr>
        <w:t>Čtení a kreslení technické dokumentace</w:t>
      </w:r>
      <w:r w:rsidRPr="009F13EA">
        <w:rPr>
          <w:rFonts w:asciiTheme="minorHAnsi" w:hAnsiTheme="minorHAnsi" w:cstheme="minorHAnsi"/>
          <w:sz w:val="20"/>
          <w:szCs w:val="20"/>
        </w:rPr>
        <w:t xml:space="preserve"> nepřesáhne 3 týdny ( 15 pracovních dnů).</w:t>
      </w:r>
    </w:p>
    <w:p w:rsidR="006D7942" w:rsidRPr="009F13EA" w:rsidRDefault="006D7942" w:rsidP="00E630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</w:t>
      </w:r>
      <w:r w:rsidRPr="009F13EA">
        <w:rPr>
          <w:rFonts w:asciiTheme="minorHAnsi" w:hAnsiTheme="minorHAnsi" w:cstheme="minorHAnsi"/>
          <w:sz w:val="20"/>
          <w:szCs w:val="20"/>
        </w:rPr>
        <w:t xml:space="preserve">: </w:t>
      </w:r>
      <w:r w:rsidR="00440108" w:rsidRPr="009F13EA">
        <w:rPr>
          <w:rFonts w:asciiTheme="minorHAnsi" w:hAnsiTheme="minorHAnsi" w:cstheme="minorHAnsi"/>
          <w:sz w:val="20"/>
          <w:szCs w:val="20"/>
        </w:rPr>
        <w:t xml:space="preserve">6 </w:t>
      </w:r>
      <w:r w:rsidRPr="009F13EA">
        <w:rPr>
          <w:rFonts w:asciiTheme="minorHAnsi" w:hAnsiTheme="minorHAnsi" w:cstheme="minorHAnsi"/>
          <w:sz w:val="20"/>
          <w:szCs w:val="20"/>
        </w:rPr>
        <w:t xml:space="preserve">osob </w:t>
      </w:r>
    </w:p>
    <w:p w:rsidR="006D7942" w:rsidRPr="009F13EA" w:rsidRDefault="006D7942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9F13EA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440108" w:rsidRPr="009F13EA">
        <w:rPr>
          <w:rFonts w:asciiTheme="minorHAnsi" w:hAnsiTheme="minorHAnsi" w:cstheme="minorHAnsi"/>
          <w:sz w:val="20"/>
          <w:szCs w:val="20"/>
        </w:rPr>
        <w:t>10</w:t>
      </w:r>
      <w:r w:rsidR="00DD0FAF" w:rsidRPr="009F13EA">
        <w:rPr>
          <w:rFonts w:asciiTheme="minorHAnsi" w:hAnsiTheme="minorHAnsi" w:cstheme="minorHAnsi"/>
          <w:sz w:val="20"/>
          <w:szCs w:val="20"/>
        </w:rPr>
        <w:t xml:space="preserve"> </w:t>
      </w:r>
      <w:r w:rsidRPr="009F13EA">
        <w:rPr>
          <w:rFonts w:asciiTheme="minorHAnsi" w:hAnsiTheme="minorHAnsi" w:cstheme="minorHAnsi"/>
          <w:sz w:val="20"/>
          <w:szCs w:val="20"/>
        </w:rPr>
        <w:t>osob</w:t>
      </w:r>
    </w:p>
    <w:p w:rsidR="006D7942" w:rsidRPr="00065710" w:rsidRDefault="006D7942" w:rsidP="00E6308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 ve městě Karviná.</w:t>
      </w:r>
    </w:p>
    <w:p w:rsidR="00065710" w:rsidRDefault="0006571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19.: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Prodavač, oblast Ostrava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6D7942" w:rsidRPr="007232C2" w:rsidTr="00DD66CE">
        <w:tc>
          <w:tcPr>
            <w:tcW w:w="717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6D7942" w:rsidRPr="007232C2" w:rsidTr="00DD66CE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19.1.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hAnsiTheme="minorHAnsi" w:cstheme="minorHAnsi"/>
                <w:sz w:val="20"/>
                <w:szCs w:val="20"/>
              </w:rPr>
              <w:t>Prodavač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226</w:t>
            </w:r>
          </w:p>
        </w:tc>
      </w:tr>
    </w:tbl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6D7942" w:rsidRPr="007232C2" w:rsidRDefault="006D7942" w:rsidP="00E6308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3 390 000,- Kč.</w:t>
      </w:r>
    </w:p>
    <w:p w:rsidR="006D7942" w:rsidRPr="007232C2" w:rsidRDefault="006D7942" w:rsidP="00E6308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143F92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143F92" w:rsidRPr="007232C2" w:rsidRDefault="00143F92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6D7942" w:rsidRPr="007232C2" w:rsidRDefault="006D7942" w:rsidP="00E6308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6D7942" w:rsidRPr="007232C2" w:rsidRDefault="002B7EA6" w:rsidP="00E6308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Prodavač</w:t>
      </w:r>
      <w:r w:rsidR="006D7942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(kód: 66-003-H), viz </w:t>
      </w:r>
      <w:hyperlink r:id="rId24" w:history="1">
        <w:r w:rsidR="006D7942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6D7942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6D7942" w:rsidRPr="007232C2" w:rsidRDefault="006D7942" w:rsidP="00E6308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6D7942" w:rsidRPr="007232C2" w:rsidRDefault="006D7942" w:rsidP="00E6308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8 osob</w:t>
      </w:r>
    </w:p>
    <w:p w:rsidR="006D7942" w:rsidRPr="007232C2" w:rsidRDefault="006D7942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6D7942" w:rsidRPr="007232C2" w:rsidRDefault="006D7942" w:rsidP="00E6308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6D7942" w:rsidRPr="007232C2" w:rsidRDefault="006D7942" w:rsidP="00E6308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okresů Ostrava, Opava, Karviná, Frýdek Místek a Nový Jičín.</w:t>
      </w:r>
    </w:p>
    <w:p w:rsidR="00065710" w:rsidRDefault="00065710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6D7942" w:rsidRPr="009F13EA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20.: Rekvalifikační kurz </w:t>
      </w:r>
      <w:r w:rsidRPr="009F13EA">
        <w:rPr>
          <w:rFonts w:asciiTheme="minorHAnsi" w:hAnsiTheme="minorHAnsi" w:cstheme="minorHAnsi"/>
          <w:b/>
          <w:sz w:val="28"/>
          <w:szCs w:val="28"/>
        </w:rPr>
        <w:t>Prodavač, oblast Bruntál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6D7942" w:rsidRPr="007232C2" w:rsidTr="00DD66CE">
        <w:tc>
          <w:tcPr>
            <w:tcW w:w="717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6D7942" w:rsidRPr="007232C2" w:rsidTr="00DD66CE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hAnsiTheme="minorHAnsi" w:cstheme="minorHAnsi"/>
                <w:sz w:val="20"/>
                <w:szCs w:val="20"/>
              </w:rPr>
              <w:t>Prodavač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60</w:t>
            </w:r>
          </w:p>
        </w:tc>
      </w:tr>
    </w:tbl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6D7942" w:rsidRPr="007232C2" w:rsidRDefault="006D7942" w:rsidP="00E6308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600 000,- Kč.</w:t>
      </w:r>
    </w:p>
    <w:p w:rsidR="006D7942" w:rsidRPr="007232C2" w:rsidRDefault="006D7942" w:rsidP="00E6308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143F92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143F92" w:rsidRPr="007232C2" w:rsidRDefault="00143F92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6D7942" w:rsidRPr="007232C2" w:rsidRDefault="006D7942" w:rsidP="00E6308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6D7942" w:rsidRPr="007232C2" w:rsidRDefault="002B7EA6" w:rsidP="00E6308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Prodavač</w:t>
      </w:r>
      <w:r w:rsidR="006D7942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(kód: 66-003-H), viz </w:t>
      </w:r>
      <w:hyperlink r:id="rId25" w:history="1">
        <w:r w:rsidR="006D7942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6D7942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6D7942" w:rsidRPr="007232C2" w:rsidRDefault="006D7942" w:rsidP="00E6308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  <w:r w:rsidR="000465F4">
        <w:rPr>
          <w:rFonts w:asciiTheme="minorHAnsi" w:hAnsiTheme="minorHAnsi" w:cstheme="minorHAnsi"/>
          <w:sz w:val="20"/>
          <w:szCs w:val="20"/>
        </w:rPr>
        <w:t>Teoretická výuka bude ukončena nejpozději v 15 hodin.</w:t>
      </w:r>
    </w:p>
    <w:p w:rsidR="006D7942" w:rsidRPr="007232C2" w:rsidRDefault="006D7942" w:rsidP="00E6308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8 osob</w:t>
      </w:r>
    </w:p>
    <w:p w:rsidR="006D7942" w:rsidRPr="007232C2" w:rsidRDefault="006D7942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0465F4" w:rsidRPr="007232C2" w:rsidRDefault="000465F4" w:rsidP="000465F4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Místo </w:t>
      </w:r>
      <w:r w:rsidRPr="002B7EA6">
        <w:rPr>
          <w:rFonts w:asciiTheme="minorHAnsi" w:hAnsiTheme="minorHAnsi" w:cstheme="minorHAnsi"/>
          <w:sz w:val="20"/>
          <w:szCs w:val="20"/>
        </w:rPr>
        <w:t xml:space="preserve">konání teoretické výuky </w:t>
      </w:r>
      <w:r>
        <w:rPr>
          <w:rFonts w:asciiTheme="minorHAnsi" w:hAnsiTheme="minorHAnsi" w:cstheme="minorHAnsi"/>
          <w:sz w:val="20"/>
          <w:szCs w:val="20"/>
        </w:rPr>
        <w:t>rekvalifikace bude ve městě Bruntál</w:t>
      </w:r>
      <w:r w:rsidRPr="002B7EA6">
        <w:rPr>
          <w:rFonts w:asciiTheme="minorHAnsi" w:hAnsiTheme="minorHAnsi" w:cstheme="minorHAnsi"/>
          <w:sz w:val="20"/>
          <w:szCs w:val="20"/>
        </w:rPr>
        <w:t xml:space="preserve">. </w:t>
      </w:r>
      <w:r>
        <w:rPr>
          <w:rFonts w:asciiTheme="minorHAnsi" w:hAnsiTheme="minorHAnsi" w:cstheme="minorHAnsi"/>
          <w:sz w:val="20"/>
          <w:szCs w:val="20"/>
        </w:rPr>
        <w:t>Praktická výuka bude probíhat v okrese Bruntál</w:t>
      </w:r>
      <w:r w:rsidRPr="002B7EA6">
        <w:rPr>
          <w:rFonts w:asciiTheme="minorHAnsi" w:hAnsiTheme="minorHAnsi" w:cstheme="minorHAnsi"/>
          <w:sz w:val="20"/>
          <w:szCs w:val="20"/>
        </w:rPr>
        <w:t xml:space="preserve"> s důrazem na dodržení zásad hospodár</w:t>
      </w:r>
      <w:r>
        <w:rPr>
          <w:rFonts w:asciiTheme="minorHAnsi" w:hAnsiTheme="minorHAnsi" w:cstheme="minorHAnsi"/>
          <w:sz w:val="20"/>
          <w:szCs w:val="20"/>
        </w:rPr>
        <w:t>nosti, efektivnosti a účelnosti</w:t>
      </w:r>
      <w:r w:rsidRPr="007232C2">
        <w:rPr>
          <w:rFonts w:asciiTheme="minorHAnsi" w:hAnsiTheme="minorHAnsi" w:cstheme="minorHAnsi"/>
          <w:sz w:val="20"/>
          <w:szCs w:val="20"/>
        </w:rPr>
        <w:t>.</w:t>
      </w:r>
    </w:p>
    <w:p w:rsidR="00065710" w:rsidRDefault="00065710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21.: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Pokladní, oblast</w:t>
      </w:r>
      <w:r w:rsidRPr="00A24F76">
        <w:rPr>
          <w:rFonts w:asciiTheme="minorHAnsi" w:hAnsiTheme="minorHAnsi" w:cstheme="minorHAnsi"/>
          <w:b/>
          <w:sz w:val="28"/>
          <w:szCs w:val="28"/>
        </w:rPr>
        <w:t xml:space="preserve"> Ostrava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6D7942" w:rsidRPr="007232C2" w:rsidTr="00DD66CE">
        <w:tc>
          <w:tcPr>
            <w:tcW w:w="717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6D7942" w:rsidRPr="007232C2" w:rsidTr="00DD66CE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21.1.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hAnsiTheme="minorHAnsi" w:cstheme="minorHAnsi"/>
                <w:sz w:val="20"/>
                <w:szCs w:val="20"/>
              </w:rPr>
              <w:t>Pokladní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226</w:t>
            </w:r>
          </w:p>
        </w:tc>
      </w:tr>
    </w:tbl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6D7942" w:rsidRPr="007232C2" w:rsidRDefault="006D7942" w:rsidP="00E6308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3 390 000,- Kč.</w:t>
      </w:r>
    </w:p>
    <w:p w:rsidR="006D7942" w:rsidRPr="007232C2" w:rsidRDefault="006D7942" w:rsidP="00E6308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143F92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143F92" w:rsidRPr="007232C2" w:rsidRDefault="00143F92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6D7942" w:rsidRPr="007232C2" w:rsidRDefault="006D7942" w:rsidP="00E6308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6D7942" w:rsidRPr="007232C2" w:rsidRDefault="002B7EA6" w:rsidP="00E6308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Pokladní</w:t>
      </w:r>
      <w:r w:rsidR="006D7942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(kód: 66-001-H), viz </w:t>
      </w:r>
      <w:hyperlink r:id="rId26" w:history="1">
        <w:r w:rsidR="006D7942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6D7942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6D7942" w:rsidRPr="007232C2" w:rsidRDefault="006D7942" w:rsidP="00E6308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6D7942" w:rsidRPr="007232C2" w:rsidRDefault="006D7942" w:rsidP="00E6308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8 osob</w:t>
      </w:r>
    </w:p>
    <w:p w:rsidR="006D7942" w:rsidRPr="007232C2" w:rsidRDefault="006D7942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6D7942" w:rsidRPr="007232C2" w:rsidRDefault="006D7942" w:rsidP="00E6308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6D7942" w:rsidRPr="007232C2" w:rsidRDefault="006D7942" w:rsidP="00E6308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okresů Ostrava, Opava, Karviná, Frýdek Místek a Nový Jičín.</w:t>
      </w:r>
    </w:p>
    <w:p w:rsidR="006D7942" w:rsidRPr="007232C2" w:rsidRDefault="006D7942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  <w:highlight w:val="yellow"/>
        </w:rPr>
      </w:pPr>
    </w:p>
    <w:p w:rsidR="00065710" w:rsidRDefault="00065710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22.: Rekvalifikační kurz </w:t>
      </w:r>
      <w:r w:rsidRPr="00007105">
        <w:rPr>
          <w:rFonts w:asciiTheme="minorHAnsi" w:hAnsiTheme="minorHAnsi" w:cstheme="minorHAnsi"/>
          <w:b/>
          <w:sz w:val="28"/>
          <w:szCs w:val="28"/>
        </w:rPr>
        <w:t>Pokladní, oblast Bruntál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6D7942" w:rsidRPr="007232C2" w:rsidTr="00DD66CE">
        <w:tc>
          <w:tcPr>
            <w:tcW w:w="717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6D7942" w:rsidRPr="007232C2" w:rsidTr="00DD66CE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22.1.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hAnsiTheme="minorHAnsi" w:cstheme="minorHAnsi"/>
                <w:sz w:val="20"/>
                <w:szCs w:val="20"/>
              </w:rPr>
              <w:t>Pokladní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60</w:t>
            </w:r>
          </w:p>
        </w:tc>
      </w:tr>
    </w:tbl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6D7942" w:rsidRPr="007232C2" w:rsidRDefault="006D7942" w:rsidP="00E63080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474 000,- Kč.</w:t>
      </w:r>
    </w:p>
    <w:p w:rsidR="006D7942" w:rsidRPr="007232C2" w:rsidRDefault="006D7942" w:rsidP="00E63080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143F92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143F92" w:rsidRPr="007232C2" w:rsidRDefault="00143F92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6D7942" w:rsidRPr="007232C2" w:rsidRDefault="006D7942" w:rsidP="00E63080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6D7942" w:rsidRPr="007232C2" w:rsidRDefault="002B7EA6" w:rsidP="00E63080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Pokladní</w:t>
      </w:r>
      <w:r w:rsidR="006D7942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(kód: 66-001-H), viz </w:t>
      </w:r>
      <w:hyperlink r:id="rId27" w:history="1">
        <w:r w:rsidR="006D7942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6D7942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0465F4" w:rsidRPr="007232C2" w:rsidRDefault="000465F4" w:rsidP="000465F4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  <w:r>
        <w:rPr>
          <w:rFonts w:asciiTheme="minorHAnsi" w:hAnsiTheme="minorHAnsi" w:cstheme="minorHAnsi"/>
          <w:sz w:val="20"/>
          <w:szCs w:val="20"/>
        </w:rPr>
        <w:t>Teoretická výuka bude ukončena nejpozději v 15 hodin.</w:t>
      </w:r>
    </w:p>
    <w:p w:rsidR="000465F4" w:rsidRPr="007232C2" w:rsidRDefault="000465F4" w:rsidP="000465F4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8 osob</w:t>
      </w:r>
    </w:p>
    <w:p w:rsidR="000465F4" w:rsidRPr="007232C2" w:rsidRDefault="000465F4" w:rsidP="000465F4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maximální počet účastníků v rekvalifikačním kurzu: 12 osob</w:t>
      </w:r>
    </w:p>
    <w:p w:rsidR="000465F4" w:rsidRPr="007232C2" w:rsidRDefault="000465F4" w:rsidP="000465F4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Místo </w:t>
      </w:r>
      <w:r w:rsidRPr="002B7EA6">
        <w:rPr>
          <w:rFonts w:asciiTheme="minorHAnsi" w:hAnsiTheme="minorHAnsi" w:cstheme="minorHAnsi"/>
          <w:sz w:val="20"/>
          <w:szCs w:val="20"/>
        </w:rPr>
        <w:t xml:space="preserve">konání teoretické výuky </w:t>
      </w:r>
      <w:r>
        <w:rPr>
          <w:rFonts w:asciiTheme="minorHAnsi" w:hAnsiTheme="minorHAnsi" w:cstheme="minorHAnsi"/>
          <w:sz w:val="20"/>
          <w:szCs w:val="20"/>
        </w:rPr>
        <w:t>rekvalifikace bude ve městě Bruntál</w:t>
      </w:r>
      <w:r w:rsidRPr="002B7EA6">
        <w:rPr>
          <w:rFonts w:asciiTheme="minorHAnsi" w:hAnsiTheme="minorHAnsi" w:cstheme="minorHAnsi"/>
          <w:sz w:val="20"/>
          <w:szCs w:val="20"/>
        </w:rPr>
        <w:t xml:space="preserve">. </w:t>
      </w:r>
      <w:r>
        <w:rPr>
          <w:rFonts w:asciiTheme="minorHAnsi" w:hAnsiTheme="minorHAnsi" w:cstheme="minorHAnsi"/>
          <w:sz w:val="20"/>
          <w:szCs w:val="20"/>
        </w:rPr>
        <w:t>Praktická výuka bude probíhat v okrese Bruntál</w:t>
      </w:r>
      <w:r w:rsidRPr="002B7EA6">
        <w:rPr>
          <w:rFonts w:asciiTheme="minorHAnsi" w:hAnsiTheme="minorHAnsi" w:cstheme="minorHAnsi"/>
          <w:sz w:val="20"/>
          <w:szCs w:val="20"/>
        </w:rPr>
        <w:t xml:space="preserve"> s důrazem na dodržení zásad hospodár</w:t>
      </w:r>
      <w:r>
        <w:rPr>
          <w:rFonts w:asciiTheme="minorHAnsi" w:hAnsiTheme="minorHAnsi" w:cstheme="minorHAnsi"/>
          <w:sz w:val="20"/>
          <w:szCs w:val="20"/>
        </w:rPr>
        <w:t>nosti, efektivnosti a účelnosti</w:t>
      </w:r>
      <w:r w:rsidRPr="007232C2">
        <w:rPr>
          <w:rFonts w:asciiTheme="minorHAnsi" w:hAnsiTheme="minorHAnsi" w:cstheme="minorHAnsi"/>
          <w:sz w:val="20"/>
          <w:szCs w:val="20"/>
        </w:rPr>
        <w:t>.</w:t>
      </w:r>
    </w:p>
    <w:p w:rsidR="00065710" w:rsidRDefault="00065710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>Část 23.: Rekvalifikační kurzy z oblasti gastronomie</w:t>
      </w:r>
      <w:r w:rsidR="00F863A4" w:rsidRPr="007232C2">
        <w:rPr>
          <w:rFonts w:asciiTheme="minorHAnsi" w:hAnsiTheme="minorHAnsi" w:cstheme="minorHAnsi"/>
          <w:b/>
          <w:sz w:val="28"/>
          <w:szCs w:val="28"/>
        </w:rPr>
        <w:t>, oblast Ostrava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6D7942" w:rsidRPr="007232C2" w:rsidTr="00DD66CE">
        <w:tc>
          <w:tcPr>
            <w:tcW w:w="717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6D7942" w:rsidRPr="007232C2" w:rsidRDefault="006D7942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6D7942" w:rsidRPr="007232C2" w:rsidRDefault="006D7942" w:rsidP="009F13EA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  <w:r w:rsidR="00A342B4" w:rsidRPr="00F83604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D7942" w:rsidRPr="007232C2" w:rsidTr="00DD66CE">
        <w:trPr>
          <w:trHeight w:val="397"/>
        </w:trPr>
        <w:tc>
          <w:tcPr>
            <w:tcW w:w="717" w:type="dxa"/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23</w:t>
            </w:r>
            <w:r w:rsidR="006D7942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Příprava teplých pokrmů</w:t>
            </w:r>
          </w:p>
        </w:tc>
        <w:tc>
          <w:tcPr>
            <w:tcW w:w="1808" w:type="dxa"/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1551" w:type="dxa"/>
            <w:vAlign w:val="center"/>
          </w:tcPr>
          <w:p w:rsidR="006D7942" w:rsidRPr="009F13EA" w:rsidRDefault="003C43FF" w:rsidP="007C0F9D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F13E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24</w:t>
            </w:r>
            <w:r w:rsidR="007C0F9D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5</w:t>
            </w:r>
          </w:p>
        </w:tc>
      </w:tr>
      <w:tr w:rsidR="006D7942" w:rsidRPr="007232C2" w:rsidTr="00DD66CE">
        <w:trPr>
          <w:trHeight w:val="397"/>
        </w:trPr>
        <w:tc>
          <w:tcPr>
            <w:tcW w:w="717" w:type="dxa"/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23</w:t>
            </w:r>
            <w:r w:rsidR="006D7942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.2.</w:t>
            </w:r>
          </w:p>
        </w:tc>
        <w:tc>
          <w:tcPr>
            <w:tcW w:w="5212" w:type="dxa"/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Příprava pokrmů studené kuchyně</w:t>
            </w:r>
          </w:p>
        </w:tc>
        <w:tc>
          <w:tcPr>
            <w:tcW w:w="1808" w:type="dxa"/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51" w:type="dxa"/>
            <w:vAlign w:val="center"/>
          </w:tcPr>
          <w:p w:rsidR="006D7942" w:rsidRPr="009F13EA" w:rsidRDefault="007C0F9D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245</w:t>
            </w:r>
          </w:p>
        </w:tc>
      </w:tr>
      <w:tr w:rsidR="006D7942" w:rsidRPr="007232C2" w:rsidTr="00DD66CE">
        <w:trPr>
          <w:trHeight w:val="397"/>
        </w:trPr>
        <w:tc>
          <w:tcPr>
            <w:tcW w:w="717" w:type="dxa"/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23</w:t>
            </w:r>
            <w:r w:rsidR="006D7942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.3.</w:t>
            </w:r>
          </w:p>
        </w:tc>
        <w:tc>
          <w:tcPr>
            <w:tcW w:w="5212" w:type="dxa"/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Příprava minutek</w:t>
            </w:r>
            <w:r w:rsidR="006D7942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808" w:type="dxa"/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51" w:type="dxa"/>
            <w:vAlign w:val="center"/>
          </w:tcPr>
          <w:p w:rsidR="006D7942" w:rsidRPr="009F13EA" w:rsidRDefault="007C0F9D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245</w:t>
            </w:r>
          </w:p>
        </w:tc>
      </w:tr>
      <w:tr w:rsidR="006D7942" w:rsidRPr="007232C2" w:rsidTr="00DD66CE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23.4</w:t>
            </w:r>
            <w:r w:rsidR="006D7942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Složitá obsluha hostů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7232C2" w:rsidRDefault="00F863A4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42" w:rsidRPr="009F13EA" w:rsidRDefault="007C0F9D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245</w:t>
            </w:r>
          </w:p>
        </w:tc>
      </w:tr>
    </w:tbl>
    <w:p w:rsidR="006D7942" w:rsidRPr="007232C2" w:rsidRDefault="006D7942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6D7942" w:rsidRPr="007232C2" w:rsidRDefault="006D7942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6D7942" w:rsidRPr="007232C2" w:rsidRDefault="006D7942" w:rsidP="00E6308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7C0F9D">
        <w:rPr>
          <w:rFonts w:asciiTheme="minorHAnsi" w:hAnsiTheme="minorHAnsi" w:cstheme="minorHAnsi"/>
          <w:b/>
          <w:sz w:val="20"/>
          <w:szCs w:val="20"/>
        </w:rPr>
        <w:t>7 154 000</w:t>
      </w:r>
      <w:r w:rsidRPr="007232C2">
        <w:rPr>
          <w:rFonts w:asciiTheme="minorHAnsi" w:hAnsiTheme="minorHAnsi" w:cstheme="minorHAnsi"/>
          <w:b/>
          <w:sz w:val="20"/>
          <w:szCs w:val="20"/>
        </w:rPr>
        <w:t>,- Kč.</w:t>
      </w:r>
      <w:r w:rsidR="00F136BF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6D7942" w:rsidRPr="007232C2" w:rsidRDefault="006D7942" w:rsidP="00E6308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2B7EA6" w:rsidRPr="007232C2" w:rsidRDefault="002B7EA6" w:rsidP="002B7EA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příslušné rekvalifikace, nebo</w:t>
      </w:r>
    </w:p>
    <w:p w:rsidR="00143F92" w:rsidRPr="007232C2" w:rsidRDefault="00143F92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6D7942" w:rsidRPr="007232C2" w:rsidRDefault="006D7942" w:rsidP="00E6308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6D7942" w:rsidRPr="007232C2" w:rsidRDefault="002B7EA6" w:rsidP="00E6308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 vychází z profesní</w:t>
      </w:r>
      <w:r w:rsidR="00F863A4" w:rsidRPr="007232C2">
        <w:rPr>
          <w:rFonts w:asciiTheme="minorHAnsi" w:hAnsiTheme="minorHAnsi" w:cstheme="minorHAnsi"/>
          <w:sz w:val="20"/>
          <w:szCs w:val="20"/>
        </w:rPr>
        <w:t>ch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 kvalifi</w:t>
      </w:r>
      <w:r w:rsidR="00F863A4" w:rsidRPr="007232C2">
        <w:rPr>
          <w:rFonts w:asciiTheme="minorHAnsi" w:hAnsiTheme="minorHAnsi" w:cstheme="minorHAnsi"/>
          <w:sz w:val="20"/>
          <w:szCs w:val="20"/>
        </w:rPr>
        <w:t xml:space="preserve">kací </w:t>
      </w:r>
      <w:r w:rsidR="00F863A4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Příprava teplých pokrmů (kód: 65-001-H)</w:t>
      </w:r>
      <w:r w:rsidR="006D7942" w:rsidRPr="007232C2">
        <w:rPr>
          <w:rFonts w:asciiTheme="minorHAnsi" w:hAnsiTheme="minorHAnsi" w:cstheme="minorHAnsi"/>
          <w:sz w:val="20"/>
          <w:szCs w:val="20"/>
        </w:rPr>
        <w:t>,</w:t>
      </w:r>
      <w:r w:rsidR="00F863A4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Příprava pokrmů studené kuchyně (kód: 65-002-H), Příprava minutek (kód: 65-004-H), Složitá obsluha hostů (kód: 65-008-H), </w:t>
      </w:r>
      <w:r w:rsidR="006D7942" w:rsidRPr="007232C2">
        <w:rPr>
          <w:rFonts w:asciiTheme="minorHAnsi" w:hAnsiTheme="minorHAnsi" w:cstheme="minorHAnsi"/>
          <w:sz w:val="20"/>
          <w:szCs w:val="20"/>
        </w:rPr>
        <w:t xml:space="preserve">viz </w:t>
      </w:r>
      <w:hyperlink r:id="rId28" w:history="1">
        <w:r w:rsidR="006D7942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6D7942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6D7942" w:rsidRPr="007232C2" w:rsidRDefault="006D7942" w:rsidP="00E6308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6D7942" w:rsidRPr="007232C2" w:rsidRDefault="006D7942" w:rsidP="00E6308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8 osob</w:t>
      </w:r>
    </w:p>
    <w:p w:rsidR="006D7942" w:rsidRPr="007232C2" w:rsidRDefault="006D7942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6D7942" w:rsidRPr="007232C2" w:rsidRDefault="006D7942" w:rsidP="00E6308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 v městě Ostrava.</w:t>
      </w:r>
    </w:p>
    <w:p w:rsidR="00F863A4" w:rsidRPr="007232C2" w:rsidRDefault="00F863A4" w:rsidP="00E63080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okresů Ostrava, Opava, Karviná, Frýdek Místek a Nový Jičín.</w:t>
      </w:r>
    </w:p>
    <w:p w:rsidR="00065710" w:rsidRDefault="00065710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E02C2A" w:rsidRPr="007232C2" w:rsidRDefault="00E02C2A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>Část 2</w:t>
      </w:r>
      <w:r w:rsidR="005C3765" w:rsidRPr="007232C2">
        <w:rPr>
          <w:rFonts w:asciiTheme="minorHAnsi" w:hAnsiTheme="minorHAnsi" w:cstheme="minorHAnsi"/>
          <w:b/>
          <w:sz w:val="28"/>
          <w:szCs w:val="28"/>
        </w:rPr>
        <w:t>4</w:t>
      </w:r>
      <w:r w:rsidRPr="007232C2">
        <w:rPr>
          <w:rFonts w:asciiTheme="minorHAnsi" w:hAnsiTheme="minorHAnsi" w:cstheme="minorHAnsi"/>
          <w:b/>
          <w:sz w:val="28"/>
          <w:szCs w:val="28"/>
        </w:rPr>
        <w:t>.: Rekvalifikační kurzy z oblasti gastronomie, oblast Bruntál</w:t>
      </w:r>
    </w:p>
    <w:p w:rsidR="00E02C2A" w:rsidRPr="007232C2" w:rsidRDefault="00E02C2A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E02C2A" w:rsidRPr="007232C2" w:rsidRDefault="00E02C2A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E02C2A" w:rsidRPr="007232C2" w:rsidTr="00DD66CE">
        <w:tc>
          <w:tcPr>
            <w:tcW w:w="717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E02C2A" w:rsidRPr="007232C2" w:rsidTr="00DD66CE">
        <w:trPr>
          <w:trHeight w:val="397"/>
        </w:trPr>
        <w:tc>
          <w:tcPr>
            <w:tcW w:w="717" w:type="dxa"/>
            <w:vAlign w:val="center"/>
          </w:tcPr>
          <w:p w:rsidR="00E02C2A" w:rsidRPr="007232C2" w:rsidRDefault="005C376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24</w:t>
            </w:r>
            <w:r w:rsidR="00E02C2A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Příprava teplých pokrmů</w:t>
            </w:r>
          </w:p>
        </w:tc>
        <w:tc>
          <w:tcPr>
            <w:tcW w:w="1808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1551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80</w:t>
            </w:r>
          </w:p>
        </w:tc>
      </w:tr>
      <w:tr w:rsidR="00E02C2A" w:rsidRPr="007232C2" w:rsidTr="00DD66CE">
        <w:trPr>
          <w:trHeight w:val="397"/>
        </w:trPr>
        <w:tc>
          <w:tcPr>
            <w:tcW w:w="717" w:type="dxa"/>
            <w:vAlign w:val="center"/>
          </w:tcPr>
          <w:p w:rsidR="00E02C2A" w:rsidRPr="007232C2" w:rsidRDefault="005C376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24</w:t>
            </w:r>
            <w:r w:rsidR="00E02C2A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.2.</w:t>
            </w:r>
          </w:p>
        </w:tc>
        <w:tc>
          <w:tcPr>
            <w:tcW w:w="5212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Příprava pokrmů studené kuchyně</w:t>
            </w:r>
          </w:p>
        </w:tc>
        <w:tc>
          <w:tcPr>
            <w:tcW w:w="1808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51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80</w:t>
            </w:r>
          </w:p>
        </w:tc>
      </w:tr>
      <w:tr w:rsidR="00E02C2A" w:rsidRPr="007232C2" w:rsidTr="00DD66CE">
        <w:trPr>
          <w:trHeight w:val="397"/>
        </w:trPr>
        <w:tc>
          <w:tcPr>
            <w:tcW w:w="717" w:type="dxa"/>
            <w:vAlign w:val="center"/>
          </w:tcPr>
          <w:p w:rsidR="00E02C2A" w:rsidRPr="007232C2" w:rsidRDefault="005C376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24</w:t>
            </w:r>
            <w:r w:rsidR="00E02C2A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.3.</w:t>
            </w:r>
          </w:p>
        </w:tc>
        <w:tc>
          <w:tcPr>
            <w:tcW w:w="5212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Příprava minutek </w:t>
            </w:r>
          </w:p>
        </w:tc>
        <w:tc>
          <w:tcPr>
            <w:tcW w:w="1808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51" w:type="dxa"/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80</w:t>
            </w:r>
          </w:p>
        </w:tc>
      </w:tr>
      <w:tr w:rsidR="00E02C2A" w:rsidRPr="007232C2" w:rsidTr="00DD66CE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C2A" w:rsidRPr="007232C2" w:rsidRDefault="005C376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24</w:t>
            </w:r>
            <w:r w:rsidR="00E02C2A"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.4.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Složitá obsluha hostů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C2A" w:rsidRPr="007232C2" w:rsidRDefault="00E02C2A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C2A" w:rsidRPr="007232C2" w:rsidRDefault="003B035A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60</w:t>
            </w:r>
          </w:p>
        </w:tc>
      </w:tr>
    </w:tbl>
    <w:p w:rsidR="00E02C2A" w:rsidRPr="007232C2" w:rsidRDefault="00E02C2A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E02C2A" w:rsidRPr="007232C2" w:rsidRDefault="00E02C2A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E02C2A" w:rsidRPr="007232C2" w:rsidRDefault="00E02C2A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E02C2A" w:rsidRPr="007232C2" w:rsidRDefault="00E02C2A" w:rsidP="00E63080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2 </w:t>
      </w:r>
      <w:r w:rsidR="007C0F9D">
        <w:rPr>
          <w:rFonts w:asciiTheme="minorHAnsi" w:hAnsiTheme="minorHAnsi" w:cstheme="minorHAnsi"/>
          <w:b/>
          <w:sz w:val="20"/>
          <w:szCs w:val="20"/>
        </w:rPr>
        <w:t>144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 000,- Kč.</w:t>
      </w:r>
    </w:p>
    <w:p w:rsidR="00E02C2A" w:rsidRPr="007232C2" w:rsidRDefault="00E02C2A" w:rsidP="00E63080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2B7EA6" w:rsidRPr="007232C2" w:rsidRDefault="002B7EA6" w:rsidP="002B7EA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příslušné rekvalifikace, nebo</w:t>
      </w:r>
    </w:p>
    <w:p w:rsidR="00143F92" w:rsidRPr="007232C2" w:rsidRDefault="00143F92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E02C2A" w:rsidRPr="007232C2" w:rsidRDefault="00E02C2A" w:rsidP="00E63080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E02C2A" w:rsidRPr="007232C2" w:rsidRDefault="002B7EA6" w:rsidP="00E63080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E02C2A" w:rsidRPr="007232C2">
        <w:rPr>
          <w:rFonts w:asciiTheme="minorHAnsi" w:hAnsiTheme="minorHAnsi" w:cstheme="minorHAnsi"/>
          <w:sz w:val="20"/>
          <w:szCs w:val="20"/>
        </w:rPr>
        <w:t xml:space="preserve"> vychází z profesních kvalifikací </w:t>
      </w:r>
      <w:r w:rsidR="00E02C2A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Příprava teplých pokrmů (kód: 65-001-H)</w:t>
      </w:r>
      <w:r w:rsidR="00E02C2A" w:rsidRPr="007232C2">
        <w:rPr>
          <w:rFonts w:asciiTheme="minorHAnsi" w:hAnsiTheme="minorHAnsi" w:cstheme="minorHAnsi"/>
          <w:sz w:val="20"/>
          <w:szCs w:val="20"/>
        </w:rPr>
        <w:t>,</w:t>
      </w:r>
      <w:r w:rsidR="00E02C2A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Příprava pokrmů studené kuchyně (kód: 65-002-H), Příprava minutek (kód: 65-004-H), Složitá obsluha hostů (kód: 65-008-H), </w:t>
      </w:r>
      <w:r w:rsidR="00E02C2A" w:rsidRPr="007232C2">
        <w:rPr>
          <w:rFonts w:asciiTheme="minorHAnsi" w:hAnsiTheme="minorHAnsi" w:cstheme="minorHAnsi"/>
          <w:sz w:val="20"/>
          <w:szCs w:val="20"/>
        </w:rPr>
        <w:t xml:space="preserve">viz </w:t>
      </w:r>
      <w:hyperlink r:id="rId29" w:history="1">
        <w:r w:rsidR="00E02C2A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E02C2A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E02C2A" w:rsidRPr="007232C2" w:rsidRDefault="00E02C2A" w:rsidP="00E63080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E02C2A" w:rsidRPr="007232C2" w:rsidRDefault="00E02C2A" w:rsidP="00E63080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8 osob</w:t>
      </w:r>
    </w:p>
    <w:p w:rsidR="00E02C2A" w:rsidRPr="007232C2" w:rsidRDefault="00E02C2A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E02C2A" w:rsidRPr="007232C2" w:rsidRDefault="00E02C2A" w:rsidP="00E63080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DD0FAF" w:rsidRPr="007232C2">
        <w:rPr>
          <w:rFonts w:asciiTheme="minorHAnsi" w:hAnsiTheme="minorHAnsi" w:cstheme="minorHAnsi"/>
          <w:sz w:val="20"/>
          <w:szCs w:val="20"/>
        </w:rPr>
        <w:t xml:space="preserve"> v okrese Bruntál.</w:t>
      </w:r>
    </w:p>
    <w:p w:rsidR="00065710" w:rsidRDefault="00065710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065710" w:rsidRDefault="005C3765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25.: Rekvalifikační kurzy </w:t>
      </w:r>
      <w:r w:rsidR="00DD66CE" w:rsidRPr="007232C2">
        <w:rPr>
          <w:rFonts w:asciiTheme="minorHAnsi" w:hAnsiTheme="minorHAnsi" w:cstheme="minorHAnsi"/>
          <w:b/>
          <w:sz w:val="28"/>
          <w:szCs w:val="28"/>
        </w:rPr>
        <w:t xml:space="preserve">dřevorubec a </w:t>
      </w:r>
      <w:r w:rsidR="00DE03D9" w:rsidRPr="00DE03D9">
        <w:rPr>
          <w:rFonts w:asciiTheme="minorHAnsi" w:hAnsiTheme="minorHAnsi" w:cstheme="minorHAnsi"/>
          <w:b/>
          <w:sz w:val="28"/>
          <w:szCs w:val="28"/>
        </w:rPr>
        <w:t>Obsluha motorové řetězové pily a křovinořezu</w:t>
      </w:r>
    </w:p>
    <w:p w:rsidR="005C3765" w:rsidRPr="007232C2" w:rsidRDefault="005C3765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5C3765" w:rsidRPr="007232C2" w:rsidTr="00DD66CE">
        <w:tc>
          <w:tcPr>
            <w:tcW w:w="717" w:type="dxa"/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F97B6A" w:rsidRPr="007232C2" w:rsidRDefault="005C3765" w:rsidP="00621112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5C3765" w:rsidRPr="007232C2" w:rsidTr="00DD66CE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25.1.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Dřevorubec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184</w:t>
            </w:r>
          </w:p>
        </w:tc>
      </w:tr>
      <w:tr w:rsidR="005C3765" w:rsidRPr="007232C2" w:rsidTr="00DD66CE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25.2.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DE03D9" w:rsidP="00621112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Obsluha motorové řetězové pily a křovinořezu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62111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400</w:t>
            </w:r>
          </w:p>
        </w:tc>
      </w:tr>
    </w:tbl>
    <w:p w:rsidR="005C3765" w:rsidRPr="007232C2" w:rsidRDefault="005C3765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5C3765" w:rsidRPr="007232C2" w:rsidRDefault="005C376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5C3765" w:rsidRPr="007232C2" w:rsidRDefault="005C376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5C3765" w:rsidRPr="007232C2" w:rsidRDefault="005C3765" w:rsidP="00E6308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4 </w:t>
      </w:r>
      <w:r w:rsidR="00621112">
        <w:rPr>
          <w:rFonts w:asciiTheme="minorHAnsi" w:hAnsiTheme="minorHAnsi" w:cstheme="minorHAnsi"/>
          <w:b/>
          <w:sz w:val="20"/>
          <w:szCs w:val="20"/>
        </w:rPr>
        <w:t>9</w:t>
      </w:r>
      <w:r w:rsidRPr="007232C2">
        <w:rPr>
          <w:rFonts w:asciiTheme="minorHAnsi" w:hAnsiTheme="minorHAnsi" w:cstheme="minorHAnsi"/>
          <w:b/>
          <w:sz w:val="20"/>
          <w:szCs w:val="20"/>
        </w:rPr>
        <w:t>44 000,- Kč.</w:t>
      </w:r>
    </w:p>
    <w:p w:rsidR="005C3765" w:rsidRPr="007232C2" w:rsidRDefault="005C3765" w:rsidP="00E6308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2B7EA6" w:rsidRPr="007232C2" w:rsidRDefault="002B7EA6" w:rsidP="002B7EA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příslušné rekvalifikace, nebo</w:t>
      </w:r>
    </w:p>
    <w:p w:rsidR="00A13EAD" w:rsidRPr="007232C2" w:rsidRDefault="00A13EAD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9F210C" w:rsidRPr="007232C2" w:rsidRDefault="005C3765" w:rsidP="00E6308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9F210C" w:rsidRPr="007232C2" w:rsidRDefault="005C3765" w:rsidP="00E6308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Obsah rekvalifikačního kurzu </w:t>
      </w:r>
      <w:r w:rsidR="009F210C" w:rsidRPr="007232C2">
        <w:rPr>
          <w:rFonts w:asciiTheme="minorHAnsi" w:hAnsiTheme="minorHAnsi" w:cstheme="minorHAnsi"/>
        </w:rPr>
        <w:t xml:space="preserve">Dřevorubec bude zaměřen </w:t>
      </w:r>
      <w:proofErr w:type="gramStart"/>
      <w:r w:rsidR="009F210C" w:rsidRPr="007232C2">
        <w:rPr>
          <w:rFonts w:asciiTheme="minorHAnsi" w:hAnsiTheme="minorHAnsi" w:cstheme="minorHAnsi"/>
        </w:rPr>
        <w:t>na</w:t>
      </w:r>
      <w:proofErr w:type="gramEnd"/>
      <w:r w:rsidR="009F210C" w:rsidRPr="007232C2">
        <w:rPr>
          <w:rFonts w:asciiTheme="minorHAnsi" w:hAnsiTheme="minorHAnsi" w:cstheme="minorHAnsi"/>
        </w:rPr>
        <w:t xml:space="preserve">: 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význam lesa, životní prostředí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druhování dřeva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údržba, konstrukce řetězové pily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postupy při kácení a odvětvování stromů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způsob organizace práce a pracovních postupů při práci v lese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zvláštní případy těžby dřeva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bezpečnost a hygiena práce, zásady první pomoci</w:t>
      </w:r>
    </w:p>
    <w:p w:rsidR="009F210C" w:rsidRPr="007232C2" w:rsidRDefault="009F210C" w:rsidP="00065710">
      <w:pPr>
        <w:spacing w:before="120" w:after="120" w:line="240" w:lineRule="auto"/>
        <w:ind w:left="708"/>
        <w:jc w:val="both"/>
        <w:rPr>
          <w:rFonts w:asciiTheme="minorHAnsi" w:hAnsiTheme="minorHAnsi" w:cstheme="minorHAnsi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Obsah rekvalifikačního kurzu </w:t>
      </w: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Obsluha motorové pily, křovinořezu a benzínové sekačky</w:t>
      </w:r>
      <w:r w:rsidRPr="007232C2">
        <w:rPr>
          <w:rFonts w:asciiTheme="minorHAnsi" w:hAnsiTheme="minorHAnsi" w:cstheme="minorHAnsi"/>
        </w:rPr>
        <w:t xml:space="preserve"> bude zaměřen </w:t>
      </w:r>
      <w:proofErr w:type="gramStart"/>
      <w:r w:rsidRPr="007232C2">
        <w:rPr>
          <w:rFonts w:asciiTheme="minorHAnsi" w:hAnsiTheme="minorHAnsi" w:cstheme="minorHAnsi"/>
        </w:rPr>
        <w:t>na</w:t>
      </w:r>
      <w:proofErr w:type="gramEnd"/>
      <w:r w:rsidRPr="007232C2">
        <w:rPr>
          <w:rFonts w:asciiTheme="minorHAnsi" w:hAnsiTheme="minorHAnsi" w:cstheme="minorHAnsi"/>
        </w:rPr>
        <w:t xml:space="preserve">: 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motorové pily, údržba pily, křovinořezu a sekaček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nácvik ovládání, nácvik příčného řezu, kácení stromů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bezpečnost a hygiena práce, zásady první pomoci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technologické postupy, technické části a údržba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nácvik ovládání a práce s křovinořezem, nácvik ovládání a práce se sekačkou</w:t>
      </w:r>
    </w:p>
    <w:p w:rsidR="009F210C" w:rsidRPr="007232C2" w:rsidRDefault="009F210C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bezpečnost a hygiena práce, zásady první pomoci </w:t>
      </w:r>
    </w:p>
    <w:p w:rsidR="005C3765" w:rsidRPr="007232C2" w:rsidRDefault="005C3765" w:rsidP="00E6308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5C3765" w:rsidRPr="007232C2" w:rsidRDefault="005C3765" w:rsidP="00E6308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1 osoba </w:t>
      </w:r>
    </w:p>
    <w:p w:rsidR="005C3765" w:rsidRPr="007232C2" w:rsidRDefault="005C3765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5C3765" w:rsidRPr="007232C2" w:rsidRDefault="005C3765" w:rsidP="00E6308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 v Moravskoslezském kraji.</w:t>
      </w:r>
    </w:p>
    <w:p w:rsidR="00065710" w:rsidRPr="00065710" w:rsidRDefault="005C3765" w:rsidP="00E6308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065710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065710">
        <w:rPr>
          <w:rFonts w:asciiTheme="minorHAnsi" w:hAnsiTheme="minorHAnsi" w:cstheme="minorHAnsi"/>
          <w:sz w:val="20"/>
          <w:szCs w:val="20"/>
        </w:rPr>
        <w:t xml:space="preserve"> uchazeči z Moravskoslezského kraje.</w:t>
      </w:r>
      <w:r w:rsidR="00065710" w:rsidRPr="00065710">
        <w:rPr>
          <w:rFonts w:asciiTheme="minorHAnsi" w:hAnsiTheme="minorHAnsi" w:cstheme="minorHAnsi"/>
          <w:sz w:val="20"/>
          <w:szCs w:val="20"/>
        </w:rPr>
        <w:br w:type="page"/>
      </w:r>
    </w:p>
    <w:p w:rsidR="005C3765" w:rsidRPr="007232C2" w:rsidRDefault="005C376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26.: </w:t>
      </w:r>
      <w:r w:rsidRPr="00065710">
        <w:rPr>
          <w:rFonts w:asciiTheme="minorHAnsi" w:hAnsiTheme="minorHAnsi" w:cstheme="minorHAnsi"/>
          <w:b/>
          <w:sz w:val="28"/>
          <w:szCs w:val="28"/>
        </w:rPr>
        <w:t>Rekvalifikační kurz Sportovní masáž</w:t>
      </w:r>
    </w:p>
    <w:p w:rsidR="005C3765" w:rsidRPr="007232C2" w:rsidRDefault="005C376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5C3765" w:rsidRPr="007232C2" w:rsidRDefault="005C3765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5C3765" w:rsidRPr="007232C2" w:rsidTr="00DD66CE">
        <w:tc>
          <w:tcPr>
            <w:tcW w:w="717" w:type="dxa"/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5C3765" w:rsidRPr="007232C2" w:rsidRDefault="005C3765" w:rsidP="00621112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  <w:r w:rsidR="00F073A2" w:rsidRPr="00F83604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5C3765" w:rsidRPr="007232C2" w:rsidTr="00DD66CE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26.1.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hAnsiTheme="minorHAnsi" w:cstheme="minorHAnsi"/>
                <w:sz w:val="20"/>
                <w:szCs w:val="20"/>
              </w:rPr>
              <w:t>Sportovní masáž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5C3765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65" w:rsidRPr="007232C2" w:rsidRDefault="00621112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300</w:t>
            </w:r>
          </w:p>
        </w:tc>
      </w:tr>
    </w:tbl>
    <w:p w:rsidR="005C3765" w:rsidRPr="007232C2" w:rsidRDefault="005C3765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5C3765" w:rsidRPr="007232C2" w:rsidRDefault="005C376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5C3765" w:rsidRPr="007232C2" w:rsidRDefault="005C3765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5C3765" w:rsidRPr="007232C2" w:rsidRDefault="005C3765" w:rsidP="00E6308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621112">
        <w:rPr>
          <w:rFonts w:asciiTheme="minorHAnsi" w:hAnsiTheme="minorHAnsi" w:cstheme="minorHAnsi"/>
          <w:b/>
          <w:sz w:val="20"/>
          <w:szCs w:val="20"/>
        </w:rPr>
        <w:t>2 100 000</w:t>
      </w:r>
      <w:r w:rsidRPr="007232C2">
        <w:rPr>
          <w:rFonts w:asciiTheme="minorHAnsi" w:hAnsiTheme="minorHAnsi" w:cstheme="minorHAnsi"/>
          <w:b/>
          <w:sz w:val="20"/>
          <w:szCs w:val="20"/>
        </w:rPr>
        <w:t>,- Kč.</w:t>
      </w:r>
      <w:r w:rsidR="00F073A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5C3765" w:rsidRPr="007232C2" w:rsidRDefault="005C3765" w:rsidP="00E6308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A13EAD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A13EAD" w:rsidRPr="007232C2" w:rsidRDefault="00A13EAD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5C3765" w:rsidRPr="007232C2" w:rsidRDefault="005C3765" w:rsidP="00E6308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Vstupní vzdělání účastníků rekvalifikací se předpokládá minimálně </w:t>
      </w:r>
      <w:r w:rsidR="00AB6569" w:rsidRPr="007232C2">
        <w:rPr>
          <w:rFonts w:asciiTheme="minorHAnsi" w:hAnsiTheme="minorHAnsi" w:cstheme="minorHAnsi"/>
          <w:sz w:val="20"/>
          <w:szCs w:val="20"/>
        </w:rPr>
        <w:t>střední</w:t>
      </w:r>
      <w:r w:rsidRPr="007232C2">
        <w:rPr>
          <w:rFonts w:asciiTheme="minorHAnsi" w:hAnsiTheme="minorHAnsi" w:cstheme="minorHAnsi"/>
          <w:sz w:val="20"/>
          <w:szCs w:val="20"/>
        </w:rPr>
        <w:t>.</w:t>
      </w:r>
    </w:p>
    <w:p w:rsidR="005C3765" w:rsidRPr="007232C2" w:rsidRDefault="002B7EA6" w:rsidP="00E6308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5C3765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</w:t>
      </w:r>
      <w:r w:rsidR="00AB6569" w:rsidRPr="007232C2">
        <w:rPr>
          <w:rFonts w:asciiTheme="minorHAnsi" w:hAnsiTheme="minorHAnsi" w:cstheme="minorHAnsi"/>
          <w:sz w:val="20"/>
          <w:szCs w:val="20"/>
        </w:rPr>
        <w:t>Sportovní masáž</w:t>
      </w:r>
      <w:r w:rsidR="005C3765"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="005C3765" w:rsidRPr="007232C2">
        <w:rPr>
          <w:rFonts w:asciiTheme="minorHAnsi" w:hAnsiTheme="minorHAnsi" w:cstheme="minorHAnsi"/>
          <w:sz w:val="20"/>
          <w:szCs w:val="20"/>
        </w:rPr>
        <w:t>(kód: 6</w:t>
      </w:r>
      <w:r w:rsidR="00AB6569" w:rsidRPr="007232C2">
        <w:rPr>
          <w:rFonts w:asciiTheme="minorHAnsi" w:hAnsiTheme="minorHAnsi" w:cstheme="minorHAnsi"/>
          <w:sz w:val="20"/>
          <w:szCs w:val="20"/>
        </w:rPr>
        <w:t>9</w:t>
      </w:r>
      <w:r w:rsidR="005C3765" w:rsidRPr="007232C2">
        <w:rPr>
          <w:rFonts w:asciiTheme="minorHAnsi" w:hAnsiTheme="minorHAnsi" w:cstheme="minorHAnsi"/>
          <w:sz w:val="20"/>
          <w:szCs w:val="20"/>
        </w:rPr>
        <w:t>-0</w:t>
      </w:r>
      <w:r w:rsidR="00AB6569" w:rsidRPr="007232C2">
        <w:rPr>
          <w:rFonts w:asciiTheme="minorHAnsi" w:hAnsiTheme="minorHAnsi" w:cstheme="minorHAnsi"/>
          <w:sz w:val="20"/>
          <w:szCs w:val="20"/>
        </w:rPr>
        <w:t>37-M</w:t>
      </w:r>
      <w:r w:rsidR="005C3765" w:rsidRPr="007232C2">
        <w:rPr>
          <w:rFonts w:asciiTheme="minorHAnsi" w:hAnsiTheme="minorHAnsi" w:cstheme="minorHAnsi"/>
          <w:sz w:val="20"/>
          <w:szCs w:val="20"/>
        </w:rPr>
        <w:t xml:space="preserve">), viz </w:t>
      </w:r>
      <w:hyperlink r:id="rId30" w:history="1">
        <w:r w:rsidR="005C3765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5C3765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5C3765" w:rsidRPr="007232C2" w:rsidRDefault="005C3765" w:rsidP="00E6308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5C3765" w:rsidRPr="007232C2" w:rsidRDefault="005C3765" w:rsidP="00E6308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741985" w:rsidRPr="007232C2">
        <w:rPr>
          <w:rFonts w:asciiTheme="minorHAnsi" w:hAnsiTheme="minorHAnsi" w:cstheme="minorHAnsi"/>
          <w:sz w:val="20"/>
          <w:szCs w:val="20"/>
        </w:rPr>
        <w:t>6</w:t>
      </w:r>
      <w:r w:rsidRPr="007232C2">
        <w:rPr>
          <w:rFonts w:asciiTheme="minorHAnsi" w:hAnsiTheme="minorHAnsi" w:cstheme="minorHAnsi"/>
          <w:sz w:val="20"/>
          <w:szCs w:val="20"/>
        </w:rPr>
        <w:t xml:space="preserve"> osob</w:t>
      </w:r>
    </w:p>
    <w:p w:rsidR="005C3765" w:rsidRPr="007232C2" w:rsidRDefault="005C3765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5C3765" w:rsidRPr="007232C2" w:rsidRDefault="005C3765" w:rsidP="00E6308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AB6569" w:rsidRPr="007232C2" w:rsidRDefault="00AB6569" w:rsidP="00E6308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z Moravskoslezského kraje.</w:t>
      </w:r>
    </w:p>
    <w:p w:rsidR="00AB6569" w:rsidRPr="007232C2" w:rsidRDefault="00AB6569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sz w:val="20"/>
          <w:szCs w:val="20"/>
        </w:rPr>
      </w:pPr>
    </w:p>
    <w:p w:rsidR="00065710" w:rsidRDefault="0006571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27.: </w:t>
      </w:r>
      <w:r w:rsidRPr="00065710">
        <w:rPr>
          <w:rFonts w:asciiTheme="minorHAnsi" w:hAnsiTheme="minorHAnsi" w:cstheme="minorHAnsi"/>
          <w:b/>
          <w:sz w:val="28"/>
          <w:szCs w:val="28"/>
        </w:rPr>
        <w:t>Rekvalifikační kurz Ekonom podniku, oblast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 Ostrava</w:t>
      </w: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D66CE" w:rsidRPr="007232C2" w:rsidRDefault="00DD66CE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D66CE" w:rsidRPr="007232C2" w:rsidTr="00DD66CE">
        <w:tc>
          <w:tcPr>
            <w:tcW w:w="717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D66CE" w:rsidRPr="007232C2" w:rsidTr="00DD66CE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27.1.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Ekonom podniku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BD7151" w:rsidP="00621112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</w:t>
            </w:r>
            <w:r w:rsidR="0062111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</w:t>
            </w: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</w:t>
            </w:r>
          </w:p>
        </w:tc>
      </w:tr>
    </w:tbl>
    <w:p w:rsidR="00DD66CE" w:rsidRPr="007232C2" w:rsidRDefault="00DD66CE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D66CE" w:rsidRPr="007232C2" w:rsidRDefault="00DD66CE" w:rsidP="00E63080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2 </w:t>
      </w:r>
      <w:r w:rsidR="00621112">
        <w:rPr>
          <w:rFonts w:asciiTheme="minorHAnsi" w:hAnsiTheme="minorHAnsi" w:cstheme="minorHAnsi"/>
          <w:b/>
          <w:sz w:val="20"/>
          <w:szCs w:val="20"/>
        </w:rPr>
        <w:t>6</w:t>
      </w:r>
      <w:r w:rsidR="00BD7151" w:rsidRPr="007232C2">
        <w:rPr>
          <w:rFonts w:asciiTheme="minorHAnsi" w:hAnsiTheme="minorHAnsi" w:cstheme="minorHAnsi"/>
          <w:b/>
          <w:sz w:val="20"/>
          <w:szCs w:val="20"/>
        </w:rPr>
        <w:t>40</w:t>
      </w:r>
      <w:r w:rsidRPr="007232C2">
        <w:rPr>
          <w:rFonts w:asciiTheme="minorHAnsi" w:hAnsiTheme="minorHAnsi" w:cstheme="minorHAnsi"/>
          <w:b/>
          <w:sz w:val="20"/>
          <w:szCs w:val="20"/>
        </w:rPr>
        <w:t xml:space="preserve"> 000,- Kč.</w:t>
      </w:r>
    </w:p>
    <w:p w:rsidR="00DD66CE" w:rsidRPr="007232C2" w:rsidRDefault="00DD66CE" w:rsidP="00E63080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13EAD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A13EAD" w:rsidRPr="007232C2" w:rsidRDefault="00A13EAD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DD66CE" w:rsidRPr="007232C2" w:rsidRDefault="00DD66CE" w:rsidP="00E63080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DD66CE" w:rsidRPr="007232C2" w:rsidRDefault="002B7EA6" w:rsidP="00E63080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DD66CE" w:rsidRPr="007232C2">
        <w:rPr>
          <w:rFonts w:asciiTheme="minorHAnsi" w:hAnsiTheme="minorHAnsi" w:cstheme="minorHAnsi"/>
          <w:sz w:val="20"/>
          <w:szCs w:val="20"/>
        </w:rPr>
        <w:t xml:space="preserve"> </w:t>
      </w:r>
      <w:r w:rsidR="007232C2" w:rsidRPr="007232C2">
        <w:rPr>
          <w:rFonts w:asciiTheme="minorHAnsi" w:hAnsiTheme="minorHAnsi" w:cstheme="minorHAnsi"/>
          <w:sz w:val="20"/>
          <w:szCs w:val="20"/>
        </w:rPr>
        <w:t xml:space="preserve">bude zaměřen </w:t>
      </w:r>
      <w:proofErr w:type="gramStart"/>
      <w:r w:rsidR="007232C2" w:rsidRPr="007232C2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="007232C2" w:rsidRPr="007232C2">
        <w:rPr>
          <w:rFonts w:asciiTheme="minorHAnsi" w:hAnsiTheme="minorHAnsi" w:cstheme="minorHAnsi"/>
          <w:sz w:val="20"/>
          <w:szCs w:val="20"/>
        </w:rPr>
        <w:t>: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firemní finance a bankovnictví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daně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účetnictví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personální a mzdové otázky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sociální, důchodové, zdravotní pojištění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logistika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bezpečnost a hygiena práce</w:t>
      </w:r>
    </w:p>
    <w:p w:rsidR="00DD66CE" w:rsidRPr="007232C2" w:rsidRDefault="00DD66CE" w:rsidP="00E63080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DD66CE" w:rsidRPr="007232C2" w:rsidRDefault="00741985" w:rsidP="00E63080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 3 měsíce.</w:t>
      </w:r>
    </w:p>
    <w:p w:rsidR="00DD66CE" w:rsidRPr="007232C2" w:rsidRDefault="00DD66CE" w:rsidP="00E63080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8 osob </w:t>
      </w:r>
    </w:p>
    <w:p w:rsidR="00DD66CE" w:rsidRPr="007232C2" w:rsidRDefault="00DD66CE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DD66CE" w:rsidRPr="007232C2" w:rsidRDefault="00DD66CE" w:rsidP="00E63080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 ve městě Ostrava.</w:t>
      </w:r>
    </w:p>
    <w:p w:rsidR="00DD66CE" w:rsidRPr="007232C2" w:rsidRDefault="00DD66CE" w:rsidP="00E63080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7232C2">
        <w:rPr>
          <w:rFonts w:asciiTheme="minorHAnsi" w:hAnsiTheme="minorHAnsi" w:cstheme="minorHAnsi"/>
          <w:sz w:val="20"/>
          <w:szCs w:val="20"/>
        </w:rPr>
        <w:t xml:space="preserve"> uchazeči především z okresů Ostrava, Frýdek-Místek, Nový Jičín a Opava.</w:t>
      </w:r>
    </w:p>
    <w:p w:rsidR="00065710" w:rsidRDefault="0006571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28.: </w:t>
      </w:r>
      <w:r w:rsidRPr="00065710">
        <w:rPr>
          <w:rFonts w:asciiTheme="minorHAnsi" w:hAnsiTheme="minorHAnsi" w:cstheme="minorHAnsi"/>
          <w:b/>
          <w:sz w:val="28"/>
          <w:szCs w:val="28"/>
        </w:rPr>
        <w:t>Rekvalifikační kurz Ekonom podniku, oblast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 Bruntál</w:t>
      </w: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D66CE" w:rsidRPr="007232C2" w:rsidRDefault="00DD66CE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D66CE" w:rsidRPr="007232C2" w:rsidTr="00DD66CE">
        <w:tc>
          <w:tcPr>
            <w:tcW w:w="717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D66CE" w:rsidRPr="007232C2" w:rsidTr="00DD66CE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28.1.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Ekonom podniku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70</w:t>
            </w:r>
          </w:p>
        </w:tc>
      </w:tr>
    </w:tbl>
    <w:p w:rsidR="00DD66CE" w:rsidRPr="007232C2" w:rsidRDefault="00DD66CE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D66CE" w:rsidRPr="007232C2" w:rsidRDefault="00DD66CE" w:rsidP="00E6308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700 000,- Kč.</w:t>
      </w:r>
    </w:p>
    <w:p w:rsidR="00DD66CE" w:rsidRPr="007232C2" w:rsidRDefault="00DD66CE" w:rsidP="00E6308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</w:t>
      </w:r>
      <w:r w:rsidR="00A13EAD" w:rsidRPr="007232C2">
        <w:rPr>
          <w:rFonts w:asciiTheme="minorHAnsi" w:hAnsiTheme="minorHAnsi" w:cstheme="minorHAnsi"/>
          <w:sz w:val="20"/>
          <w:szCs w:val="20"/>
        </w:rPr>
        <w:t>ěstnanosti, v platném znění, je:</w:t>
      </w:r>
    </w:p>
    <w:p w:rsidR="00A13EAD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A13EAD" w:rsidRPr="007232C2" w:rsidRDefault="00A13EAD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DD66CE" w:rsidRPr="007232C2" w:rsidRDefault="00DD66CE" w:rsidP="00E6308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7232C2" w:rsidRPr="007232C2" w:rsidRDefault="002B7EA6" w:rsidP="00E6308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7232C2" w:rsidRPr="007232C2">
        <w:rPr>
          <w:rFonts w:asciiTheme="minorHAnsi" w:hAnsiTheme="minorHAnsi" w:cstheme="minorHAnsi"/>
          <w:sz w:val="20"/>
          <w:szCs w:val="20"/>
        </w:rPr>
        <w:t xml:space="preserve"> bude zaměřen </w:t>
      </w:r>
      <w:proofErr w:type="gramStart"/>
      <w:r w:rsidR="007232C2" w:rsidRPr="007232C2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="007232C2" w:rsidRPr="007232C2">
        <w:rPr>
          <w:rFonts w:asciiTheme="minorHAnsi" w:hAnsiTheme="minorHAnsi" w:cstheme="minorHAnsi"/>
          <w:sz w:val="20"/>
          <w:szCs w:val="20"/>
        </w:rPr>
        <w:t>: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firemní finance a bankovnictví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daně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účetnictví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personální a mzdové otázky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sociální, důchodové, zdravotní pojištění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logistika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bezpečnost a hygiena práce</w:t>
      </w:r>
    </w:p>
    <w:p w:rsidR="000465F4" w:rsidRPr="007232C2" w:rsidRDefault="00DD66CE" w:rsidP="000465F4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  <w:r w:rsidR="000465F4">
        <w:rPr>
          <w:rFonts w:asciiTheme="minorHAnsi" w:hAnsiTheme="minorHAnsi" w:cstheme="minorHAnsi"/>
          <w:sz w:val="20"/>
          <w:szCs w:val="20"/>
        </w:rPr>
        <w:t>Teoretická výuka bude ukončena nejpozději v 15 hodin.</w:t>
      </w:r>
    </w:p>
    <w:p w:rsidR="00DD66CE" w:rsidRPr="007232C2" w:rsidRDefault="00DD66CE" w:rsidP="00E6308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 3 měsíce.</w:t>
      </w:r>
    </w:p>
    <w:p w:rsidR="00DD66CE" w:rsidRPr="007232C2" w:rsidRDefault="00DD66CE" w:rsidP="00E6308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741985" w:rsidRPr="007232C2">
        <w:rPr>
          <w:rFonts w:asciiTheme="minorHAnsi" w:hAnsiTheme="minorHAnsi" w:cstheme="minorHAnsi"/>
          <w:sz w:val="20"/>
          <w:szCs w:val="20"/>
        </w:rPr>
        <w:t>10</w:t>
      </w:r>
      <w:r w:rsidRPr="007232C2">
        <w:rPr>
          <w:rFonts w:asciiTheme="minorHAnsi" w:hAnsiTheme="minorHAnsi" w:cstheme="minorHAnsi"/>
          <w:sz w:val="20"/>
          <w:szCs w:val="20"/>
        </w:rPr>
        <w:t xml:space="preserve"> osob </w:t>
      </w:r>
    </w:p>
    <w:p w:rsidR="00DD66CE" w:rsidRPr="007232C2" w:rsidRDefault="00DD66CE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15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DD66CE" w:rsidRPr="007232C2" w:rsidRDefault="00DD66CE" w:rsidP="00E6308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 v okrese Bruntál.</w:t>
      </w:r>
    </w:p>
    <w:p w:rsidR="00DD66CE" w:rsidRPr="007232C2" w:rsidRDefault="00DD66CE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  <w:highlight w:val="yellow"/>
        </w:rPr>
      </w:pPr>
    </w:p>
    <w:p w:rsidR="00065710" w:rsidRDefault="00065710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29.: </w:t>
      </w:r>
      <w:r w:rsidRPr="00065710">
        <w:rPr>
          <w:rFonts w:asciiTheme="minorHAnsi" w:hAnsiTheme="minorHAnsi" w:cstheme="minorHAnsi"/>
          <w:b/>
          <w:sz w:val="28"/>
          <w:szCs w:val="28"/>
        </w:rPr>
        <w:t>Rekvalifikační kurz Ekonom podniku,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 oblast Karviná</w:t>
      </w: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D66CE" w:rsidRPr="007232C2" w:rsidRDefault="00DD66CE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D66CE" w:rsidRPr="007232C2" w:rsidTr="00DD66CE">
        <w:tc>
          <w:tcPr>
            <w:tcW w:w="717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D66CE" w:rsidRPr="007232C2" w:rsidTr="00DD66CE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29.1.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Ekonom podniku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CE" w:rsidRPr="007232C2" w:rsidRDefault="00DD66CE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96</w:t>
            </w:r>
          </w:p>
        </w:tc>
      </w:tr>
    </w:tbl>
    <w:p w:rsidR="00DD66CE" w:rsidRPr="007232C2" w:rsidRDefault="00DD66CE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D66CE" w:rsidRPr="007232C2" w:rsidRDefault="00DD66CE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D66CE" w:rsidRPr="007232C2" w:rsidRDefault="00DD66CE" w:rsidP="00E63080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960 000,- Kč.</w:t>
      </w:r>
    </w:p>
    <w:p w:rsidR="00DD66CE" w:rsidRPr="007232C2" w:rsidRDefault="00DD66CE" w:rsidP="00E63080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13EAD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A13EAD" w:rsidRPr="007232C2" w:rsidRDefault="00A13EAD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DD66CE" w:rsidRPr="007232C2" w:rsidRDefault="00DD66CE" w:rsidP="00E63080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7232C2" w:rsidRPr="007232C2" w:rsidRDefault="002B7EA6" w:rsidP="00E63080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7232C2" w:rsidRPr="007232C2">
        <w:rPr>
          <w:rFonts w:asciiTheme="minorHAnsi" w:hAnsiTheme="minorHAnsi" w:cstheme="minorHAnsi"/>
          <w:sz w:val="20"/>
          <w:szCs w:val="20"/>
        </w:rPr>
        <w:t xml:space="preserve"> bude zaměřen </w:t>
      </w:r>
      <w:proofErr w:type="gramStart"/>
      <w:r w:rsidR="007232C2" w:rsidRPr="007232C2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="007232C2" w:rsidRPr="007232C2">
        <w:rPr>
          <w:rFonts w:asciiTheme="minorHAnsi" w:hAnsiTheme="minorHAnsi" w:cstheme="minorHAnsi"/>
          <w:sz w:val="20"/>
          <w:szCs w:val="20"/>
        </w:rPr>
        <w:t>: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firemní finance a bankovnictví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daně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účetnictví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personální a mzdové otázky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sociální, důchodové, zdravotní pojištění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logistika</w:t>
      </w:r>
    </w:p>
    <w:p w:rsidR="007232C2" w:rsidRPr="007232C2" w:rsidRDefault="007232C2" w:rsidP="00065710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7232C2">
        <w:rPr>
          <w:rFonts w:asciiTheme="minorHAnsi" w:hAnsiTheme="minorHAnsi" w:cstheme="minorHAnsi"/>
          <w:sz w:val="20"/>
          <w:szCs w:val="20"/>
        </w:rPr>
        <w:t>-</w:t>
      </w:r>
      <w:r w:rsidRPr="007232C2">
        <w:rPr>
          <w:rFonts w:asciiTheme="minorHAnsi" w:hAnsiTheme="minorHAnsi" w:cstheme="minorHAnsi"/>
          <w:sz w:val="20"/>
          <w:szCs w:val="20"/>
        </w:rPr>
        <w:tab/>
        <w:t>bezpečnost a hygiena práce</w:t>
      </w:r>
    </w:p>
    <w:p w:rsidR="00A8176D" w:rsidRPr="00621112" w:rsidRDefault="00A8176D" w:rsidP="00E63080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21112">
        <w:rPr>
          <w:rFonts w:asciiTheme="minorHAnsi" w:hAnsiTheme="minorHAnsi" w:cstheme="minorHAnsi"/>
          <w:sz w:val="20"/>
          <w:szCs w:val="20"/>
        </w:rPr>
        <w:t>Výuka nepřesáhne 6 vyučovacích hodin denně a bude probíhat převážně v dopoledních hodinách, ukonče</w:t>
      </w:r>
      <w:r w:rsidR="000465F4">
        <w:rPr>
          <w:rFonts w:asciiTheme="minorHAnsi" w:hAnsiTheme="minorHAnsi" w:cstheme="minorHAnsi"/>
          <w:sz w:val="20"/>
          <w:szCs w:val="20"/>
        </w:rPr>
        <w:t>ní výuky bude nejpozději v 15</w:t>
      </w:r>
      <w:r w:rsidRPr="00621112">
        <w:rPr>
          <w:rFonts w:asciiTheme="minorHAnsi" w:hAnsiTheme="minorHAnsi" w:cstheme="minorHAnsi"/>
          <w:sz w:val="20"/>
          <w:szCs w:val="20"/>
        </w:rPr>
        <w:t xml:space="preserve"> hod</w:t>
      </w:r>
      <w:r w:rsidR="000465F4">
        <w:rPr>
          <w:rFonts w:asciiTheme="minorHAnsi" w:hAnsiTheme="minorHAnsi" w:cstheme="minorHAnsi"/>
          <w:sz w:val="20"/>
          <w:szCs w:val="20"/>
        </w:rPr>
        <w:t>in</w:t>
      </w:r>
      <w:r w:rsidRPr="00621112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DD66CE" w:rsidRPr="007232C2" w:rsidRDefault="00741985" w:rsidP="00E63080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 3 měsíce.</w:t>
      </w:r>
    </w:p>
    <w:p w:rsidR="00DD66CE" w:rsidRPr="007232C2" w:rsidRDefault="00DD66CE" w:rsidP="00E63080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8 osob </w:t>
      </w:r>
    </w:p>
    <w:p w:rsidR="00DD66CE" w:rsidRPr="007232C2" w:rsidRDefault="00DD66CE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12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DD66CE" w:rsidRPr="007232C2" w:rsidRDefault="00DD66CE" w:rsidP="00E63080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 ve městě Karviná.</w:t>
      </w:r>
    </w:p>
    <w:p w:rsidR="00065710" w:rsidRDefault="00065710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AF4D43" w:rsidRPr="007232C2" w:rsidRDefault="00AF4D43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30.: </w:t>
      </w:r>
      <w:r w:rsidRPr="00065710">
        <w:rPr>
          <w:rFonts w:asciiTheme="minorHAnsi" w:hAnsiTheme="minorHAnsi" w:cstheme="minorHAnsi"/>
          <w:b/>
          <w:sz w:val="28"/>
          <w:szCs w:val="28"/>
        </w:rPr>
        <w:t>Rekvalifikační kurz Šička oděvních výrobků, oblast Bruntál</w:t>
      </w:r>
    </w:p>
    <w:p w:rsidR="00AF4D43" w:rsidRPr="007232C2" w:rsidRDefault="00AF4D43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AF4D43" w:rsidRPr="007232C2" w:rsidRDefault="00AF4D43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AF4D43" w:rsidRPr="007232C2" w:rsidTr="000A182E">
        <w:tc>
          <w:tcPr>
            <w:tcW w:w="717" w:type="dxa"/>
            <w:vAlign w:val="center"/>
          </w:tcPr>
          <w:p w:rsidR="00AF4D43" w:rsidRPr="007232C2" w:rsidRDefault="00AF4D43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AF4D43" w:rsidRPr="007232C2" w:rsidRDefault="00AF4D43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AF4D43" w:rsidRPr="007232C2" w:rsidRDefault="00AF4D43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AF4D43" w:rsidRPr="007232C2" w:rsidRDefault="00AF4D43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AF4D43" w:rsidRPr="007232C2" w:rsidTr="000A182E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43" w:rsidRPr="007232C2" w:rsidRDefault="00AF4D43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30.1.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43" w:rsidRPr="007232C2" w:rsidRDefault="00AF4D43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hAnsiTheme="minorHAnsi" w:cstheme="minorHAnsi"/>
                <w:sz w:val="20"/>
                <w:szCs w:val="20"/>
              </w:rPr>
              <w:t>Šička oděvních výrobků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43" w:rsidRPr="007232C2" w:rsidRDefault="00AF4D43" w:rsidP="00065710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43" w:rsidRPr="007232C2" w:rsidRDefault="00AF4D43" w:rsidP="00065710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</w:t>
            </w:r>
          </w:p>
        </w:tc>
      </w:tr>
    </w:tbl>
    <w:p w:rsidR="00AF4D43" w:rsidRPr="007232C2" w:rsidRDefault="00AF4D43" w:rsidP="00065710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AF4D43" w:rsidRPr="007232C2" w:rsidRDefault="00AF4D43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AF4D43" w:rsidRPr="007232C2" w:rsidRDefault="00AF4D43" w:rsidP="00065710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AF4D43" w:rsidRPr="007232C2" w:rsidRDefault="00AF4D43" w:rsidP="00E63080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600 000,- Kč.</w:t>
      </w:r>
    </w:p>
    <w:p w:rsidR="00AF4D43" w:rsidRPr="007232C2" w:rsidRDefault="00AF4D43" w:rsidP="00E63080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A13EAD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A13EAD" w:rsidRPr="007232C2" w:rsidRDefault="00A13EAD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AF4D43" w:rsidRPr="007232C2" w:rsidRDefault="00AF4D43" w:rsidP="00E63080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AF4D43" w:rsidRPr="007232C2" w:rsidRDefault="002B7EA6" w:rsidP="00E63080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AF4D43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Šička oděvních výrobků (kód: 31-034-H), viz </w:t>
      </w:r>
      <w:hyperlink r:id="rId31" w:history="1">
        <w:r w:rsidR="00AF4D43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AF4D43" w:rsidRPr="007232C2">
        <w:rPr>
          <w:rFonts w:asciiTheme="minorHAnsi" w:hAnsiTheme="minorHAnsi" w:cstheme="minorHAnsi"/>
          <w:sz w:val="20"/>
          <w:szCs w:val="20"/>
        </w:rPr>
        <w:t>.</w:t>
      </w:r>
    </w:p>
    <w:p w:rsidR="007D14D5" w:rsidRPr="007232C2" w:rsidRDefault="007D14D5" w:rsidP="00E63080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 w:rsidR="00D91CD4"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AF4D43" w:rsidRPr="007232C2" w:rsidRDefault="00AF4D43" w:rsidP="00E63080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AF4D43" w:rsidRPr="007232C2" w:rsidRDefault="00AF4D43" w:rsidP="00E63080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</w:t>
      </w:r>
      <w:r w:rsidR="00741985" w:rsidRPr="007232C2">
        <w:rPr>
          <w:rFonts w:asciiTheme="minorHAnsi" w:hAnsiTheme="minorHAnsi" w:cstheme="minorHAnsi"/>
          <w:sz w:val="20"/>
          <w:szCs w:val="20"/>
        </w:rPr>
        <w:t>6 osob</w:t>
      </w:r>
    </w:p>
    <w:p w:rsidR="00AF4D43" w:rsidRPr="007232C2" w:rsidRDefault="00AF4D43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maximální počet účastníků v rekvalifikačním kurzu: 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10 </w:t>
      </w:r>
      <w:r w:rsidRPr="007232C2">
        <w:rPr>
          <w:rFonts w:asciiTheme="minorHAnsi" w:hAnsiTheme="minorHAnsi" w:cstheme="minorHAnsi"/>
          <w:sz w:val="20"/>
          <w:szCs w:val="20"/>
        </w:rPr>
        <w:t>osob</w:t>
      </w:r>
    </w:p>
    <w:p w:rsidR="00AF4D43" w:rsidRPr="007232C2" w:rsidRDefault="00AF4D43" w:rsidP="00E63080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</w:t>
      </w:r>
      <w:r w:rsidR="00741985" w:rsidRPr="007232C2">
        <w:rPr>
          <w:rFonts w:asciiTheme="minorHAnsi" w:hAnsiTheme="minorHAnsi" w:cstheme="minorHAnsi"/>
          <w:sz w:val="20"/>
          <w:szCs w:val="20"/>
        </w:rPr>
        <w:t xml:space="preserve"> v Moravskoslezském nebo Olomouckém kraji.</w:t>
      </w:r>
    </w:p>
    <w:p w:rsidR="00065710" w:rsidRDefault="00065710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DE03D9" w:rsidRPr="00065710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065710">
        <w:rPr>
          <w:rFonts w:asciiTheme="minorHAnsi" w:hAnsiTheme="minorHAnsi" w:cstheme="minorHAnsi"/>
          <w:b/>
          <w:sz w:val="28"/>
          <w:szCs w:val="28"/>
        </w:rPr>
        <w:lastRenderedPageBreak/>
        <w:t>Část 31.: Rekvalifikační kurz Programátor CNC strojů, oblast Bruntál</w:t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E03D9" w:rsidRPr="007232C2" w:rsidTr="00DE03D9">
        <w:tc>
          <w:tcPr>
            <w:tcW w:w="717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E03D9" w:rsidRPr="007232C2" w:rsidTr="00DE03D9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31.1.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Programátor CNC strojů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60</w:t>
            </w:r>
          </w:p>
        </w:tc>
      </w:tr>
    </w:tbl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E03D9" w:rsidRPr="007232C2" w:rsidRDefault="00DE03D9" w:rsidP="00E6308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7232C2">
        <w:rPr>
          <w:rFonts w:asciiTheme="minorHAnsi" w:hAnsiTheme="minorHAnsi" w:cstheme="minorHAnsi"/>
          <w:b/>
          <w:sz w:val="20"/>
          <w:szCs w:val="20"/>
        </w:rPr>
        <w:t>1 770 000,- Kč.</w:t>
      </w:r>
    </w:p>
    <w:p w:rsidR="00DE03D9" w:rsidRPr="007232C2" w:rsidRDefault="00DE03D9" w:rsidP="00E6308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DE03D9" w:rsidRPr="007232C2" w:rsidRDefault="00DE03D9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akreditace MŠMT ČR pro </w:t>
      </w:r>
      <w:r w:rsidRPr="00DE03D9">
        <w:rPr>
          <w:rFonts w:asciiTheme="minorHAnsi" w:hAnsiTheme="minorHAnsi" w:cstheme="minorHAnsi"/>
          <w:sz w:val="20"/>
          <w:szCs w:val="20"/>
        </w:rPr>
        <w:t>příslušnou rekvalifikaci, nebo</w:t>
      </w:r>
    </w:p>
    <w:p w:rsidR="00DE03D9" w:rsidRPr="007232C2" w:rsidRDefault="00DE03D9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DE03D9" w:rsidRPr="007232C2" w:rsidRDefault="00DE03D9" w:rsidP="00E6308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DE03D9" w:rsidRPr="00DE03D9" w:rsidRDefault="002B7EA6" w:rsidP="00E6308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DE03D9" w:rsidRPr="00DE03D9">
        <w:rPr>
          <w:rFonts w:asciiTheme="minorHAnsi" w:hAnsiTheme="minorHAnsi" w:cstheme="minorHAnsi"/>
          <w:sz w:val="20"/>
          <w:szCs w:val="20"/>
        </w:rPr>
        <w:t xml:space="preserve"> bude zaměřen </w:t>
      </w:r>
      <w:proofErr w:type="gramStart"/>
      <w:r w:rsidR="00DE03D9" w:rsidRPr="00DE03D9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="00DE03D9" w:rsidRPr="00DE03D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DE03D9" w:rsidRPr="00DE03D9" w:rsidRDefault="00DE03D9" w:rsidP="00DE03D9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-</w:t>
      </w:r>
      <w:r w:rsidRPr="00DE03D9">
        <w:rPr>
          <w:rFonts w:asciiTheme="minorHAnsi" w:hAnsiTheme="minorHAnsi" w:cstheme="minorHAnsi"/>
          <w:sz w:val="20"/>
          <w:szCs w:val="20"/>
        </w:rPr>
        <w:tab/>
        <w:t>technická dokumentace a normy</w:t>
      </w:r>
    </w:p>
    <w:p w:rsidR="00DE03D9" w:rsidRPr="00DE03D9" w:rsidRDefault="00DE03D9" w:rsidP="00DE03D9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-</w:t>
      </w:r>
      <w:r w:rsidRPr="00DE03D9">
        <w:rPr>
          <w:rFonts w:asciiTheme="minorHAnsi" w:hAnsiTheme="minorHAnsi" w:cstheme="minorHAnsi"/>
          <w:sz w:val="20"/>
          <w:szCs w:val="20"/>
        </w:rPr>
        <w:tab/>
        <w:t>teorie obrábění</w:t>
      </w:r>
    </w:p>
    <w:p w:rsidR="00DE03D9" w:rsidRPr="00DE03D9" w:rsidRDefault="00DE03D9" w:rsidP="00DE03D9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-</w:t>
      </w:r>
      <w:r w:rsidRPr="00DE03D9">
        <w:rPr>
          <w:rFonts w:asciiTheme="minorHAnsi" w:hAnsiTheme="minorHAnsi" w:cstheme="minorHAnsi"/>
          <w:sz w:val="20"/>
          <w:szCs w:val="20"/>
        </w:rPr>
        <w:tab/>
        <w:t>číslicově řízené obráběcí stroje</w:t>
      </w:r>
    </w:p>
    <w:p w:rsidR="00DE03D9" w:rsidRPr="00DE03D9" w:rsidRDefault="00DE03D9" w:rsidP="00DE03D9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-</w:t>
      </w:r>
      <w:r w:rsidRPr="00DE03D9">
        <w:rPr>
          <w:rFonts w:asciiTheme="minorHAnsi" w:hAnsiTheme="minorHAnsi" w:cstheme="minorHAnsi"/>
          <w:sz w:val="20"/>
          <w:szCs w:val="20"/>
        </w:rPr>
        <w:tab/>
        <w:t>programování NC a CNC strojů</w:t>
      </w:r>
    </w:p>
    <w:p w:rsidR="00DE03D9" w:rsidRPr="00DE03D9" w:rsidRDefault="00DE03D9" w:rsidP="00DE03D9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-</w:t>
      </w:r>
      <w:r w:rsidRPr="00DE03D9">
        <w:rPr>
          <w:rFonts w:asciiTheme="minorHAnsi" w:hAnsiTheme="minorHAnsi" w:cstheme="minorHAnsi"/>
          <w:sz w:val="20"/>
          <w:szCs w:val="20"/>
        </w:rPr>
        <w:tab/>
        <w:t>všeobecné základy programování</w:t>
      </w:r>
    </w:p>
    <w:p w:rsidR="00DE03D9" w:rsidRPr="00DE03D9" w:rsidRDefault="00DE03D9" w:rsidP="00DE03D9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-</w:t>
      </w:r>
      <w:r w:rsidRPr="00DE03D9">
        <w:rPr>
          <w:rFonts w:asciiTheme="minorHAnsi" w:hAnsiTheme="minorHAnsi" w:cstheme="minorHAnsi"/>
          <w:sz w:val="20"/>
          <w:szCs w:val="20"/>
        </w:rPr>
        <w:tab/>
        <w:t>ruční programování</w:t>
      </w:r>
    </w:p>
    <w:p w:rsidR="00DE03D9" w:rsidRPr="00DE03D9" w:rsidRDefault="00DE03D9" w:rsidP="00DE03D9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-</w:t>
      </w:r>
      <w:r w:rsidRPr="00DE03D9">
        <w:rPr>
          <w:rFonts w:asciiTheme="minorHAnsi" w:hAnsiTheme="minorHAnsi" w:cstheme="minorHAnsi"/>
          <w:sz w:val="20"/>
          <w:szCs w:val="20"/>
        </w:rPr>
        <w:tab/>
        <w:t>programování obrysů</w:t>
      </w:r>
    </w:p>
    <w:p w:rsidR="00DE03D9" w:rsidRPr="00DE03D9" w:rsidRDefault="00DE03D9" w:rsidP="00DE03D9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-</w:t>
      </w:r>
      <w:r w:rsidRPr="00DE03D9">
        <w:rPr>
          <w:rFonts w:asciiTheme="minorHAnsi" w:hAnsiTheme="minorHAnsi" w:cstheme="minorHAnsi"/>
          <w:sz w:val="20"/>
          <w:szCs w:val="20"/>
        </w:rPr>
        <w:tab/>
        <w:t>programování cyklů</w:t>
      </w:r>
    </w:p>
    <w:p w:rsidR="00DE03D9" w:rsidRPr="00DE03D9" w:rsidRDefault="00DE03D9" w:rsidP="00DE03D9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-</w:t>
      </w:r>
      <w:r w:rsidRPr="00DE03D9">
        <w:rPr>
          <w:rFonts w:asciiTheme="minorHAnsi" w:hAnsiTheme="minorHAnsi" w:cstheme="minorHAnsi"/>
          <w:sz w:val="20"/>
          <w:szCs w:val="20"/>
        </w:rPr>
        <w:tab/>
        <w:t>testování programu a provádění programů</w:t>
      </w:r>
    </w:p>
    <w:p w:rsidR="00DE03D9" w:rsidRPr="00A46AE5" w:rsidRDefault="00DE03D9" w:rsidP="00DE03D9">
      <w:pPr>
        <w:pStyle w:val="Odstavecseseznamem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</w:p>
    <w:p w:rsidR="00DE03D9" w:rsidRPr="007232C2" w:rsidRDefault="00DE03D9" w:rsidP="00E6308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DE03D9" w:rsidRPr="007232C2" w:rsidRDefault="00DE03D9" w:rsidP="00E6308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Celková délka kurzu nepřesáhne 3 měsíce.</w:t>
      </w:r>
    </w:p>
    <w:p w:rsidR="00DE03D9" w:rsidRPr="007232C2" w:rsidRDefault="00DE03D9" w:rsidP="00E6308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Minimální počet účastníků nutný pro realizaci rekvalifikačního kurzu: 8 osob </w:t>
      </w:r>
    </w:p>
    <w:p w:rsidR="00DE03D9" w:rsidRPr="007232C2" w:rsidRDefault="00DE03D9" w:rsidP="00DE03D9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maximální počet účastníků v rekvalifikačním kurzu: 12 osob</w:t>
      </w:r>
    </w:p>
    <w:p w:rsidR="00DE03D9" w:rsidRPr="007232C2" w:rsidRDefault="00DE03D9" w:rsidP="00E6308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 v okrese Bruntál nebo ve městě Opava.</w:t>
      </w:r>
    </w:p>
    <w:p w:rsidR="00DE03D9" w:rsidRDefault="00DE03D9" w:rsidP="00DE03D9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Část 32.: Rekvalifikační kurz </w:t>
      </w:r>
      <w:r w:rsidRPr="00D54A86">
        <w:rPr>
          <w:rFonts w:asciiTheme="minorHAnsi" w:hAnsiTheme="minorHAnsi" w:cstheme="minorHAnsi"/>
          <w:b/>
          <w:sz w:val="28"/>
          <w:szCs w:val="28"/>
        </w:rPr>
        <w:t>Nástrojář pro formy na zpracování plastů a tlakové lití kovů</w:t>
      </w:r>
      <w:r w:rsidRPr="007232C2">
        <w:rPr>
          <w:rFonts w:asciiTheme="minorHAnsi" w:hAnsiTheme="minorHAnsi" w:cstheme="minorHAnsi"/>
          <w:b/>
          <w:sz w:val="28"/>
          <w:szCs w:val="28"/>
        </w:rPr>
        <w:t>, oblast Bruntál</w:t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E03D9" w:rsidRPr="007232C2" w:rsidTr="00DE03D9">
        <w:tc>
          <w:tcPr>
            <w:tcW w:w="717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E03D9" w:rsidRPr="007232C2" w:rsidTr="00DE03D9">
        <w:trPr>
          <w:trHeight w:val="397"/>
        </w:trPr>
        <w:tc>
          <w:tcPr>
            <w:tcW w:w="717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32.1.</w:t>
            </w:r>
          </w:p>
        </w:tc>
        <w:tc>
          <w:tcPr>
            <w:tcW w:w="5212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Nástrojář pro formy na zpracování plastů a tlakové lití kovů</w:t>
            </w:r>
          </w:p>
        </w:tc>
        <w:tc>
          <w:tcPr>
            <w:tcW w:w="1808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25</w:t>
            </w:r>
          </w:p>
        </w:tc>
      </w:tr>
    </w:tbl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E03D9" w:rsidRPr="00DE03D9" w:rsidRDefault="00DE03D9" w:rsidP="00E63080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</w:t>
      </w:r>
      <w:r w:rsidRPr="00DE03D9">
        <w:rPr>
          <w:rFonts w:asciiTheme="minorHAnsi" w:hAnsiTheme="minorHAnsi" w:cstheme="minorHAnsi"/>
          <w:sz w:val="20"/>
          <w:szCs w:val="20"/>
        </w:rPr>
        <w:t xml:space="preserve">je </w:t>
      </w:r>
      <w:r w:rsidRPr="00DE03D9">
        <w:rPr>
          <w:rFonts w:asciiTheme="minorHAnsi" w:hAnsiTheme="minorHAnsi" w:cstheme="minorHAnsi"/>
          <w:b/>
          <w:sz w:val="20"/>
          <w:szCs w:val="20"/>
        </w:rPr>
        <w:t>750 000,- Kč.</w:t>
      </w:r>
    </w:p>
    <w:p w:rsidR="00DE03D9" w:rsidRPr="007232C2" w:rsidRDefault="00DE03D9" w:rsidP="00E63080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DE03D9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DE03D9" w:rsidRPr="007232C2" w:rsidRDefault="00DE03D9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DE03D9" w:rsidRPr="007232C2" w:rsidRDefault="00DE03D9" w:rsidP="00E63080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DE03D9" w:rsidRPr="007232C2" w:rsidRDefault="00DE03D9" w:rsidP="00E63080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Obsah rekvalifikační</w:t>
      </w:r>
      <w:r>
        <w:rPr>
          <w:rFonts w:asciiTheme="minorHAnsi" w:hAnsiTheme="minorHAnsi" w:cstheme="minorHAnsi"/>
          <w:sz w:val="20"/>
          <w:szCs w:val="20"/>
        </w:rPr>
        <w:t>ho</w:t>
      </w:r>
      <w:r w:rsidRPr="007232C2">
        <w:rPr>
          <w:rFonts w:asciiTheme="minorHAnsi" w:hAnsiTheme="minorHAnsi" w:cstheme="minorHAnsi"/>
          <w:sz w:val="20"/>
          <w:szCs w:val="20"/>
        </w:rPr>
        <w:t xml:space="preserve"> kurzu vychází z profesní kvalifikac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Nástrojář pro formy na zpracování plastů a tlakové lití kovů (kód: 23-009-H),</w:t>
      </w:r>
      <w:r w:rsidRPr="007232C2">
        <w:rPr>
          <w:rFonts w:asciiTheme="minorHAnsi" w:hAnsiTheme="minorHAnsi" w:cstheme="minorHAnsi"/>
          <w:sz w:val="20"/>
          <w:szCs w:val="20"/>
        </w:rPr>
        <w:t xml:space="preserve"> viz </w:t>
      </w:r>
      <w:hyperlink r:id="rId32" w:history="1">
        <w:r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Pr="007232C2">
        <w:rPr>
          <w:rFonts w:asciiTheme="minorHAnsi" w:hAnsiTheme="minorHAnsi" w:cstheme="minorHAnsi"/>
          <w:sz w:val="20"/>
          <w:szCs w:val="20"/>
        </w:rPr>
        <w:t>.</w:t>
      </w:r>
    </w:p>
    <w:p w:rsidR="00DE03D9" w:rsidRPr="007232C2" w:rsidRDefault="00DE03D9" w:rsidP="00E63080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DE03D9" w:rsidRPr="007232C2" w:rsidRDefault="00DE03D9" w:rsidP="00E63080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DE03D9" w:rsidRPr="007232C2" w:rsidRDefault="00DE03D9" w:rsidP="00E63080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4 osoby</w:t>
      </w:r>
    </w:p>
    <w:p w:rsidR="00DE03D9" w:rsidRPr="007232C2" w:rsidRDefault="00DE03D9" w:rsidP="00DE03D9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maximální počet účastníků v rekvalifikačním kurzu: 6 osob</w:t>
      </w:r>
    </w:p>
    <w:p w:rsidR="00DE03D9" w:rsidRDefault="00DE03D9" w:rsidP="00E63080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 v Moravskoslezském nebo Olomouckém kraji.</w:t>
      </w:r>
    </w:p>
    <w:p w:rsidR="00DE03D9" w:rsidRDefault="00DE03D9" w:rsidP="00DE03D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>Část 3</w:t>
      </w:r>
      <w:r>
        <w:rPr>
          <w:rFonts w:asciiTheme="minorHAnsi" w:hAnsiTheme="minorHAnsi" w:cstheme="minorHAnsi"/>
          <w:b/>
          <w:sz w:val="28"/>
          <w:szCs w:val="28"/>
        </w:rPr>
        <w:t>3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.: Rekvalifikační kurz </w:t>
      </w:r>
      <w:r w:rsidRPr="00D54A86">
        <w:rPr>
          <w:rFonts w:asciiTheme="minorHAnsi" w:hAnsiTheme="minorHAnsi" w:cstheme="minorHAnsi"/>
          <w:b/>
          <w:sz w:val="28"/>
          <w:szCs w:val="28"/>
        </w:rPr>
        <w:t>Nástrojář pro nástroje k plošnému a objemovému tváření</w:t>
      </w:r>
      <w:r w:rsidRPr="007232C2">
        <w:rPr>
          <w:rFonts w:asciiTheme="minorHAnsi" w:hAnsiTheme="minorHAnsi" w:cstheme="minorHAnsi"/>
          <w:b/>
          <w:sz w:val="28"/>
          <w:szCs w:val="28"/>
        </w:rPr>
        <w:t>, oblast Bruntál</w:t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E03D9" w:rsidRPr="007232C2" w:rsidTr="00DE03D9">
        <w:tc>
          <w:tcPr>
            <w:tcW w:w="717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E03D9" w:rsidRPr="007232C2" w:rsidTr="00DE03D9">
        <w:trPr>
          <w:trHeight w:val="397"/>
        </w:trPr>
        <w:tc>
          <w:tcPr>
            <w:tcW w:w="717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</w:t>
            </w: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</w:t>
            </w: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212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Nástrojář pro nástroje k plošnému a objemovému tváření</w:t>
            </w:r>
          </w:p>
        </w:tc>
        <w:tc>
          <w:tcPr>
            <w:tcW w:w="1808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25</w:t>
            </w:r>
          </w:p>
        </w:tc>
      </w:tr>
    </w:tbl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E03D9" w:rsidRPr="00DE03D9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E03D9" w:rsidRPr="00DE03D9" w:rsidRDefault="00DE03D9" w:rsidP="00E63080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DE03D9">
        <w:rPr>
          <w:rFonts w:asciiTheme="minorHAnsi" w:hAnsiTheme="minorHAnsi" w:cstheme="minorHAnsi"/>
          <w:b/>
          <w:sz w:val="20"/>
          <w:szCs w:val="20"/>
        </w:rPr>
        <w:t>750 000,- Kč.</w:t>
      </w:r>
    </w:p>
    <w:p w:rsidR="00DE03D9" w:rsidRPr="007232C2" w:rsidRDefault="00DE03D9" w:rsidP="00E63080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DE03D9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ind w:hanging="22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DE03D9" w:rsidRPr="007232C2" w:rsidRDefault="00DE03D9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ind w:hanging="22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DE03D9" w:rsidRPr="007232C2" w:rsidRDefault="00DE03D9" w:rsidP="00E63080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DE03D9" w:rsidRPr="007232C2" w:rsidRDefault="00DE03D9" w:rsidP="00E63080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Obsah rekvalifikační</w:t>
      </w:r>
      <w:r>
        <w:rPr>
          <w:rFonts w:asciiTheme="minorHAnsi" w:hAnsiTheme="minorHAnsi" w:cstheme="minorHAnsi"/>
          <w:sz w:val="20"/>
          <w:szCs w:val="20"/>
        </w:rPr>
        <w:t>ho</w:t>
      </w:r>
      <w:r w:rsidRPr="007232C2">
        <w:rPr>
          <w:rFonts w:asciiTheme="minorHAnsi" w:hAnsiTheme="minorHAnsi" w:cstheme="minorHAnsi"/>
          <w:sz w:val="20"/>
          <w:szCs w:val="20"/>
        </w:rPr>
        <w:t xml:space="preserve"> kurzu </w:t>
      </w:r>
      <w:r>
        <w:rPr>
          <w:rFonts w:asciiTheme="minorHAnsi" w:hAnsiTheme="minorHAnsi" w:cstheme="minorHAnsi"/>
          <w:sz w:val="20"/>
          <w:szCs w:val="20"/>
        </w:rPr>
        <w:t>vychází z profesní kvalifikace</w:t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Nástrojář pro nástroje k plošnému a objemovému tváření (kód: 23-016-H), </w:t>
      </w:r>
      <w:r w:rsidRPr="007232C2">
        <w:rPr>
          <w:rFonts w:asciiTheme="minorHAnsi" w:hAnsiTheme="minorHAnsi" w:cstheme="minorHAnsi"/>
          <w:sz w:val="20"/>
          <w:szCs w:val="20"/>
        </w:rPr>
        <w:t xml:space="preserve">viz </w:t>
      </w:r>
      <w:hyperlink r:id="rId33" w:history="1">
        <w:r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Pr="007232C2">
        <w:rPr>
          <w:rFonts w:asciiTheme="minorHAnsi" w:hAnsiTheme="minorHAnsi" w:cstheme="minorHAnsi"/>
          <w:sz w:val="20"/>
          <w:szCs w:val="20"/>
        </w:rPr>
        <w:t>.</w:t>
      </w:r>
    </w:p>
    <w:p w:rsidR="00DE03D9" w:rsidRPr="007232C2" w:rsidRDefault="00DE03D9" w:rsidP="00E63080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DE03D9" w:rsidRPr="007232C2" w:rsidRDefault="00DE03D9" w:rsidP="00E63080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DE03D9" w:rsidRPr="007232C2" w:rsidRDefault="00DE03D9" w:rsidP="00E63080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4 osoby</w:t>
      </w:r>
    </w:p>
    <w:p w:rsidR="00DE03D9" w:rsidRPr="007232C2" w:rsidRDefault="00DE03D9" w:rsidP="00DE03D9">
      <w:pPr>
        <w:pStyle w:val="Odstavecseseznamem"/>
        <w:autoSpaceDE w:val="0"/>
        <w:autoSpaceDN w:val="0"/>
        <w:adjustRightInd w:val="0"/>
        <w:spacing w:before="120" w:after="120" w:line="240" w:lineRule="auto"/>
        <w:ind w:left="851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maximální počet účastníků v rekvalifikačním kurzu: 6 osob</w:t>
      </w:r>
    </w:p>
    <w:p w:rsidR="00DE03D9" w:rsidRPr="00D54A86" w:rsidRDefault="00DE03D9" w:rsidP="00E63080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851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 v Moravskoslezském nebo Olomouckém kraji.</w:t>
      </w:r>
    </w:p>
    <w:p w:rsidR="00DE03D9" w:rsidRDefault="00DE03D9" w:rsidP="00DE03D9">
      <w:pPr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br w:type="page"/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>Část 3</w:t>
      </w:r>
      <w:r>
        <w:rPr>
          <w:rFonts w:asciiTheme="minorHAnsi" w:hAnsiTheme="minorHAnsi" w:cstheme="minorHAnsi"/>
          <w:b/>
          <w:sz w:val="28"/>
          <w:szCs w:val="28"/>
        </w:rPr>
        <w:t>4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.: Rekvalifikační kurz </w:t>
      </w:r>
      <w:r w:rsidRPr="00D54A86">
        <w:rPr>
          <w:rFonts w:asciiTheme="minorHAnsi" w:hAnsiTheme="minorHAnsi" w:cstheme="minorHAnsi"/>
          <w:b/>
          <w:sz w:val="28"/>
          <w:szCs w:val="28"/>
        </w:rPr>
        <w:t>Nástrojář pro přípravky a měřidla</w:t>
      </w:r>
      <w:r w:rsidRPr="007232C2">
        <w:rPr>
          <w:rFonts w:asciiTheme="minorHAnsi" w:hAnsiTheme="minorHAnsi" w:cstheme="minorHAnsi"/>
          <w:b/>
          <w:sz w:val="28"/>
          <w:szCs w:val="28"/>
        </w:rPr>
        <w:t>, oblast Bruntál</w:t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E03D9" w:rsidRPr="007232C2" w:rsidTr="00DE03D9">
        <w:tc>
          <w:tcPr>
            <w:tcW w:w="717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E03D9" w:rsidRPr="007232C2" w:rsidTr="00DE03D9">
        <w:trPr>
          <w:trHeight w:val="397"/>
        </w:trPr>
        <w:tc>
          <w:tcPr>
            <w:tcW w:w="717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4.1</w:t>
            </w: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212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Nástrojář pro přípravky a měřidla </w:t>
            </w:r>
          </w:p>
        </w:tc>
        <w:tc>
          <w:tcPr>
            <w:tcW w:w="1808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25</w:t>
            </w:r>
          </w:p>
        </w:tc>
      </w:tr>
    </w:tbl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E03D9" w:rsidRPr="0084432D" w:rsidRDefault="00DE03D9" w:rsidP="00DE03D9">
      <w:pPr>
        <w:pStyle w:val="Odstavecseseznamem"/>
        <w:autoSpaceDE w:val="0"/>
        <w:autoSpaceDN w:val="0"/>
        <w:adjustRightInd w:val="0"/>
        <w:spacing w:before="120" w:after="120" w:line="240" w:lineRule="auto"/>
        <w:ind w:left="1080"/>
        <w:contextualSpacing w:val="0"/>
        <w:rPr>
          <w:rFonts w:asciiTheme="minorHAnsi" w:hAnsiTheme="minorHAnsi" w:cstheme="minorHAnsi"/>
          <w:sz w:val="20"/>
          <w:szCs w:val="20"/>
        </w:rPr>
      </w:pPr>
    </w:p>
    <w:p w:rsidR="00DE03D9" w:rsidRDefault="00DE03D9" w:rsidP="00E6308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sz w:val="20"/>
          <w:szCs w:val="20"/>
        </w:rPr>
      </w:pPr>
      <w:r w:rsidRPr="0084432D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Pr="00DE03D9">
        <w:rPr>
          <w:rFonts w:asciiTheme="minorHAnsi" w:hAnsiTheme="minorHAnsi" w:cstheme="minorHAnsi"/>
          <w:b/>
          <w:sz w:val="20"/>
          <w:szCs w:val="20"/>
        </w:rPr>
        <w:t>750 000,- Kč.</w:t>
      </w:r>
    </w:p>
    <w:p w:rsidR="00DE03D9" w:rsidRPr="0084432D" w:rsidRDefault="00DE03D9" w:rsidP="00DE03D9">
      <w:pPr>
        <w:pStyle w:val="Odstavecseseznamem"/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sz w:val="20"/>
          <w:szCs w:val="20"/>
        </w:rPr>
      </w:pPr>
    </w:p>
    <w:p w:rsidR="00DE03D9" w:rsidRPr="007232C2" w:rsidRDefault="00DE03D9" w:rsidP="00E6308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A24F76" w:rsidRDefault="00A24F76" w:rsidP="00A24F7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DE03D9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DE03D9" w:rsidRPr="007232C2" w:rsidRDefault="00DE03D9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DE03D9" w:rsidRPr="007232C2" w:rsidRDefault="00DE03D9" w:rsidP="00E6308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C736C9" w:rsidRDefault="00DE03D9" w:rsidP="00E6308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C736C9">
        <w:rPr>
          <w:rFonts w:asciiTheme="minorHAnsi" w:hAnsiTheme="minorHAnsi" w:cstheme="minorHAnsi"/>
          <w:sz w:val="20"/>
          <w:szCs w:val="20"/>
        </w:rPr>
        <w:t xml:space="preserve">Obsah rekvalifikačního kurzu vychází z profesní kvalifikace Nástrojář pro přípravky a měřidla (kód: 23-015-H), </w:t>
      </w:r>
      <w:r w:rsidR="00C736C9" w:rsidRPr="00C736C9">
        <w:rPr>
          <w:rFonts w:asciiTheme="minorHAnsi" w:hAnsiTheme="minorHAnsi" w:cstheme="minorHAnsi"/>
          <w:sz w:val="20"/>
          <w:szCs w:val="20"/>
        </w:rPr>
        <w:t xml:space="preserve">viz </w:t>
      </w:r>
      <w:hyperlink r:id="rId34" w:history="1">
        <w:r w:rsidR="00C736C9" w:rsidRPr="00C736C9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C736C9" w:rsidRPr="00C736C9">
        <w:rPr>
          <w:rFonts w:asciiTheme="minorHAnsi" w:hAnsiTheme="minorHAnsi" w:cstheme="minorHAnsi"/>
          <w:sz w:val="20"/>
          <w:szCs w:val="20"/>
        </w:rPr>
        <w:t>.</w:t>
      </w:r>
    </w:p>
    <w:p w:rsidR="00DE03D9" w:rsidRPr="00C736C9" w:rsidRDefault="00DE03D9" w:rsidP="00E6308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C736C9">
        <w:rPr>
          <w:rFonts w:asciiTheme="minorHAnsi" w:hAnsiTheme="minorHAnsi" w:cstheme="minorHAnsi"/>
          <w:sz w:val="20"/>
          <w:szCs w:val="20"/>
        </w:rPr>
        <w:t xml:space="preserve">Závěrečnou zkoušku dle hodnotícího standardu je dodavatel povinen zajistit u příslušné autorizované osoby. Náklady na tuto zkoušku budou součástí ceny za rekvalifikaci. </w:t>
      </w:r>
    </w:p>
    <w:p w:rsidR="00DE03D9" w:rsidRPr="007232C2" w:rsidRDefault="00DE03D9" w:rsidP="00E6308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DE03D9" w:rsidRPr="007232C2" w:rsidRDefault="00DE03D9" w:rsidP="00E6308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4 osoby</w:t>
      </w:r>
    </w:p>
    <w:p w:rsidR="00DE03D9" w:rsidRPr="007232C2" w:rsidRDefault="00DE03D9" w:rsidP="00C736C9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maximální počet účastníků v rekvalifikačním kurzu: 6 osob</w:t>
      </w:r>
    </w:p>
    <w:p w:rsidR="00DE03D9" w:rsidRPr="0084432D" w:rsidRDefault="00DE03D9" w:rsidP="00E6308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 v Moravskoslezském nebo Olomouckém kraji.</w:t>
      </w:r>
    </w:p>
    <w:p w:rsidR="00DE03D9" w:rsidRDefault="00DE03D9" w:rsidP="00DE03D9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>Část 3</w:t>
      </w:r>
      <w:r>
        <w:rPr>
          <w:rFonts w:asciiTheme="minorHAnsi" w:hAnsiTheme="minorHAnsi" w:cstheme="minorHAnsi"/>
          <w:b/>
          <w:sz w:val="28"/>
          <w:szCs w:val="28"/>
        </w:rPr>
        <w:t>5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.: Rekvalifikační kurz </w:t>
      </w:r>
      <w:r w:rsidRPr="00D54A86">
        <w:rPr>
          <w:rFonts w:asciiTheme="minorHAnsi" w:hAnsiTheme="minorHAnsi" w:cstheme="minorHAnsi"/>
          <w:b/>
          <w:sz w:val="28"/>
          <w:szCs w:val="28"/>
        </w:rPr>
        <w:t>Nástrojář pro řezné nástroje</w:t>
      </w:r>
      <w:r w:rsidRPr="007232C2">
        <w:rPr>
          <w:rFonts w:asciiTheme="minorHAnsi" w:hAnsiTheme="minorHAnsi" w:cstheme="minorHAnsi"/>
          <w:b/>
          <w:sz w:val="28"/>
          <w:szCs w:val="28"/>
        </w:rPr>
        <w:t>, oblast Bruntál</w:t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E03D9" w:rsidRPr="007232C2" w:rsidTr="00DE03D9">
        <w:tc>
          <w:tcPr>
            <w:tcW w:w="717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E03D9" w:rsidRPr="007232C2" w:rsidTr="00DE03D9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5.1</w:t>
            </w: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Nástrojář pro řezné nástroje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25</w:t>
            </w:r>
          </w:p>
        </w:tc>
      </w:tr>
    </w:tbl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E03D9" w:rsidRPr="007232C2" w:rsidRDefault="00DE03D9" w:rsidP="00E63080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</w:t>
      </w:r>
      <w:r w:rsidRPr="00DE03D9">
        <w:rPr>
          <w:rFonts w:asciiTheme="minorHAnsi" w:hAnsiTheme="minorHAnsi" w:cstheme="minorHAnsi"/>
          <w:sz w:val="20"/>
          <w:szCs w:val="20"/>
        </w:rPr>
        <w:t xml:space="preserve">zakázky je </w:t>
      </w:r>
      <w:r w:rsidRPr="00DE03D9">
        <w:rPr>
          <w:rFonts w:asciiTheme="minorHAnsi" w:hAnsiTheme="minorHAnsi" w:cstheme="minorHAnsi"/>
          <w:b/>
          <w:sz w:val="20"/>
          <w:szCs w:val="20"/>
        </w:rPr>
        <w:t>750 000,- Kč.</w:t>
      </w:r>
    </w:p>
    <w:p w:rsidR="00DE03D9" w:rsidRPr="007232C2" w:rsidRDefault="00DE03D9" w:rsidP="00E63080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C736C9" w:rsidRDefault="00C736C9" w:rsidP="00C736C9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DE03D9" w:rsidRPr="0084432D" w:rsidRDefault="006B2C4A" w:rsidP="00C736C9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DE03D9" w:rsidRPr="0084432D" w:rsidRDefault="00DE03D9" w:rsidP="00C736C9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4432D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DE03D9" w:rsidRPr="007232C2" w:rsidRDefault="00DE03D9" w:rsidP="00E63080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DE03D9" w:rsidRPr="007232C2" w:rsidRDefault="00DE03D9" w:rsidP="00E63080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Obsah rekvalifikační</w:t>
      </w:r>
      <w:r>
        <w:rPr>
          <w:rFonts w:asciiTheme="minorHAnsi" w:hAnsiTheme="minorHAnsi" w:cstheme="minorHAnsi"/>
          <w:sz w:val="20"/>
          <w:szCs w:val="20"/>
        </w:rPr>
        <w:t>ho</w:t>
      </w:r>
      <w:r w:rsidRPr="007232C2">
        <w:rPr>
          <w:rFonts w:asciiTheme="minorHAnsi" w:hAnsiTheme="minorHAnsi" w:cstheme="minorHAnsi"/>
          <w:sz w:val="20"/>
          <w:szCs w:val="20"/>
        </w:rPr>
        <w:t xml:space="preserve"> kurzu vychází z </w:t>
      </w:r>
      <w:proofErr w:type="gramStart"/>
      <w:r w:rsidRPr="007232C2">
        <w:rPr>
          <w:rFonts w:asciiTheme="minorHAnsi" w:hAnsiTheme="minorHAnsi" w:cstheme="minorHAnsi"/>
          <w:sz w:val="20"/>
          <w:szCs w:val="20"/>
        </w:rPr>
        <w:t>profesní</w:t>
      </w:r>
      <w:proofErr w:type="gramEnd"/>
      <w:r w:rsidRPr="007232C2">
        <w:rPr>
          <w:rFonts w:asciiTheme="minorHAnsi" w:hAnsiTheme="minorHAnsi" w:cstheme="minorHAnsi"/>
          <w:sz w:val="20"/>
          <w:szCs w:val="20"/>
        </w:rPr>
        <w:t xml:space="preserve"> kvalifikací</w:t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Nástrojář pro řezné nástroje (kód: 23-014-H)</w:t>
      </w:r>
      <w:r w:rsidRPr="007232C2">
        <w:rPr>
          <w:rFonts w:asciiTheme="minorHAnsi" w:hAnsiTheme="minorHAnsi" w:cstheme="minorHAnsi"/>
          <w:sz w:val="20"/>
          <w:szCs w:val="20"/>
        </w:rPr>
        <w:t xml:space="preserve">, viz </w:t>
      </w:r>
      <w:hyperlink r:id="rId35" w:history="1">
        <w:r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Pr="007232C2">
        <w:rPr>
          <w:rFonts w:asciiTheme="minorHAnsi" w:hAnsiTheme="minorHAnsi" w:cstheme="minorHAnsi"/>
          <w:sz w:val="20"/>
          <w:szCs w:val="20"/>
        </w:rPr>
        <w:t>.</w:t>
      </w:r>
    </w:p>
    <w:p w:rsidR="00DE03D9" w:rsidRPr="007232C2" w:rsidRDefault="00DE03D9" w:rsidP="00E63080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DE03D9" w:rsidRPr="007232C2" w:rsidRDefault="00DE03D9" w:rsidP="00E63080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DE03D9" w:rsidRPr="007232C2" w:rsidRDefault="00DE03D9" w:rsidP="00E63080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4 osoby</w:t>
      </w:r>
    </w:p>
    <w:p w:rsidR="00DE03D9" w:rsidRPr="007232C2" w:rsidRDefault="00DE03D9" w:rsidP="00DE03D9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maximální počet účastníků v rekvalifikačním kurzu: 6 osob</w:t>
      </w:r>
    </w:p>
    <w:p w:rsidR="00DE03D9" w:rsidRPr="007232C2" w:rsidRDefault="00DE03D9" w:rsidP="00E63080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 v Moravskoslezském nebo Olomouckém kraji.</w:t>
      </w:r>
    </w:p>
    <w:p w:rsidR="00DE03D9" w:rsidRDefault="00DE03D9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page"/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7232C2">
        <w:rPr>
          <w:rFonts w:asciiTheme="minorHAnsi" w:hAnsiTheme="minorHAnsi" w:cstheme="minorHAnsi"/>
          <w:b/>
          <w:sz w:val="28"/>
          <w:szCs w:val="28"/>
        </w:rPr>
        <w:lastRenderedPageBreak/>
        <w:t>Část 3</w:t>
      </w:r>
      <w:r>
        <w:rPr>
          <w:rFonts w:asciiTheme="minorHAnsi" w:hAnsiTheme="minorHAnsi" w:cstheme="minorHAnsi"/>
          <w:b/>
          <w:sz w:val="28"/>
          <w:szCs w:val="28"/>
        </w:rPr>
        <w:t>6</w:t>
      </w:r>
      <w:r w:rsidRPr="007232C2">
        <w:rPr>
          <w:rFonts w:asciiTheme="minorHAnsi" w:hAnsiTheme="minorHAnsi" w:cstheme="minorHAnsi"/>
          <w:b/>
          <w:sz w:val="28"/>
          <w:szCs w:val="28"/>
        </w:rPr>
        <w:t xml:space="preserve">.: </w:t>
      </w:r>
      <w:r w:rsidRPr="00065710">
        <w:rPr>
          <w:rFonts w:asciiTheme="minorHAnsi" w:hAnsiTheme="minorHAnsi" w:cstheme="minorHAnsi"/>
          <w:b/>
          <w:sz w:val="28"/>
          <w:szCs w:val="28"/>
        </w:rPr>
        <w:t xml:space="preserve">Rekvalifikační kurz </w:t>
      </w:r>
      <w:proofErr w:type="spellStart"/>
      <w:r w:rsidRPr="00065710">
        <w:rPr>
          <w:rFonts w:asciiTheme="minorHAnsi" w:hAnsiTheme="minorHAnsi" w:cstheme="minorHAnsi"/>
          <w:b/>
          <w:sz w:val="28"/>
          <w:szCs w:val="28"/>
        </w:rPr>
        <w:t>Mechatronik</w:t>
      </w:r>
      <w:proofErr w:type="spellEnd"/>
      <w:r w:rsidRPr="00065710">
        <w:rPr>
          <w:rFonts w:asciiTheme="minorHAnsi" w:hAnsiTheme="minorHAnsi" w:cstheme="minorHAnsi"/>
          <w:b/>
          <w:sz w:val="28"/>
          <w:szCs w:val="28"/>
        </w:rPr>
        <w:t>, oblast Bruntál</w:t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</w:p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7232C2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E03D9" w:rsidRPr="007232C2" w:rsidTr="00DE03D9">
        <w:tc>
          <w:tcPr>
            <w:tcW w:w="717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E03D9" w:rsidRPr="007232C2" w:rsidTr="00DE03D9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36.1.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7232C2">
              <w:rPr>
                <w:rFonts w:asciiTheme="minorHAnsi" w:hAnsiTheme="minorHAnsi" w:cstheme="minorHAnsi"/>
                <w:sz w:val="20"/>
                <w:szCs w:val="20"/>
              </w:rPr>
              <w:t>Mechatronik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D9" w:rsidRPr="007232C2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7232C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25</w:t>
            </w:r>
          </w:p>
        </w:tc>
      </w:tr>
    </w:tbl>
    <w:p w:rsidR="00DE03D9" w:rsidRPr="007232C2" w:rsidRDefault="00DE03D9" w:rsidP="00DE03D9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232C2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E03D9" w:rsidRPr="007232C2" w:rsidRDefault="00DE03D9" w:rsidP="00DE03D9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E03D9" w:rsidRPr="007232C2" w:rsidRDefault="00DE03D9" w:rsidP="00E6308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Předpokládaná hodnota této části veřejné </w:t>
      </w:r>
      <w:r w:rsidRPr="00DE03D9">
        <w:rPr>
          <w:rFonts w:asciiTheme="minorHAnsi" w:hAnsiTheme="minorHAnsi" w:cstheme="minorHAnsi"/>
          <w:sz w:val="20"/>
          <w:szCs w:val="20"/>
        </w:rPr>
        <w:t xml:space="preserve">zakázky je </w:t>
      </w:r>
      <w:r w:rsidRPr="00DE03D9">
        <w:rPr>
          <w:rFonts w:asciiTheme="minorHAnsi" w:hAnsiTheme="minorHAnsi" w:cstheme="minorHAnsi"/>
          <w:b/>
          <w:sz w:val="20"/>
          <w:szCs w:val="20"/>
        </w:rPr>
        <w:t>750 000,- Kč.</w:t>
      </w:r>
    </w:p>
    <w:p w:rsidR="00DE03D9" w:rsidRPr="007232C2" w:rsidRDefault="00DE03D9" w:rsidP="00E6308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C736C9" w:rsidRDefault="00C736C9" w:rsidP="00C736C9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rozhodnutí o udělení autorizace pro příslušnou profesní kvalifikaci</w:t>
      </w:r>
    </w:p>
    <w:p w:rsidR="00DE03D9" w:rsidRPr="007232C2" w:rsidRDefault="006B2C4A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>akreditace MŠMT ČR pro příslušnou rekvalifikaci, nebo</w:t>
      </w:r>
    </w:p>
    <w:p w:rsidR="00DE03D9" w:rsidRPr="007232C2" w:rsidRDefault="00DE03D9" w:rsidP="00E6308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DE03D9" w:rsidRPr="007232C2" w:rsidRDefault="00DE03D9" w:rsidP="00E6308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střední.</w:t>
      </w:r>
    </w:p>
    <w:p w:rsidR="00DE03D9" w:rsidRPr="007232C2" w:rsidRDefault="002B7EA6" w:rsidP="00E6308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Obsah rekvalifikačního kurzu</w:t>
      </w:r>
      <w:r w:rsidR="00DE03D9" w:rsidRPr="007232C2">
        <w:rPr>
          <w:rFonts w:asciiTheme="minorHAnsi" w:hAnsiTheme="minorHAnsi" w:cstheme="minorHAnsi"/>
          <w:sz w:val="20"/>
          <w:szCs w:val="20"/>
        </w:rPr>
        <w:t xml:space="preserve"> vychází z profesní kvalifikace </w:t>
      </w:r>
      <w:proofErr w:type="spellStart"/>
      <w:r w:rsidR="00DE03D9" w:rsidRPr="007232C2">
        <w:rPr>
          <w:rFonts w:asciiTheme="minorHAnsi" w:hAnsiTheme="minorHAnsi" w:cstheme="minorHAnsi"/>
          <w:sz w:val="20"/>
          <w:szCs w:val="20"/>
        </w:rPr>
        <w:t>Mechatro</w:t>
      </w:r>
      <w:r w:rsidR="00DE03D9">
        <w:rPr>
          <w:rFonts w:asciiTheme="minorHAnsi" w:hAnsiTheme="minorHAnsi" w:cstheme="minorHAnsi"/>
          <w:sz w:val="20"/>
          <w:szCs w:val="20"/>
        </w:rPr>
        <w:t>nik</w:t>
      </w:r>
      <w:proofErr w:type="spellEnd"/>
      <w:r w:rsidR="00DE03D9">
        <w:rPr>
          <w:rFonts w:asciiTheme="minorHAnsi" w:hAnsiTheme="minorHAnsi" w:cstheme="minorHAnsi"/>
          <w:sz w:val="20"/>
          <w:szCs w:val="20"/>
        </w:rPr>
        <w:t xml:space="preserve"> (kód: 26-022-M), </w:t>
      </w:r>
      <w:r w:rsidR="00DE03D9" w:rsidRPr="007232C2">
        <w:rPr>
          <w:rFonts w:asciiTheme="minorHAnsi" w:hAnsiTheme="minorHAnsi" w:cstheme="minorHAnsi"/>
          <w:sz w:val="20"/>
          <w:szCs w:val="20"/>
        </w:rPr>
        <w:t xml:space="preserve">viz </w:t>
      </w:r>
      <w:hyperlink r:id="rId36" w:history="1">
        <w:r w:rsidR="00DE03D9" w:rsidRPr="007232C2">
          <w:rPr>
            <w:rStyle w:val="Hypertextovodkaz"/>
            <w:rFonts w:asciiTheme="minorHAnsi" w:hAnsiTheme="minorHAnsi" w:cstheme="minorHAnsi"/>
            <w:sz w:val="20"/>
            <w:szCs w:val="20"/>
          </w:rPr>
          <w:t>www.narodni-kvalifikace.cz</w:t>
        </w:r>
      </w:hyperlink>
      <w:r w:rsidR="00DE03D9" w:rsidRPr="007232C2">
        <w:rPr>
          <w:rFonts w:asciiTheme="minorHAnsi" w:hAnsiTheme="minorHAnsi" w:cstheme="minorHAnsi"/>
          <w:sz w:val="20"/>
          <w:szCs w:val="20"/>
        </w:rPr>
        <w:t>.</w:t>
      </w:r>
    </w:p>
    <w:p w:rsidR="00DE03D9" w:rsidRPr="007232C2" w:rsidRDefault="00DE03D9" w:rsidP="00E6308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Závěrečnou zkoušku dle hodnotícího standardu je dodavatel povinen zajistit u příslušné autorizované osoby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7232C2">
        <w:rPr>
          <w:rFonts w:asciiTheme="minorHAnsi" w:hAnsiTheme="minorHAnsi" w:cstheme="minorHAnsi"/>
          <w:sz w:val="20"/>
          <w:szCs w:val="20"/>
        </w:rPr>
        <w:t xml:space="preserve">Náklady na tuto zkoušku budou součástí ceny za rekvalifikaci. </w:t>
      </w:r>
    </w:p>
    <w:p w:rsidR="00DE03D9" w:rsidRPr="007232C2" w:rsidRDefault="00DE03D9" w:rsidP="00E6308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 xml:space="preserve">Výuka nepřesáhne 8 vyučovacích hodin denně. </w:t>
      </w:r>
    </w:p>
    <w:p w:rsidR="00DE03D9" w:rsidRPr="007232C2" w:rsidRDefault="00DE03D9" w:rsidP="00E6308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4 osoby</w:t>
      </w:r>
    </w:p>
    <w:p w:rsidR="00DE03D9" w:rsidRPr="007232C2" w:rsidRDefault="00DE03D9" w:rsidP="00DE03D9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maximální počet účastníků v rekvalifikačním kurzu: 6 osob</w:t>
      </w:r>
    </w:p>
    <w:p w:rsidR="00DE03D9" w:rsidRPr="007232C2" w:rsidRDefault="00DE03D9" w:rsidP="00E6308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232C2">
        <w:rPr>
          <w:rFonts w:asciiTheme="minorHAnsi" w:hAnsiTheme="minorHAnsi" w:cstheme="minorHAnsi"/>
          <w:sz w:val="20"/>
          <w:szCs w:val="20"/>
        </w:rPr>
        <w:t>Místo konání rekvalifikace bude v Moravskoslezském kraji.</w:t>
      </w:r>
    </w:p>
    <w:p w:rsidR="00D9411D" w:rsidRDefault="00D9411D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  <w:highlight w:val="yellow"/>
        </w:rPr>
      </w:pPr>
    </w:p>
    <w:p w:rsidR="00DE03D9" w:rsidRDefault="00DE03D9">
      <w:pPr>
        <w:rPr>
          <w:rFonts w:asciiTheme="minorHAnsi" w:hAnsiTheme="minorHAnsi" w:cstheme="minorHAnsi"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Cs/>
          <w:sz w:val="20"/>
          <w:szCs w:val="20"/>
          <w:highlight w:val="yellow"/>
        </w:rPr>
        <w:br w:type="page"/>
      </w:r>
    </w:p>
    <w:p w:rsidR="00DE03D9" w:rsidRPr="00DE03D9" w:rsidRDefault="00E63080" w:rsidP="00DE03D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Část 37.: Rekvalifikační kurz</w:t>
      </w:r>
      <w:r w:rsidR="00DE03D9" w:rsidRPr="00DE03D9">
        <w:rPr>
          <w:rFonts w:asciiTheme="minorHAnsi" w:hAnsiTheme="minorHAnsi" w:cstheme="minorHAnsi"/>
          <w:b/>
          <w:sz w:val="28"/>
          <w:szCs w:val="28"/>
        </w:rPr>
        <w:t xml:space="preserve"> obsluhy </w:t>
      </w:r>
      <w:proofErr w:type="spellStart"/>
      <w:r w:rsidR="00DE03D9" w:rsidRPr="00DE03D9">
        <w:rPr>
          <w:rFonts w:asciiTheme="minorHAnsi" w:hAnsiTheme="minorHAnsi" w:cstheme="minorHAnsi"/>
          <w:b/>
          <w:sz w:val="28"/>
          <w:szCs w:val="28"/>
        </w:rPr>
        <w:t>elektrovozíku</w:t>
      </w:r>
      <w:proofErr w:type="spellEnd"/>
      <w:r w:rsidR="00DE03D9" w:rsidRPr="00DE03D9">
        <w:rPr>
          <w:rFonts w:asciiTheme="minorHAnsi" w:hAnsiTheme="minorHAnsi" w:cstheme="minorHAnsi"/>
          <w:b/>
          <w:sz w:val="28"/>
          <w:szCs w:val="28"/>
        </w:rPr>
        <w:t xml:space="preserve"> a </w:t>
      </w:r>
      <w:proofErr w:type="spellStart"/>
      <w:r w:rsidR="00DE03D9" w:rsidRPr="00DE03D9">
        <w:rPr>
          <w:rFonts w:asciiTheme="minorHAnsi" w:hAnsiTheme="minorHAnsi" w:cstheme="minorHAnsi"/>
          <w:b/>
          <w:sz w:val="28"/>
          <w:szCs w:val="28"/>
        </w:rPr>
        <w:t>motovozíku</w:t>
      </w:r>
      <w:proofErr w:type="spellEnd"/>
      <w:r w:rsidR="00DE03D9" w:rsidRPr="00DE03D9">
        <w:rPr>
          <w:rFonts w:asciiTheme="minorHAnsi" w:hAnsiTheme="minorHAnsi" w:cstheme="minorHAnsi"/>
          <w:b/>
          <w:sz w:val="28"/>
          <w:szCs w:val="28"/>
        </w:rPr>
        <w:t>, oblast Bruntál</w:t>
      </w:r>
    </w:p>
    <w:p w:rsidR="00DE03D9" w:rsidRPr="00DE03D9" w:rsidRDefault="00DE03D9" w:rsidP="00DE03D9">
      <w:pPr>
        <w:spacing w:after="12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E03D9" w:rsidRPr="00DE03D9" w:rsidRDefault="00DE03D9" w:rsidP="00DE03D9">
      <w:pPr>
        <w:spacing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E03D9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E03D9" w:rsidRPr="00DE03D9" w:rsidTr="00DE03D9">
        <w:tc>
          <w:tcPr>
            <w:tcW w:w="717" w:type="dxa"/>
            <w:vAlign w:val="center"/>
          </w:tcPr>
          <w:p w:rsidR="00DE03D9" w:rsidRPr="00DE03D9" w:rsidRDefault="00DE03D9" w:rsidP="00DE03D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E03D9" w:rsidRPr="00DE03D9" w:rsidRDefault="00DE03D9" w:rsidP="00DE03D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E03D9" w:rsidRPr="00DE03D9" w:rsidRDefault="00DE03D9" w:rsidP="00DE03D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E03D9" w:rsidRPr="00DE03D9" w:rsidRDefault="00DE03D9" w:rsidP="00DE03D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E03D9" w:rsidRPr="00DE03D9" w:rsidTr="00DE03D9">
        <w:trPr>
          <w:trHeight w:val="567"/>
        </w:trPr>
        <w:tc>
          <w:tcPr>
            <w:tcW w:w="717" w:type="dxa"/>
            <w:vAlign w:val="center"/>
          </w:tcPr>
          <w:p w:rsidR="00DE03D9" w:rsidRPr="00DE03D9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37</w:t>
            </w:r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vAlign w:val="center"/>
          </w:tcPr>
          <w:p w:rsidR="00DE03D9" w:rsidRPr="00DE03D9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Obsluha </w:t>
            </w:r>
            <w:proofErr w:type="spellStart"/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elektrovozíku</w:t>
            </w:r>
            <w:proofErr w:type="spellEnd"/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motovozíku</w:t>
            </w:r>
            <w:proofErr w:type="spellEnd"/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(vysokozdvižný volantový do 5 tun)</w:t>
            </w:r>
          </w:p>
        </w:tc>
        <w:tc>
          <w:tcPr>
            <w:tcW w:w="1808" w:type="dxa"/>
            <w:vAlign w:val="center"/>
          </w:tcPr>
          <w:p w:rsidR="00DE03D9" w:rsidRPr="00DE03D9" w:rsidRDefault="00DE03D9" w:rsidP="00DE03D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551" w:type="dxa"/>
            <w:vAlign w:val="center"/>
          </w:tcPr>
          <w:p w:rsidR="00DE03D9" w:rsidRPr="00DE03D9" w:rsidRDefault="00DE03D9" w:rsidP="00DE03D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DE03D9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310</w:t>
            </w:r>
          </w:p>
        </w:tc>
      </w:tr>
    </w:tbl>
    <w:p w:rsidR="00DE03D9" w:rsidRPr="00DE03D9" w:rsidRDefault="00DE03D9" w:rsidP="00DE03D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DE03D9" w:rsidRPr="00DE03D9" w:rsidRDefault="00DE03D9" w:rsidP="00DE03D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DE03D9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dodavatele k této části veřejné zakázky:</w:t>
      </w:r>
    </w:p>
    <w:p w:rsidR="00DE03D9" w:rsidRPr="00DE03D9" w:rsidRDefault="00DE03D9" w:rsidP="00DE03D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DE03D9" w:rsidRPr="00DE03D9" w:rsidRDefault="00DE03D9" w:rsidP="00E630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zakázky: </w:t>
      </w:r>
      <w:r w:rsidRPr="00DE03D9">
        <w:rPr>
          <w:rFonts w:asciiTheme="minorHAnsi" w:hAnsiTheme="minorHAnsi" w:cstheme="minorHAnsi"/>
          <w:b/>
          <w:sz w:val="20"/>
          <w:szCs w:val="20"/>
        </w:rPr>
        <w:t>1 600 000,- Kč.</w:t>
      </w:r>
    </w:p>
    <w:p w:rsidR="00DE03D9" w:rsidRPr="00DE03D9" w:rsidRDefault="00DE03D9" w:rsidP="00E630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zák. č. 435/2004 Sb., o zaměstnanosti, v platném znění, je akreditace MŠMT ČR pro příslušnou rekvalifikaci.</w:t>
      </w:r>
    </w:p>
    <w:p w:rsidR="00DE03D9" w:rsidRPr="00DE03D9" w:rsidRDefault="00DE03D9" w:rsidP="00E630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Vstupní vzdělání účastníků rekvalifikací se předpokládá minimálně základní.</w:t>
      </w:r>
    </w:p>
    <w:p w:rsidR="00DE03D9" w:rsidRPr="00DE03D9" w:rsidRDefault="00DE03D9" w:rsidP="00E630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before="120" w:after="6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 xml:space="preserve">Obsah rekvalifikace bude zaměřen </w:t>
      </w:r>
      <w:proofErr w:type="gramStart"/>
      <w:r w:rsidRPr="00DE03D9">
        <w:rPr>
          <w:rFonts w:asciiTheme="minorHAnsi" w:hAnsiTheme="minorHAnsi" w:cstheme="minorHAnsi"/>
          <w:sz w:val="20"/>
          <w:szCs w:val="20"/>
        </w:rPr>
        <w:t>na</w:t>
      </w:r>
      <w:proofErr w:type="gramEnd"/>
      <w:r w:rsidRPr="00DE03D9">
        <w:rPr>
          <w:rFonts w:asciiTheme="minorHAnsi" w:hAnsiTheme="minorHAnsi" w:cstheme="minorHAnsi"/>
          <w:sz w:val="20"/>
          <w:szCs w:val="20"/>
        </w:rPr>
        <w:t>:</w:t>
      </w:r>
    </w:p>
    <w:p w:rsidR="00DE03D9" w:rsidRPr="00DE03D9" w:rsidRDefault="00DE03D9" w:rsidP="00E6308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odpovědnost za vozidlo a kontrola jeho provozuschopnosti,</w:t>
      </w:r>
    </w:p>
    <w:p w:rsidR="00DE03D9" w:rsidRPr="00DE03D9" w:rsidRDefault="00DE03D9" w:rsidP="00E6308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pravidla provozu na pozemních komunikacích,</w:t>
      </w:r>
    </w:p>
    <w:p w:rsidR="00DE03D9" w:rsidRPr="00DE03D9" w:rsidRDefault="00DE03D9" w:rsidP="00E6308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řízení vozidla řádným a bezpečným způsobem, nakládka a vykládka nákladu,</w:t>
      </w:r>
    </w:p>
    <w:p w:rsidR="00DE03D9" w:rsidRPr="00DE03D9" w:rsidRDefault="00DE03D9" w:rsidP="00E6308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konstrukce, údržba a běžné opravy,</w:t>
      </w:r>
    </w:p>
    <w:p w:rsidR="00DE03D9" w:rsidRPr="00DE03D9" w:rsidRDefault="00DE03D9" w:rsidP="00E6308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bezpečnostní požadavky na provoz vozidla,</w:t>
      </w:r>
    </w:p>
    <w:p w:rsidR="00DE03D9" w:rsidRPr="00DE03D9" w:rsidRDefault="00DE03D9" w:rsidP="00E6308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základy první pomoci.</w:t>
      </w:r>
    </w:p>
    <w:p w:rsidR="00DE03D9" w:rsidRPr="00DE03D9" w:rsidRDefault="00DE03D9" w:rsidP="00E630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Výuka bude organizována v maximálním rozsahu 8 hodin denně. Začátek výuky bude nejdříve v 8:00 a ukončení výuky nejpozději v 15:00 hod. Celková délka kurzu nepřesáhne tři týdny (15 po sobě jdoucích pracovních dnů).</w:t>
      </w:r>
      <w:r w:rsidRPr="00DE03D9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</w:p>
    <w:p w:rsidR="00DE03D9" w:rsidRPr="00DE03D9" w:rsidRDefault="00DE03D9" w:rsidP="00E630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>Minimální počet účastníků nutný pro realizaci rekvalifikačního kurzu: 1 osoba.</w:t>
      </w:r>
    </w:p>
    <w:p w:rsidR="00DE03D9" w:rsidRPr="00DE03D9" w:rsidRDefault="00DE03D9" w:rsidP="00E630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 xml:space="preserve">Místo konání teoretické výuky rekvalifikací bude v okrese Bruntál. Praktická výuka bude zajištěna v okrese Bruntál nebo Olomouc nebo Opava. </w:t>
      </w:r>
    </w:p>
    <w:p w:rsidR="00DE03D9" w:rsidRPr="00DE03D9" w:rsidRDefault="00DE03D9" w:rsidP="00E630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E03D9">
        <w:rPr>
          <w:rFonts w:asciiTheme="minorHAnsi" w:hAnsiTheme="minorHAnsi" w:cstheme="minorHAnsi"/>
          <w:sz w:val="20"/>
          <w:szCs w:val="20"/>
        </w:rPr>
        <w:t xml:space="preserve">Do rekvalifikací budou </w:t>
      </w:r>
      <w:r w:rsidR="00A20039">
        <w:rPr>
          <w:rFonts w:asciiTheme="minorHAnsi" w:hAnsiTheme="minorHAnsi" w:cstheme="minorHAnsi"/>
          <w:sz w:val="20"/>
          <w:szCs w:val="20"/>
        </w:rPr>
        <w:t>zařazeni</w:t>
      </w:r>
      <w:r w:rsidRPr="00DE03D9">
        <w:rPr>
          <w:rFonts w:asciiTheme="minorHAnsi" w:hAnsiTheme="minorHAnsi" w:cstheme="minorHAnsi"/>
          <w:sz w:val="20"/>
          <w:szCs w:val="20"/>
        </w:rPr>
        <w:t xml:space="preserve"> uchazeči především z okresu Bruntál.</w:t>
      </w:r>
    </w:p>
    <w:p w:rsidR="00DE03D9" w:rsidRDefault="00DE03D9">
      <w:r>
        <w:br w:type="page"/>
      </w:r>
    </w:p>
    <w:p w:rsidR="00D9411D" w:rsidRPr="00E63080" w:rsidRDefault="00DE03D9" w:rsidP="00D9411D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E63080">
        <w:rPr>
          <w:rFonts w:asciiTheme="minorHAnsi" w:hAnsiTheme="minorHAnsi" w:cstheme="minorHAnsi"/>
          <w:b/>
          <w:sz w:val="28"/>
          <w:szCs w:val="28"/>
        </w:rPr>
        <w:lastRenderedPageBreak/>
        <w:t>Část 38</w:t>
      </w:r>
      <w:r w:rsidR="00D9411D" w:rsidRPr="00E63080">
        <w:rPr>
          <w:rFonts w:asciiTheme="minorHAnsi" w:hAnsiTheme="minorHAnsi" w:cstheme="minorHAnsi"/>
          <w:b/>
          <w:sz w:val="28"/>
          <w:szCs w:val="28"/>
        </w:rPr>
        <w:t xml:space="preserve">.: </w:t>
      </w:r>
      <w:r w:rsidR="00FB213B" w:rsidRPr="00FB213B">
        <w:rPr>
          <w:rFonts w:asciiTheme="minorHAnsi" w:hAnsiTheme="minorHAnsi" w:cstheme="minorHAnsi"/>
          <w:b/>
          <w:sz w:val="28"/>
          <w:szCs w:val="28"/>
        </w:rPr>
        <w:t>Rekvalifikační kurzy Jeřábník a Vazač, oblast Karviná</w:t>
      </w:r>
    </w:p>
    <w:p w:rsidR="00D9411D" w:rsidRPr="00E63080" w:rsidRDefault="00D9411D" w:rsidP="00D9411D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E63080">
        <w:rPr>
          <w:rFonts w:asciiTheme="minorHAnsi" w:eastAsia="Times New Roman" w:hAnsiTheme="minorHAnsi" w:cstheme="minorHAnsi"/>
          <w:sz w:val="20"/>
          <w:szCs w:val="20"/>
          <w:lang w:eastAsia="cs-CZ"/>
        </w:rPr>
        <w:t>Zadavatel požaduje zabezpečit rekvalifikace uvedené v tabulce: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5212"/>
        <w:gridCol w:w="1808"/>
        <w:gridCol w:w="1551"/>
      </w:tblGrid>
      <w:tr w:rsidR="00D9411D" w:rsidRPr="002B7EA6" w:rsidTr="00D9411D">
        <w:tc>
          <w:tcPr>
            <w:tcW w:w="717" w:type="dxa"/>
            <w:vAlign w:val="center"/>
          </w:tcPr>
          <w:p w:rsidR="00D9411D" w:rsidRPr="002B7EA6" w:rsidRDefault="00D9411D" w:rsidP="00D9411D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Poř</w:t>
            </w:r>
            <w:proofErr w:type="spellEnd"/>
            <w:r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5212" w:type="dxa"/>
            <w:vAlign w:val="center"/>
          </w:tcPr>
          <w:p w:rsidR="00D9411D" w:rsidRPr="002B7EA6" w:rsidRDefault="00D9411D" w:rsidP="00D9411D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rekvalifikace</w:t>
            </w:r>
          </w:p>
        </w:tc>
        <w:tc>
          <w:tcPr>
            <w:tcW w:w="1808" w:type="dxa"/>
            <w:vAlign w:val="center"/>
          </w:tcPr>
          <w:p w:rsidR="00D9411D" w:rsidRPr="002B7EA6" w:rsidRDefault="00D9411D" w:rsidP="00D9411D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Min. rozsah kurzu bez zkoušek (počet vyučovacích hodin)</w:t>
            </w:r>
          </w:p>
        </w:tc>
        <w:tc>
          <w:tcPr>
            <w:tcW w:w="1551" w:type="dxa"/>
            <w:vAlign w:val="center"/>
          </w:tcPr>
          <w:p w:rsidR="00D9411D" w:rsidRPr="002B7EA6" w:rsidRDefault="00D9411D" w:rsidP="00D9411D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Předpokládaný počet zařazených osob</w:t>
            </w:r>
          </w:p>
        </w:tc>
      </w:tr>
      <w:tr w:rsidR="00D9411D" w:rsidRPr="002B7EA6" w:rsidTr="00D9411D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DE03D9" w:rsidP="00D9411D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38</w:t>
            </w:r>
            <w:r w:rsidR="00D9411D"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FB213B" w:rsidP="00D9411D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Jeřábník třída 0 (teorie a</w:t>
            </w:r>
            <w:r w:rsidR="00D9411D" w:rsidRPr="002B7EA6">
              <w:rPr>
                <w:sz w:val="20"/>
                <w:szCs w:val="20"/>
              </w:rPr>
              <w:t xml:space="preserve"> praxe)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D9411D" w:rsidP="00D9411D">
            <w:pPr>
              <w:snapToGrid w:val="0"/>
              <w:jc w:val="center"/>
              <w:rPr>
                <w:sz w:val="20"/>
                <w:szCs w:val="20"/>
              </w:rPr>
            </w:pPr>
            <w:r w:rsidRPr="002B7EA6">
              <w:rPr>
                <w:sz w:val="20"/>
                <w:szCs w:val="20"/>
              </w:rPr>
              <w:t>33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7C0F9D" w:rsidP="00D9411D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55</w:t>
            </w:r>
          </w:p>
        </w:tc>
      </w:tr>
      <w:tr w:rsidR="00D9411D" w:rsidRPr="002B7EA6" w:rsidTr="00D9411D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DE03D9" w:rsidP="00D9411D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38</w:t>
            </w:r>
            <w:r w:rsidR="00D9411D"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.2.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D9411D" w:rsidP="00D9411D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7EA6">
              <w:rPr>
                <w:sz w:val="20"/>
                <w:szCs w:val="20"/>
              </w:rPr>
              <w:t>Jeřábník třídy A</w:t>
            </w:r>
            <w:r w:rsidR="00E63080" w:rsidRPr="002B7EA6">
              <w:rPr>
                <w:sz w:val="20"/>
                <w:szCs w:val="20"/>
              </w:rPr>
              <w:t xml:space="preserve"> </w:t>
            </w:r>
            <w:r w:rsidR="00FB213B">
              <w:rPr>
                <w:sz w:val="20"/>
                <w:szCs w:val="20"/>
              </w:rPr>
              <w:t>(teorie a</w:t>
            </w:r>
            <w:r w:rsidRPr="002B7EA6">
              <w:rPr>
                <w:sz w:val="20"/>
                <w:szCs w:val="20"/>
              </w:rPr>
              <w:t xml:space="preserve"> praxe)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D9411D" w:rsidP="00D9411D">
            <w:pPr>
              <w:snapToGrid w:val="0"/>
              <w:jc w:val="center"/>
              <w:rPr>
                <w:sz w:val="20"/>
                <w:szCs w:val="20"/>
              </w:rPr>
            </w:pPr>
            <w:r w:rsidRPr="002B7EA6">
              <w:rPr>
                <w:sz w:val="20"/>
                <w:szCs w:val="20"/>
              </w:rPr>
              <w:t>128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7C0F9D" w:rsidP="00D9411D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110</w:t>
            </w:r>
          </w:p>
        </w:tc>
      </w:tr>
      <w:tr w:rsidR="00D9411D" w:rsidRPr="002B7EA6" w:rsidTr="00D9411D">
        <w:trPr>
          <w:trHeight w:val="5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DE03D9" w:rsidP="00D9411D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38</w:t>
            </w:r>
            <w:r w:rsidR="00D9411D"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.3.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D9411D" w:rsidP="00D9411D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7EA6">
              <w:rPr>
                <w:sz w:val="20"/>
                <w:szCs w:val="20"/>
              </w:rPr>
              <w:t>Vazač typu A (teorie a praxe)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D9411D" w:rsidP="00D9411D">
            <w:pPr>
              <w:tabs>
                <w:tab w:val="center" w:pos="4536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2B7EA6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1D" w:rsidRPr="002B7EA6" w:rsidRDefault="007C0F9D" w:rsidP="00D9411D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75</w:t>
            </w:r>
          </w:p>
        </w:tc>
      </w:tr>
    </w:tbl>
    <w:p w:rsidR="00D9411D" w:rsidRPr="002B7EA6" w:rsidRDefault="00D9411D" w:rsidP="00D9411D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color w:val="FF0000"/>
          <w:sz w:val="20"/>
          <w:szCs w:val="20"/>
          <w:lang w:eastAsia="cs-CZ"/>
        </w:rPr>
      </w:pPr>
    </w:p>
    <w:p w:rsidR="00D9411D" w:rsidRPr="002B7EA6" w:rsidRDefault="00D9411D" w:rsidP="00D9411D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D9411D" w:rsidRPr="002B7EA6" w:rsidRDefault="00D9411D" w:rsidP="00D9411D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2B7EA6">
        <w:rPr>
          <w:rFonts w:asciiTheme="minorHAnsi" w:hAnsiTheme="minorHAnsi" w:cstheme="minorHAnsi"/>
          <w:b/>
          <w:bCs/>
          <w:sz w:val="20"/>
          <w:szCs w:val="20"/>
        </w:rPr>
        <w:t>Specifické podmínky a požadavky dodavatel</w:t>
      </w:r>
      <w:r w:rsidR="00E11B0A" w:rsidRPr="002B7EA6">
        <w:rPr>
          <w:rFonts w:asciiTheme="minorHAnsi" w:hAnsiTheme="minorHAnsi" w:cstheme="minorHAnsi"/>
          <w:b/>
          <w:bCs/>
          <w:sz w:val="20"/>
          <w:szCs w:val="20"/>
        </w:rPr>
        <w:t>e k této části veřejné zakázky:</w:t>
      </w:r>
    </w:p>
    <w:p w:rsidR="002A3C58" w:rsidRPr="002B7EA6" w:rsidRDefault="002A3C58" w:rsidP="002A3C58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2A3C58" w:rsidRPr="002B7EA6" w:rsidRDefault="002A3C58" w:rsidP="00E63080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2B7EA6">
        <w:rPr>
          <w:rFonts w:asciiTheme="minorHAnsi" w:hAnsiTheme="minorHAnsi" w:cstheme="minorHAnsi"/>
          <w:sz w:val="20"/>
          <w:szCs w:val="20"/>
        </w:rPr>
        <w:t xml:space="preserve">Předpokládaná hodnota této části veřejné zakázky je </w:t>
      </w:r>
      <w:r w:rsidR="007C0F9D">
        <w:rPr>
          <w:rFonts w:asciiTheme="minorHAnsi" w:hAnsiTheme="minorHAnsi" w:cstheme="minorHAnsi"/>
          <w:b/>
          <w:sz w:val="20"/>
          <w:szCs w:val="20"/>
        </w:rPr>
        <w:t>2 560</w:t>
      </w:r>
      <w:r w:rsidRPr="002B7EA6">
        <w:rPr>
          <w:rFonts w:asciiTheme="minorHAnsi" w:hAnsiTheme="minorHAnsi" w:cstheme="minorHAnsi"/>
          <w:b/>
          <w:sz w:val="20"/>
          <w:szCs w:val="20"/>
        </w:rPr>
        <w:t xml:space="preserve"> 000,- Kč.</w:t>
      </w:r>
    </w:p>
    <w:p w:rsidR="002B7EA6" w:rsidRPr="002B7EA6" w:rsidRDefault="002B7EA6" w:rsidP="002B7EA6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B7EA6">
        <w:rPr>
          <w:rFonts w:asciiTheme="minorHAnsi" w:hAnsiTheme="minorHAnsi" w:cstheme="minorHAnsi"/>
          <w:sz w:val="20"/>
          <w:szCs w:val="20"/>
        </w:rPr>
        <w:t>Dokladem osvědčujícím odbornou způsobilost dodavatele podle § 108 odst. 2 písm. a) nebo písm. c) zák. č. 435/2004 Sb., o zaměstnanosti, v platném znění, je:</w:t>
      </w:r>
    </w:p>
    <w:p w:rsidR="002B7EA6" w:rsidRPr="002B7EA6" w:rsidRDefault="002B7EA6" w:rsidP="002B7EA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B7EA6">
        <w:rPr>
          <w:rFonts w:asciiTheme="minorHAnsi" w:hAnsiTheme="minorHAnsi" w:cstheme="minorHAnsi"/>
          <w:sz w:val="20"/>
          <w:szCs w:val="20"/>
        </w:rPr>
        <w:t>akreditace MŠMT ČR pro příslušné rekvalifikace, nebo</w:t>
      </w:r>
    </w:p>
    <w:p w:rsidR="002B7EA6" w:rsidRPr="002B7EA6" w:rsidRDefault="002B7EA6" w:rsidP="002B7EA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B7EA6">
        <w:rPr>
          <w:rFonts w:asciiTheme="minorHAnsi" w:hAnsiTheme="minorHAnsi" w:cstheme="minorHAnsi"/>
          <w:sz w:val="20"/>
          <w:szCs w:val="20"/>
        </w:rPr>
        <w:t>výpis z Rejstříku škol a školských zařízení (schválené obory vzdělání) a profil absolventa s učebním plánem příslušného oboru vzdělání, v rámci něhož škola provádí rekvalifikaci, nebo Rozhodnutí o udělení akreditace studijního programu, v rámci něhož škola provádí rekvalifikaci.</w:t>
      </w:r>
    </w:p>
    <w:p w:rsidR="002A3C58" w:rsidRPr="002B7EA6" w:rsidRDefault="002A3C58" w:rsidP="00E63080">
      <w:pPr>
        <w:widowControl w:val="0"/>
        <w:numPr>
          <w:ilvl w:val="0"/>
          <w:numId w:val="35"/>
        </w:numPr>
        <w:suppressAutoHyphens/>
        <w:spacing w:before="120" w:after="0" w:line="240" w:lineRule="auto"/>
        <w:jc w:val="both"/>
        <w:rPr>
          <w:sz w:val="20"/>
          <w:szCs w:val="20"/>
        </w:rPr>
      </w:pPr>
      <w:r w:rsidRPr="002B7EA6">
        <w:rPr>
          <w:sz w:val="20"/>
          <w:szCs w:val="20"/>
        </w:rPr>
        <w:t>Předpokládaný obsah rekvalifikačních kurzů:</w:t>
      </w:r>
      <w:r w:rsidR="002B7EA6" w:rsidRPr="002B7EA6">
        <w:rPr>
          <w:sz w:val="20"/>
          <w:szCs w:val="20"/>
        </w:rPr>
        <w:t xml:space="preserve"> </w:t>
      </w:r>
      <w:r w:rsidRPr="002B7EA6">
        <w:rPr>
          <w:sz w:val="20"/>
          <w:szCs w:val="20"/>
        </w:rPr>
        <w:t>minimálně dle ČSN ISO 12 480</w:t>
      </w:r>
    </w:p>
    <w:p w:rsidR="002A3C58" w:rsidRPr="002B7EA6" w:rsidRDefault="002A3C58" w:rsidP="00E63080">
      <w:pPr>
        <w:widowControl w:val="0"/>
        <w:numPr>
          <w:ilvl w:val="0"/>
          <w:numId w:val="35"/>
        </w:numPr>
        <w:tabs>
          <w:tab w:val="left" w:pos="930"/>
        </w:tabs>
        <w:suppressAutoHyphens/>
        <w:spacing w:before="120" w:after="120" w:line="240" w:lineRule="auto"/>
        <w:jc w:val="both"/>
        <w:rPr>
          <w:sz w:val="20"/>
          <w:szCs w:val="20"/>
        </w:rPr>
      </w:pPr>
      <w:r w:rsidRPr="002B7EA6">
        <w:rPr>
          <w:sz w:val="20"/>
          <w:szCs w:val="20"/>
        </w:rPr>
        <w:t xml:space="preserve">Účastníci rekvalifikace budou v praktické přípravě vybaveni předepsanými ochrannými pracovními prostředky. Náklady na osobní ochranné pracovní prostředky, mycí, čisticí a dezinfekční prostředky poskytnuté účastníkům rekvalifikace zahrne rekvalifikační zařízení do kalkulace nákladů rekvalifikace (§2 odst. 2 písm. b) </w:t>
      </w:r>
      <w:proofErr w:type="spellStart"/>
      <w:r w:rsidRPr="002B7EA6">
        <w:rPr>
          <w:sz w:val="20"/>
          <w:szCs w:val="20"/>
        </w:rPr>
        <w:t>vyhl</w:t>
      </w:r>
      <w:proofErr w:type="spellEnd"/>
      <w:r w:rsidRPr="002B7EA6">
        <w:rPr>
          <w:sz w:val="20"/>
          <w:szCs w:val="20"/>
        </w:rPr>
        <w:t>. č. 519/2004 Sb., o rekvalifikaci uchazečů o zaměstnání a zájemců o zaměstnání a o rekvalifikaci zaměstnanců, v platném znění).</w:t>
      </w:r>
    </w:p>
    <w:p w:rsidR="00D9411D" w:rsidRPr="002B7EA6" w:rsidRDefault="00D9411D" w:rsidP="00E63080">
      <w:pPr>
        <w:widowControl w:val="0"/>
        <w:numPr>
          <w:ilvl w:val="0"/>
          <w:numId w:val="35"/>
        </w:numPr>
        <w:suppressAutoHyphens/>
        <w:spacing w:before="120" w:after="120" w:line="240" w:lineRule="auto"/>
        <w:jc w:val="both"/>
        <w:rPr>
          <w:sz w:val="20"/>
          <w:szCs w:val="20"/>
        </w:rPr>
      </w:pPr>
      <w:r w:rsidRPr="002B7EA6">
        <w:rPr>
          <w:sz w:val="20"/>
          <w:szCs w:val="20"/>
        </w:rPr>
        <w:t xml:space="preserve">Předpokládaná kapacita kurzu bude minimálně 1 účastník a </w:t>
      </w:r>
      <w:r w:rsidR="002A3C58" w:rsidRPr="002B7EA6">
        <w:rPr>
          <w:sz w:val="20"/>
          <w:szCs w:val="20"/>
        </w:rPr>
        <w:t>maximálně 5</w:t>
      </w:r>
      <w:r w:rsidRPr="002B7EA6">
        <w:rPr>
          <w:sz w:val="20"/>
          <w:szCs w:val="20"/>
        </w:rPr>
        <w:t xml:space="preserve"> účastníků v jednom běhu. </w:t>
      </w:r>
    </w:p>
    <w:p w:rsidR="00D9411D" w:rsidRPr="002B7EA6" w:rsidRDefault="00D9411D" w:rsidP="00E63080">
      <w:pPr>
        <w:widowControl w:val="0"/>
        <w:numPr>
          <w:ilvl w:val="0"/>
          <w:numId w:val="35"/>
        </w:numPr>
        <w:suppressAutoHyphens/>
        <w:spacing w:before="120" w:after="120" w:line="240" w:lineRule="auto"/>
        <w:jc w:val="both"/>
        <w:rPr>
          <w:sz w:val="20"/>
          <w:szCs w:val="20"/>
        </w:rPr>
      </w:pPr>
      <w:r w:rsidRPr="002B7EA6">
        <w:rPr>
          <w:sz w:val="20"/>
          <w:szCs w:val="20"/>
        </w:rPr>
        <w:t>Kurz bude probíhat intenzivně (pokud možno denně) dopoledne, příp. odpoledne, maximálně 8 vyučovacích hodin denně</w:t>
      </w:r>
    </w:p>
    <w:p w:rsidR="00D9411D" w:rsidRPr="002B7EA6" w:rsidRDefault="00D9411D" w:rsidP="00E63080">
      <w:pPr>
        <w:widowControl w:val="0"/>
        <w:numPr>
          <w:ilvl w:val="0"/>
          <w:numId w:val="35"/>
        </w:numPr>
        <w:suppressAutoHyphens/>
        <w:spacing w:before="120" w:after="120" w:line="240" w:lineRule="auto"/>
        <w:jc w:val="both"/>
        <w:rPr>
          <w:sz w:val="20"/>
          <w:szCs w:val="20"/>
        </w:rPr>
      </w:pPr>
      <w:r w:rsidRPr="002B7EA6">
        <w:rPr>
          <w:sz w:val="20"/>
          <w:szCs w:val="20"/>
        </w:rPr>
        <w:t>Místem konání</w:t>
      </w:r>
      <w:r w:rsidR="00E63080" w:rsidRPr="002B7EA6">
        <w:rPr>
          <w:sz w:val="20"/>
          <w:szCs w:val="20"/>
        </w:rPr>
        <w:t xml:space="preserve"> kurzu bude okres Karviná nebo </w:t>
      </w:r>
      <w:r w:rsidRPr="002B7EA6">
        <w:rPr>
          <w:sz w:val="20"/>
          <w:szCs w:val="20"/>
        </w:rPr>
        <w:t>Ostrava.</w:t>
      </w:r>
    </w:p>
    <w:p w:rsidR="00D9411D" w:rsidRPr="00E11B0A" w:rsidRDefault="00D9411D" w:rsidP="00D9411D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D9411D" w:rsidRPr="00E11B0A" w:rsidRDefault="00D9411D" w:rsidP="00D9411D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D9411D" w:rsidRPr="007232C2" w:rsidRDefault="00D9411D" w:rsidP="00065710">
      <w:pPr>
        <w:pStyle w:val="Odstavecseseznamem"/>
        <w:autoSpaceDE w:val="0"/>
        <w:autoSpaceDN w:val="0"/>
        <w:adjustRightInd w:val="0"/>
        <w:spacing w:before="120" w:after="120" w:line="240" w:lineRule="auto"/>
        <w:contextualSpacing w:val="0"/>
        <w:rPr>
          <w:rFonts w:asciiTheme="minorHAnsi" w:hAnsiTheme="minorHAnsi" w:cstheme="minorHAnsi"/>
          <w:bCs/>
          <w:sz w:val="20"/>
          <w:szCs w:val="20"/>
          <w:highlight w:val="yellow"/>
        </w:rPr>
      </w:pPr>
    </w:p>
    <w:sectPr w:rsidR="00D9411D" w:rsidRPr="007232C2">
      <w:headerReference w:type="default" r:id="rId37"/>
      <w:footerReference w:type="defaul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F76" w:rsidRDefault="00A24F76" w:rsidP="00EC1B15">
      <w:pPr>
        <w:spacing w:after="0" w:line="240" w:lineRule="auto"/>
      </w:pPr>
      <w:r>
        <w:separator/>
      </w:r>
    </w:p>
  </w:endnote>
  <w:endnote w:type="continuationSeparator" w:id="0">
    <w:p w:rsidR="00A24F76" w:rsidRDefault="00A24F76" w:rsidP="00EC1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5894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A24F76" w:rsidRDefault="00A24F7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6BD5">
              <w:rPr>
                <w:b/>
                <w:bCs/>
                <w:noProof/>
              </w:rPr>
              <w:t>38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6BD5">
              <w:rPr>
                <w:b/>
                <w:bCs/>
                <w:noProof/>
              </w:rPr>
              <w:t>38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4F76" w:rsidRPr="00065710" w:rsidRDefault="00A24F76">
    <w:pPr>
      <w:pStyle w:val="Zpat"/>
      <w:rPr>
        <w:rFonts w:asciiTheme="minorHAnsi" w:hAnsiTheme="minorHAnsi" w:cstheme="minorHAnsi"/>
      </w:rPr>
    </w:pPr>
    <w:r w:rsidRPr="00065710">
      <w:rPr>
        <w:rFonts w:asciiTheme="minorHAnsi" w:hAnsiTheme="minorHAnsi" w:cstheme="minorHAnsi"/>
        <w:sz w:val="16"/>
        <w:szCs w:val="16"/>
      </w:rPr>
      <w:t>Projekty jsou spolufinancovány Evropským sociálním fondem a státním rozpočtem České republiky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F76" w:rsidRDefault="00A24F76" w:rsidP="00EC1B15">
      <w:pPr>
        <w:spacing w:after="0" w:line="240" w:lineRule="auto"/>
      </w:pPr>
      <w:r>
        <w:separator/>
      </w:r>
    </w:p>
  </w:footnote>
  <w:footnote w:type="continuationSeparator" w:id="0">
    <w:p w:rsidR="00A24F76" w:rsidRDefault="00A24F76" w:rsidP="00EC1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F76" w:rsidRDefault="00A24F76">
    <w:pPr>
      <w:pStyle w:val="Zhlav"/>
    </w:pPr>
    <w:r>
      <w:rPr>
        <w:noProof/>
        <w:lang w:eastAsia="cs-CZ"/>
      </w:rPr>
      <w:drawing>
        <wp:inline distT="0" distB="0" distL="0" distR="0" wp14:anchorId="3FFEE570" wp14:editId="30B4D7B9">
          <wp:extent cx="5760720" cy="447411"/>
          <wp:effectExtent l="0" t="0" r="0" b="0"/>
          <wp:docPr id="1" name="Obrázek 1" descr="LOGO_NIP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IP_CB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24F76" w:rsidRDefault="00A24F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756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F4141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710D6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2342F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65356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9FB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75427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B3442"/>
    <w:multiLevelType w:val="hybridMultilevel"/>
    <w:tmpl w:val="A51EF4B0"/>
    <w:lvl w:ilvl="0" w:tplc="3710DB60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B27FC8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50069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27D4"/>
    <w:multiLevelType w:val="hybridMultilevel"/>
    <w:tmpl w:val="6ACC92F6"/>
    <w:lvl w:ilvl="0" w:tplc="74208AF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83898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03A66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74649D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5643EA"/>
    <w:multiLevelType w:val="hybridMultilevel"/>
    <w:tmpl w:val="6CEC19E2"/>
    <w:lvl w:ilvl="0" w:tplc="153CF7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5724B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C710AD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B1CB0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232C32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35401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C52DA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429B3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B876D9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8B0985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BC1E01"/>
    <w:multiLevelType w:val="hybridMultilevel"/>
    <w:tmpl w:val="EAAA1100"/>
    <w:lvl w:ilvl="0" w:tplc="7EE82EF4">
      <w:start w:val="1"/>
      <w:numFmt w:val="lowerLetter"/>
      <w:lvlText w:val="%1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CDA0FB6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3B1A00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32227D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142145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D05025"/>
    <w:multiLevelType w:val="hybridMultilevel"/>
    <w:tmpl w:val="D070F90C"/>
    <w:lvl w:ilvl="0" w:tplc="FD266450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F92FB6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851902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225382"/>
    <w:multiLevelType w:val="hybridMultilevel"/>
    <w:tmpl w:val="D3529C0A"/>
    <w:lvl w:ilvl="0" w:tplc="C804C9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22773C"/>
    <w:multiLevelType w:val="hybridMultilevel"/>
    <w:tmpl w:val="B9E29D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EA18D5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50956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6428F7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E066C4"/>
    <w:multiLevelType w:val="hybridMultilevel"/>
    <w:tmpl w:val="6B260E88"/>
    <w:lvl w:ilvl="0" w:tplc="02189512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C006FC5"/>
    <w:multiLevelType w:val="hybridMultilevel"/>
    <w:tmpl w:val="DA1842F4"/>
    <w:lvl w:ilvl="0" w:tplc="BEC640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DA6099"/>
    <w:multiLevelType w:val="hybridMultilevel"/>
    <w:tmpl w:val="25DA9448"/>
    <w:lvl w:ilvl="0" w:tplc="F3D863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17"/>
  </w:num>
  <w:num w:numId="4">
    <w:abstractNumId w:val="3"/>
  </w:num>
  <w:num w:numId="5">
    <w:abstractNumId w:val="20"/>
  </w:num>
  <w:num w:numId="6">
    <w:abstractNumId w:val="22"/>
  </w:num>
  <w:num w:numId="7">
    <w:abstractNumId w:val="36"/>
  </w:num>
  <w:num w:numId="8">
    <w:abstractNumId w:val="6"/>
  </w:num>
  <w:num w:numId="9">
    <w:abstractNumId w:val="35"/>
  </w:num>
  <w:num w:numId="10">
    <w:abstractNumId w:val="18"/>
  </w:num>
  <w:num w:numId="11">
    <w:abstractNumId w:val="15"/>
  </w:num>
  <w:num w:numId="12">
    <w:abstractNumId w:val="30"/>
  </w:num>
  <w:num w:numId="13">
    <w:abstractNumId w:val="21"/>
  </w:num>
  <w:num w:numId="14">
    <w:abstractNumId w:val="27"/>
  </w:num>
  <w:num w:numId="15">
    <w:abstractNumId w:val="31"/>
  </w:num>
  <w:num w:numId="16">
    <w:abstractNumId w:val="11"/>
  </w:num>
  <w:num w:numId="17">
    <w:abstractNumId w:val="10"/>
  </w:num>
  <w:num w:numId="18">
    <w:abstractNumId w:val="32"/>
  </w:num>
  <w:num w:numId="19">
    <w:abstractNumId w:val="34"/>
  </w:num>
  <w:num w:numId="20">
    <w:abstractNumId w:val="23"/>
  </w:num>
  <w:num w:numId="21">
    <w:abstractNumId w:val="25"/>
  </w:num>
  <w:num w:numId="22">
    <w:abstractNumId w:val="16"/>
  </w:num>
  <w:num w:numId="23">
    <w:abstractNumId w:val="5"/>
  </w:num>
  <w:num w:numId="24">
    <w:abstractNumId w:val="13"/>
  </w:num>
  <w:num w:numId="25">
    <w:abstractNumId w:val="8"/>
  </w:num>
  <w:num w:numId="26">
    <w:abstractNumId w:val="19"/>
  </w:num>
  <w:num w:numId="27">
    <w:abstractNumId w:val="1"/>
  </w:num>
  <w:num w:numId="28">
    <w:abstractNumId w:val="14"/>
  </w:num>
  <w:num w:numId="29">
    <w:abstractNumId w:val="2"/>
  </w:num>
  <w:num w:numId="30">
    <w:abstractNumId w:val="12"/>
  </w:num>
  <w:num w:numId="31">
    <w:abstractNumId w:val="4"/>
  </w:num>
  <w:num w:numId="32">
    <w:abstractNumId w:val="0"/>
  </w:num>
  <w:num w:numId="33">
    <w:abstractNumId w:val="28"/>
  </w:num>
  <w:num w:numId="34">
    <w:abstractNumId w:val="37"/>
  </w:num>
  <w:num w:numId="35">
    <w:abstractNumId w:val="29"/>
  </w:num>
  <w:num w:numId="36">
    <w:abstractNumId w:val="38"/>
  </w:num>
  <w:num w:numId="37">
    <w:abstractNumId w:val="24"/>
  </w:num>
  <w:num w:numId="38">
    <w:abstractNumId w:val="33"/>
  </w:num>
  <w:num w:numId="39">
    <w:abstractNumId w:val="7"/>
  </w:num>
  <w:num w:numId="40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15"/>
    <w:rsid w:val="00007105"/>
    <w:rsid w:val="00013A6C"/>
    <w:rsid w:val="000465F4"/>
    <w:rsid w:val="00055344"/>
    <w:rsid w:val="00062AFE"/>
    <w:rsid w:val="00063B84"/>
    <w:rsid w:val="00065710"/>
    <w:rsid w:val="0008011A"/>
    <w:rsid w:val="000A182E"/>
    <w:rsid w:val="000A201F"/>
    <w:rsid w:val="000A4F25"/>
    <w:rsid w:val="000B6263"/>
    <w:rsid w:val="000D465A"/>
    <w:rsid w:val="000D6C4C"/>
    <w:rsid w:val="000E14D7"/>
    <w:rsid w:val="001174F4"/>
    <w:rsid w:val="00143F92"/>
    <w:rsid w:val="001E64D5"/>
    <w:rsid w:val="00203FF4"/>
    <w:rsid w:val="002203BA"/>
    <w:rsid w:val="0022639A"/>
    <w:rsid w:val="002363B5"/>
    <w:rsid w:val="002A3C58"/>
    <w:rsid w:val="002B7EA6"/>
    <w:rsid w:val="002E4CEB"/>
    <w:rsid w:val="00310835"/>
    <w:rsid w:val="00386E91"/>
    <w:rsid w:val="003B035A"/>
    <w:rsid w:val="003C43FF"/>
    <w:rsid w:val="00405FF9"/>
    <w:rsid w:val="00414137"/>
    <w:rsid w:val="00440108"/>
    <w:rsid w:val="00471D08"/>
    <w:rsid w:val="00490A93"/>
    <w:rsid w:val="0049585A"/>
    <w:rsid w:val="004B218B"/>
    <w:rsid w:val="004D4A79"/>
    <w:rsid w:val="005C3765"/>
    <w:rsid w:val="005D50DC"/>
    <w:rsid w:val="0060315F"/>
    <w:rsid w:val="00621112"/>
    <w:rsid w:val="00686542"/>
    <w:rsid w:val="006B2C4A"/>
    <w:rsid w:val="006B5641"/>
    <w:rsid w:val="006C59CB"/>
    <w:rsid w:val="006D7942"/>
    <w:rsid w:val="00705D95"/>
    <w:rsid w:val="007232C2"/>
    <w:rsid w:val="00727763"/>
    <w:rsid w:val="00741985"/>
    <w:rsid w:val="00746BD5"/>
    <w:rsid w:val="00795FEF"/>
    <w:rsid w:val="007C0F9D"/>
    <w:rsid w:val="007D14D5"/>
    <w:rsid w:val="008314CC"/>
    <w:rsid w:val="008E3CEA"/>
    <w:rsid w:val="008E6DE2"/>
    <w:rsid w:val="00924A61"/>
    <w:rsid w:val="00936599"/>
    <w:rsid w:val="00940087"/>
    <w:rsid w:val="00965B01"/>
    <w:rsid w:val="009701B1"/>
    <w:rsid w:val="009A1191"/>
    <w:rsid w:val="009A4553"/>
    <w:rsid w:val="009C4B1B"/>
    <w:rsid w:val="009E23F3"/>
    <w:rsid w:val="009E5A8F"/>
    <w:rsid w:val="009F13EA"/>
    <w:rsid w:val="009F210C"/>
    <w:rsid w:val="00A13EAD"/>
    <w:rsid w:val="00A20039"/>
    <w:rsid w:val="00A24F76"/>
    <w:rsid w:val="00A342B4"/>
    <w:rsid w:val="00A4739D"/>
    <w:rsid w:val="00A8176D"/>
    <w:rsid w:val="00AB6569"/>
    <w:rsid w:val="00AF4D43"/>
    <w:rsid w:val="00B446F8"/>
    <w:rsid w:val="00B540CC"/>
    <w:rsid w:val="00BA6B9B"/>
    <w:rsid w:val="00BA7A85"/>
    <w:rsid w:val="00BB4A84"/>
    <w:rsid w:val="00BD02AF"/>
    <w:rsid w:val="00BD7151"/>
    <w:rsid w:val="00BF2262"/>
    <w:rsid w:val="00C34F54"/>
    <w:rsid w:val="00C46BED"/>
    <w:rsid w:val="00C736C9"/>
    <w:rsid w:val="00CC299B"/>
    <w:rsid w:val="00CF1EEB"/>
    <w:rsid w:val="00D05171"/>
    <w:rsid w:val="00D0679D"/>
    <w:rsid w:val="00D4618E"/>
    <w:rsid w:val="00D91CD4"/>
    <w:rsid w:val="00D9411D"/>
    <w:rsid w:val="00DA6F9B"/>
    <w:rsid w:val="00DB58F3"/>
    <w:rsid w:val="00DD0FAF"/>
    <w:rsid w:val="00DD66CE"/>
    <w:rsid w:val="00DE03D9"/>
    <w:rsid w:val="00E02C2A"/>
    <w:rsid w:val="00E11B0A"/>
    <w:rsid w:val="00E63080"/>
    <w:rsid w:val="00EC1B15"/>
    <w:rsid w:val="00F073A2"/>
    <w:rsid w:val="00F136BF"/>
    <w:rsid w:val="00F303D4"/>
    <w:rsid w:val="00F339C8"/>
    <w:rsid w:val="00F83604"/>
    <w:rsid w:val="00F863A4"/>
    <w:rsid w:val="00F917C4"/>
    <w:rsid w:val="00F97B6A"/>
    <w:rsid w:val="00FB213B"/>
    <w:rsid w:val="00FB7854"/>
    <w:rsid w:val="00FD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1B15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C1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1B15"/>
  </w:style>
  <w:style w:type="paragraph" w:styleId="Zpat">
    <w:name w:val="footer"/>
    <w:basedOn w:val="Normln"/>
    <w:link w:val="ZpatChar"/>
    <w:uiPriority w:val="99"/>
    <w:unhideWhenUsed/>
    <w:rsid w:val="00EC1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1B15"/>
  </w:style>
  <w:style w:type="paragraph" w:styleId="Textbubliny">
    <w:name w:val="Balloon Text"/>
    <w:basedOn w:val="Normln"/>
    <w:link w:val="TextbublinyChar"/>
    <w:uiPriority w:val="99"/>
    <w:semiHidden/>
    <w:unhideWhenUsed/>
    <w:rsid w:val="00EC1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1B1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C1B15"/>
    <w:pPr>
      <w:ind w:left="720"/>
      <w:contextualSpacing/>
    </w:pPr>
  </w:style>
  <w:style w:type="character" w:styleId="Hypertextovodkaz">
    <w:name w:val="Hyperlink"/>
    <w:uiPriority w:val="99"/>
    <w:unhideWhenUsed/>
    <w:rsid w:val="00EC1B15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D4A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4A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4A7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4A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4A7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DD0F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2363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1B15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C1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1B15"/>
  </w:style>
  <w:style w:type="paragraph" w:styleId="Zpat">
    <w:name w:val="footer"/>
    <w:basedOn w:val="Normln"/>
    <w:link w:val="ZpatChar"/>
    <w:uiPriority w:val="99"/>
    <w:unhideWhenUsed/>
    <w:rsid w:val="00EC1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1B15"/>
  </w:style>
  <w:style w:type="paragraph" w:styleId="Textbubliny">
    <w:name w:val="Balloon Text"/>
    <w:basedOn w:val="Normln"/>
    <w:link w:val="TextbublinyChar"/>
    <w:uiPriority w:val="99"/>
    <w:semiHidden/>
    <w:unhideWhenUsed/>
    <w:rsid w:val="00EC1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1B1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C1B15"/>
    <w:pPr>
      <w:ind w:left="720"/>
      <w:contextualSpacing/>
    </w:pPr>
  </w:style>
  <w:style w:type="character" w:styleId="Hypertextovodkaz">
    <w:name w:val="Hyperlink"/>
    <w:uiPriority w:val="99"/>
    <w:unhideWhenUsed/>
    <w:rsid w:val="00EC1B15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D4A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4A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4A7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4A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4A7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DD0F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236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zcr.cz/Odbornik/obsah/akreditovany-kvalifikacni-kurz_3080_3.html" TargetMode="External"/><Relationship Id="rId18" Type="http://schemas.openxmlformats.org/officeDocument/2006/relationships/hyperlink" Target="http://www.narodni-kvalifikace.cz" TargetMode="External"/><Relationship Id="rId26" Type="http://schemas.openxmlformats.org/officeDocument/2006/relationships/hyperlink" Target="http://www.narodni-kvalifikace.cz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narodni-kvalifikace.cz" TargetMode="External"/><Relationship Id="rId34" Type="http://schemas.openxmlformats.org/officeDocument/2006/relationships/hyperlink" Target="http://www.narodni-kvalifikace.cz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zcr.cz/Odbornik/obsah/akreditovany-kvalifikacni-kurz_3080_3.html" TargetMode="External"/><Relationship Id="rId17" Type="http://schemas.openxmlformats.org/officeDocument/2006/relationships/hyperlink" Target="http://www.narodni-kvalifikace.cz" TargetMode="External"/><Relationship Id="rId25" Type="http://schemas.openxmlformats.org/officeDocument/2006/relationships/hyperlink" Target="http://www.narodni-kvalifikace.cz" TargetMode="External"/><Relationship Id="rId33" Type="http://schemas.openxmlformats.org/officeDocument/2006/relationships/hyperlink" Target="http://www.narodni-kvalifikace.cz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narodni-kvalifikace.cz" TargetMode="External"/><Relationship Id="rId20" Type="http://schemas.openxmlformats.org/officeDocument/2006/relationships/hyperlink" Target="http://www.narodni-kvalifikace.cz" TargetMode="External"/><Relationship Id="rId29" Type="http://schemas.openxmlformats.org/officeDocument/2006/relationships/hyperlink" Target="http://www.narodni-kvalifikace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rodni-kvalifikace.cz" TargetMode="External"/><Relationship Id="rId24" Type="http://schemas.openxmlformats.org/officeDocument/2006/relationships/hyperlink" Target="http://www.narodni-kvalifikace.cz" TargetMode="External"/><Relationship Id="rId32" Type="http://schemas.openxmlformats.org/officeDocument/2006/relationships/hyperlink" Target="http://www.narodni-kvalifikace.cz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zcr.cz/Odbornik/obsah/akreditovany-kvalifikacni-kurz_3080_3.html" TargetMode="External"/><Relationship Id="rId23" Type="http://schemas.openxmlformats.org/officeDocument/2006/relationships/hyperlink" Target="http://www.narodni-kvalifikace.cz" TargetMode="External"/><Relationship Id="rId28" Type="http://schemas.openxmlformats.org/officeDocument/2006/relationships/hyperlink" Target="http://www.narodni-kvalifikace.cz" TargetMode="External"/><Relationship Id="rId36" Type="http://schemas.openxmlformats.org/officeDocument/2006/relationships/hyperlink" Target="http://www.narodni-kvalifikace.cz" TargetMode="External"/><Relationship Id="rId10" Type="http://schemas.openxmlformats.org/officeDocument/2006/relationships/hyperlink" Target="http://www.narodni-kvalifikace.cz" TargetMode="External"/><Relationship Id="rId19" Type="http://schemas.openxmlformats.org/officeDocument/2006/relationships/hyperlink" Target="http://www.narodni-kvalifikace.cz" TargetMode="External"/><Relationship Id="rId31" Type="http://schemas.openxmlformats.org/officeDocument/2006/relationships/hyperlink" Target="http://www.narodni-kvalifikace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arodni-kvalifikace.cz" TargetMode="External"/><Relationship Id="rId14" Type="http://schemas.openxmlformats.org/officeDocument/2006/relationships/hyperlink" Target="http://www.mzcr.cz/Odbornik/obsah/akreditovany-kvalifikacni-kurz_3080_3.html" TargetMode="External"/><Relationship Id="rId22" Type="http://schemas.openxmlformats.org/officeDocument/2006/relationships/hyperlink" Target="http://www.narodni-kvalifikace.cz" TargetMode="External"/><Relationship Id="rId27" Type="http://schemas.openxmlformats.org/officeDocument/2006/relationships/hyperlink" Target="http://www.narodni-kvalifikace.cz" TargetMode="External"/><Relationship Id="rId30" Type="http://schemas.openxmlformats.org/officeDocument/2006/relationships/hyperlink" Target="http://www.narodni-kvalifikace.cz" TargetMode="External"/><Relationship Id="rId35" Type="http://schemas.openxmlformats.org/officeDocument/2006/relationships/hyperlink" Target="http://www.narodni-kvalifika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917EE-5ACE-4507-86BF-D5FF9C03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C53FB2C4</Template>
  <TotalTime>144</TotalTime>
  <Pages>38</Pages>
  <Words>9656</Words>
  <Characters>56971</Characters>
  <Application>Microsoft Office Word</Application>
  <DocSecurity>0</DocSecurity>
  <Lines>474</Lines>
  <Paragraphs>132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66495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Mintělová Barbora Mgr. (OT)</dc:creator>
  <cp:lastModifiedBy>buganskyl</cp:lastModifiedBy>
  <cp:revision>4</cp:revision>
  <cp:lastPrinted>2015-04-08T11:40:00Z</cp:lastPrinted>
  <dcterms:created xsi:type="dcterms:W3CDTF">2015-04-08T08:50:00Z</dcterms:created>
  <dcterms:modified xsi:type="dcterms:W3CDTF">2015-04-08T11:40:00Z</dcterms:modified>
</cp:coreProperties>
</file>